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802727" w14:paraId="0B0C9BA2" w14:textId="77777777" w:rsidTr="00E976AB">
        <w:trPr>
          <w:cantSplit/>
          <w:trHeight w:val="850"/>
          <w:jc w:val="right"/>
        </w:trPr>
        <w:tc>
          <w:tcPr>
            <w:tcW w:w="1560" w:type="dxa"/>
          </w:tcPr>
          <w:p w14:paraId="20663D6B" w14:textId="77777777" w:rsidR="00032E4E" w:rsidRPr="00802727" w:rsidRDefault="00032E4E" w:rsidP="00023DA9">
            <w:pPr>
              <w:rPr>
                <w:rFonts w:ascii="Univers" w:hAnsi="Univers"/>
                <w:b/>
                <w:noProof/>
                <w:sz w:val="27"/>
                <w:szCs w:val="27"/>
              </w:rPr>
            </w:pPr>
            <w:r w:rsidRPr="00802727">
              <w:rPr>
                <w:rFonts w:ascii="Arial" w:hAnsi="Arial" w:cs="Arial"/>
                <w:b/>
                <w:noProof/>
                <w:sz w:val="27"/>
                <w:szCs w:val="27"/>
              </w:rPr>
              <w:t>UNITED</w:t>
            </w:r>
            <w:r w:rsidRPr="00802727">
              <w:rPr>
                <w:rFonts w:ascii="Arial" w:hAnsi="Arial" w:cs="Arial"/>
                <w:b/>
                <w:noProof/>
                <w:sz w:val="27"/>
                <w:szCs w:val="27"/>
              </w:rPr>
              <w:br/>
              <w:t>NATIONS</w:t>
            </w:r>
          </w:p>
        </w:tc>
        <w:tc>
          <w:tcPr>
            <w:tcW w:w="4785" w:type="dxa"/>
          </w:tcPr>
          <w:p w14:paraId="0D4F05A5" w14:textId="77777777" w:rsidR="00032E4E" w:rsidRPr="00802727" w:rsidRDefault="00032E4E" w:rsidP="008544ED">
            <w:pPr>
              <w:rPr>
                <w:rFonts w:ascii="Univers" w:hAnsi="Univers"/>
                <w:b/>
                <w:sz w:val="27"/>
                <w:szCs w:val="27"/>
              </w:rPr>
            </w:pPr>
          </w:p>
        </w:tc>
        <w:tc>
          <w:tcPr>
            <w:tcW w:w="3435" w:type="dxa"/>
          </w:tcPr>
          <w:p w14:paraId="2B984144" w14:textId="77777777" w:rsidR="00032E4E" w:rsidRPr="00802727" w:rsidRDefault="00787688" w:rsidP="00023DA9">
            <w:pPr>
              <w:jc w:val="right"/>
              <w:rPr>
                <w:rFonts w:ascii="Arial" w:hAnsi="Arial" w:cs="Arial"/>
                <w:b/>
                <w:sz w:val="64"/>
                <w:szCs w:val="64"/>
              </w:rPr>
            </w:pPr>
            <w:r w:rsidRPr="00802727">
              <w:rPr>
                <w:rFonts w:ascii="Arial" w:hAnsi="Arial" w:cs="Arial"/>
                <w:b/>
                <w:sz w:val="64"/>
                <w:szCs w:val="64"/>
              </w:rPr>
              <w:t>MC</w:t>
            </w:r>
          </w:p>
        </w:tc>
      </w:tr>
      <w:tr w:rsidR="00032E4E" w:rsidRPr="00802727" w14:paraId="5E12003F" w14:textId="77777777" w:rsidTr="00E976AB">
        <w:trPr>
          <w:cantSplit/>
          <w:trHeight w:val="281"/>
          <w:jc w:val="right"/>
        </w:trPr>
        <w:tc>
          <w:tcPr>
            <w:tcW w:w="1560" w:type="dxa"/>
            <w:tcBorders>
              <w:bottom w:val="single" w:sz="4" w:space="0" w:color="auto"/>
            </w:tcBorders>
          </w:tcPr>
          <w:p w14:paraId="7DBB45BA" w14:textId="77777777" w:rsidR="00032E4E" w:rsidRPr="00802727" w:rsidRDefault="00032E4E" w:rsidP="00023DA9">
            <w:pPr>
              <w:rPr>
                <w:noProof/>
                <w:sz w:val="18"/>
                <w:szCs w:val="18"/>
              </w:rPr>
            </w:pPr>
          </w:p>
        </w:tc>
        <w:tc>
          <w:tcPr>
            <w:tcW w:w="4785" w:type="dxa"/>
            <w:tcBorders>
              <w:bottom w:val="single" w:sz="4" w:space="0" w:color="auto"/>
            </w:tcBorders>
          </w:tcPr>
          <w:p w14:paraId="146EF366" w14:textId="77777777" w:rsidR="00032E4E" w:rsidRPr="00802727" w:rsidRDefault="00032E4E" w:rsidP="00023DA9">
            <w:pPr>
              <w:rPr>
                <w:rFonts w:ascii="Univers" w:hAnsi="Univers"/>
                <w:b/>
                <w:sz w:val="18"/>
                <w:szCs w:val="18"/>
              </w:rPr>
            </w:pPr>
          </w:p>
        </w:tc>
        <w:tc>
          <w:tcPr>
            <w:tcW w:w="3435" w:type="dxa"/>
            <w:tcBorders>
              <w:bottom w:val="single" w:sz="4" w:space="0" w:color="auto"/>
            </w:tcBorders>
          </w:tcPr>
          <w:p w14:paraId="7F7C4939" w14:textId="77777777" w:rsidR="00032E4E" w:rsidRPr="00802727" w:rsidRDefault="00032E4E" w:rsidP="000F35D8">
            <w:pPr>
              <w:rPr>
                <w:noProof/>
                <w:sz w:val="18"/>
                <w:szCs w:val="18"/>
              </w:rPr>
            </w:pPr>
            <w:r w:rsidRPr="00802727">
              <w:rPr>
                <w:b/>
                <w:bCs/>
                <w:sz w:val="28"/>
              </w:rPr>
              <w:t>UNEP</w:t>
            </w:r>
            <w:bookmarkStart w:id="0" w:name="OLE_LINK1"/>
            <w:bookmarkStart w:id="1" w:name="OLE_LINK2"/>
            <w:r w:rsidR="00787688" w:rsidRPr="00802727">
              <w:rPr>
                <w:b/>
                <w:bCs/>
                <w:sz w:val="28"/>
              </w:rPr>
              <w:t>/</w:t>
            </w:r>
            <w:r w:rsidR="00787688" w:rsidRPr="00802727">
              <w:t>MC</w:t>
            </w:r>
            <w:r w:rsidRPr="00802727">
              <w:t>/</w:t>
            </w:r>
            <w:bookmarkEnd w:id="0"/>
            <w:bookmarkEnd w:id="1"/>
            <w:r w:rsidR="00787688" w:rsidRPr="00802727">
              <w:t>COP.1</w:t>
            </w:r>
            <w:r w:rsidRPr="00802727">
              <w:t>/</w:t>
            </w:r>
            <w:r w:rsidR="009431CE">
              <w:t>4</w:t>
            </w:r>
          </w:p>
        </w:tc>
      </w:tr>
      <w:bookmarkStart w:id="2" w:name="_MON_1021710482"/>
      <w:bookmarkStart w:id="3" w:name="_MON_1021710510"/>
      <w:bookmarkEnd w:id="2"/>
      <w:bookmarkEnd w:id="3"/>
      <w:tr w:rsidR="00032E4E" w:rsidRPr="00802727" w14:paraId="7F768EBA" w14:textId="77777777" w:rsidTr="00E976AB">
        <w:trPr>
          <w:cantSplit/>
          <w:trHeight w:val="2549"/>
          <w:jc w:val="right"/>
        </w:trPr>
        <w:tc>
          <w:tcPr>
            <w:tcW w:w="1560" w:type="dxa"/>
            <w:tcBorders>
              <w:top w:val="single" w:sz="4" w:space="0" w:color="auto"/>
              <w:bottom w:val="single" w:sz="24" w:space="0" w:color="auto"/>
            </w:tcBorders>
          </w:tcPr>
          <w:p w14:paraId="73A06A7E" w14:textId="77777777" w:rsidR="00032E4E" w:rsidRPr="00802727" w:rsidRDefault="00032E4E" w:rsidP="00023DA9">
            <w:pPr>
              <w:rPr>
                <w:noProof/>
              </w:rPr>
            </w:pPr>
            <w:r w:rsidRPr="00802727">
              <w:rPr>
                <w:noProof/>
              </w:rPr>
              <w:object w:dxaOrig="1831" w:dyaOrig="1726" w14:anchorId="2A8F1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pt;height:62.5pt" o:ole="" fillcolor="window">
                  <v:imagedata r:id="rId9" o:title=""/>
                </v:shape>
                <o:OLEObject Type="Embed" ProgID="Word.Picture.8" ShapeID="_x0000_i1025" DrawAspect="Content" ObjectID="_1561205545" r:id="rId10"/>
              </w:object>
            </w:r>
            <w:r w:rsidR="00011A16" w:rsidRPr="00802727">
              <w:rPr>
                <w:noProof/>
                <w:lang w:val="en-US"/>
              </w:rPr>
              <w:drawing>
                <wp:inline distT="0" distB="0" distL="0" distR="0" wp14:anchorId="4D7AA2F9" wp14:editId="74CB1BAC">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6C225C68" w14:textId="77777777" w:rsidR="00032E4E" w:rsidRPr="00802727" w:rsidRDefault="00032E4E" w:rsidP="00023DA9">
            <w:pPr>
              <w:spacing w:before="1200"/>
              <w:rPr>
                <w:rFonts w:ascii="Arial" w:hAnsi="Arial" w:cs="Arial"/>
                <w:b/>
                <w:sz w:val="28"/>
              </w:rPr>
            </w:pPr>
            <w:r w:rsidRPr="00802727">
              <w:rPr>
                <w:rFonts w:ascii="Arial" w:hAnsi="Arial" w:cs="Arial"/>
                <w:b/>
                <w:sz w:val="32"/>
                <w:szCs w:val="32"/>
              </w:rPr>
              <w:t>United Nations</w:t>
            </w:r>
            <w:r w:rsidRPr="00802727">
              <w:rPr>
                <w:rFonts w:ascii="Arial" w:hAnsi="Arial" w:cs="Arial"/>
                <w:b/>
                <w:sz w:val="32"/>
                <w:szCs w:val="32"/>
              </w:rPr>
              <w:br w:type="textWrapping" w:clear="all"/>
              <w:t>Environment</w:t>
            </w:r>
            <w:r w:rsidRPr="00802727">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14:paraId="7D3FECB3" w14:textId="6C4511DB" w:rsidR="00032E4E" w:rsidRPr="00A54FD2" w:rsidRDefault="00032E4E" w:rsidP="00787688">
            <w:pPr>
              <w:spacing w:before="120"/>
            </w:pPr>
            <w:r w:rsidRPr="00A54FD2">
              <w:t>Distr.: General</w:t>
            </w:r>
            <w:r w:rsidRPr="00A54FD2">
              <w:br w:type="textWrapping" w:clear="all"/>
            </w:r>
            <w:r w:rsidR="00171BF4" w:rsidRPr="00A54FD2">
              <w:t>9 June 2017</w:t>
            </w:r>
          </w:p>
          <w:p w14:paraId="18689706" w14:textId="77777777" w:rsidR="00032E4E" w:rsidRPr="00B5723A" w:rsidRDefault="00032E4E" w:rsidP="00023DA9">
            <w:pPr>
              <w:spacing w:before="240"/>
              <w:rPr>
                <w:color w:val="000000" w:themeColor="text1"/>
              </w:rPr>
            </w:pPr>
            <w:r w:rsidRPr="00A54FD2">
              <w:t>Original: English</w:t>
            </w:r>
          </w:p>
        </w:tc>
      </w:tr>
    </w:tbl>
    <w:p w14:paraId="17061EE2" w14:textId="6D41EBF6" w:rsidR="00C1728F" w:rsidRPr="00802727" w:rsidRDefault="00787688" w:rsidP="00931D8C">
      <w:pPr>
        <w:pStyle w:val="AATitle"/>
        <w:keepNext w:val="0"/>
        <w:keepLines w:val="0"/>
      </w:pPr>
      <w:r w:rsidRPr="00802727">
        <w:t>Conference of the Parties</w:t>
      </w:r>
      <w:r w:rsidR="00C1728F">
        <w:t xml:space="preserve"> to the</w:t>
      </w:r>
      <w:r w:rsidR="004B251A">
        <w:br/>
      </w:r>
      <w:proofErr w:type="spellStart"/>
      <w:r w:rsidR="00C1728F" w:rsidRPr="00802727">
        <w:t>Minamata</w:t>
      </w:r>
      <w:proofErr w:type="spellEnd"/>
      <w:r w:rsidR="00C1728F" w:rsidRPr="00802727">
        <w:t xml:space="preserve"> Convention on Mercury</w:t>
      </w:r>
    </w:p>
    <w:p w14:paraId="612AD30C" w14:textId="77777777" w:rsidR="00E976AB" w:rsidRPr="00802727" w:rsidRDefault="00787688" w:rsidP="00E976AB">
      <w:pPr>
        <w:pStyle w:val="AATitle"/>
        <w:keepNext w:val="0"/>
        <w:keepLines w:val="0"/>
      </w:pPr>
      <w:r w:rsidRPr="00802727">
        <w:t>First meeting</w:t>
      </w:r>
    </w:p>
    <w:p w14:paraId="42EF60AE" w14:textId="2AAD8608" w:rsidR="00E976AB" w:rsidRPr="00802727" w:rsidRDefault="00787688" w:rsidP="00787688">
      <w:pPr>
        <w:pStyle w:val="AATitle"/>
        <w:rPr>
          <w:b w:val="0"/>
        </w:rPr>
      </w:pPr>
      <w:r w:rsidRPr="00802727">
        <w:rPr>
          <w:b w:val="0"/>
        </w:rPr>
        <w:t>Geneva</w:t>
      </w:r>
      <w:r w:rsidR="00E976AB" w:rsidRPr="00802727">
        <w:rPr>
          <w:b w:val="0"/>
        </w:rPr>
        <w:t xml:space="preserve">, </w:t>
      </w:r>
      <w:r w:rsidR="00325D38" w:rsidRPr="00802727">
        <w:rPr>
          <w:b w:val="0"/>
        </w:rPr>
        <w:t xml:space="preserve">24–29 September </w:t>
      </w:r>
      <w:r w:rsidRPr="00802727">
        <w:rPr>
          <w:b w:val="0"/>
        </w:rPr>
        <w:t>2017</w:t>
      </w:r>
    </w:p>
    <w:p w14:paraId="745CCD92" w14:textId="77777777" w:rsidR="009431CE" w:rsidRPr="00A54FD2" w:rsidRDefault="009431CE" w:rsidP="00A54FD2">
      <w:pPr>
        <w:pStyle w:val="AATitle"/>
        <w:rPr>
          <w:b w:val="0"/>
        </w:rPr>
      </w:pPr>
      <w:r w:rsidRPr="00A54FD2">
        <w:rPr>
          <w:b w:val="0"/>
        </w:rPr>
        <w:t>Item 4 of the provisional agenda</w:t>
      </w:r>
      <w:r w:rsidRPr="00A54FD2">
        <w:rPr>
          <w:b w:val="0"/>
        </w:rPr>
        <w:footnoteReference w:customMarkFollows="1" w:id="1"/>
        <w:t>*</w:t>
      </w:r>
    </w:p>
    <w:p w14:paraId="27475C7E" w14:textId="77777777" w:rsidR="009431CE" w:rsidRPr="00171BF4" w:rsidRDefault="009431CE" w:rsidP="00A54FD2">
      <w:pPr>
        <w:pStyle w:val="AATitle"/>
        <w:spacing w:before="60" w:after="60"/>
      </w:pPr>
      <w:r w:rsidRPr="00171BF4">
        <w:t>Report on the achievements of the intergovernmental negotiating committee to prepare a global legally binding instrument on mercury</w:t>
      </w:r>
    </w:p>
    <w:p w14:paraId="77B40A63" w14:textId="77777777" w:rsidR="009431CE" w:rsidRPr="004B479C" w:rsidRDefault="009431CE" w:rsidP="00171BF4">
      <w:pPr>
        <w:pStyle w:val="BBTitle"/>
      </w:pPr>
      <w:r>
        <w:t xml:space="preserve">Achievements of the </w:t>
      </w:r>
      <w:r w:rsidRPr="00171BF4">
        <w:t>intergovernmental</w:t>
      </w:r>
      <w:r>
        <w:t xml:space="preserve"> negotiating committee </w:t>
      </w:r>
      <w:proofErr w:type="gramStart"/>
      <w:r w:rsidRPr="004B479C">
        <w:t>to</w:t>
      </w:r>
      <w:proofErr w:type="gramEnd"/>
      <w:r w:rsidRPr="004B479C">
        <w:t xml:space="preserve"> prepare a global legally binding instrument</w:t>
      </w:r>
      <w:r>
        <w:t xml:space="preserve"> </w:t>
      </w:r>
      <w:r w:rsidRPr="004B479C">
        <w:t>on mercury</w:t>
      </w:r>
    </w:p>
    <w:p w14:paraId="50FF7625" w14:textId="2719D3E7" w:rsidR="009431CE" w:rsidRPr="00171BF4" w:rsidRDefault="009431CE" w:rsidP="00A54FD2">
      <w:pPr>
        <w:pStyle w:val="CH2"/>
      </w:pPr>
      <w:r w:rsidRPr="007D5A28">
        <w:tab/>
      </w:r>
      <w:r w:rsidRPr="007D5A28">
        <w:tab/>
        <w:t xml:space="preserve">Note by the </w:t>
      </w:r>
      <w:r w:rsidR="004816E9">
        <w:t>s</w:t>
      </w:r>
      <w:r w:rsidR="004816E9" w:rsidRPr="007D5A28">
        <w:t>ecretariat</w:t>
      </w:r>
    </w:p>
    <w:p w14:paraId="73643EC8" w14:textId="2FF7D5C0" w:rsidR="009431CE" w:rsidRDefault="009431CE" w:rsidP="00A54FD2">
      <w:pPr>
        <w:pStyle w:val="Normalnumber"/>
        <w:numPr>
          <w:ilvl w:val="0"/>
          <w:numId w:val="4"/>
        </w:numPr>
        <w:tabs>
          <w:tab w:val="clear" w:pos="1305"/>
        </w:tabs>
        <w:ind w:left="1247"/>
      </w:pPr>
      <w:r>
        <w:t xml:space="preserve">The secretariat has the honour to provide, in the annex to </w:t>
      </w:r>
      <w:r w:rsidR="004816E9">
        <w:t xml:space="preserve">the present </w:t>
      </w:r>
      <w:r>
        <w:t xml:space="preserve">note, a summary of the work carried out by the </w:t>
      </w:r>
      <w:r w:rsidRPr="00C4245F">
        <w:t>intergovernmental negotiating committee to prepare a global legally binding instrument on mercury</w:t>
      </w:r>
      <w:r w:rsidR="004816E9">
        <w:t>,</w:t>
      </w:r>
      <w:r>
        <w:t xml:space="preserve"> established by decision 25/5 of the Governing Council of the United Nations Environment Programme. The report covers the period </w:t>
      </w:r>
      <w:r w:rsidR="004816E9">
        <w:t xml:space="preserve">from </w:t>
      </w:r>
      <w:r w:rsidR="00C906F0">
        <w:t xml:space="preserve">the committee’s </w:t>
      </w:r>
      <w:r>
        <w:t xml:space="preserve">first </w:t>
      </w:r>
      <w:r w:rsidR="00E97804">
        <w:t xml:space="preserve">session, </w:t>
      </w:r>
      <w:r>
        <w:t>in June</w:t>
      </w:r>
      <w:r w:rsidR="00BB1FC4">
        <w:t> </w:t>
      </w:r>
      <w:r>
        <w:t>2010</w:t>
      </w:r>
      <w:r w:rsidR="00E97804">
        <w:t>,</w:t>
      </w:r>
      <w:r>
        <w:t xml:space="preserve"> to the first meeting of the Conference of the Parties to the </w:t>
      </w:r>
      <w:proofErr w:type="spellStart"/>
      <w:r>
        <w:t>Minamata</w:t>
      </w:r>
      <w:proofErr w:type="spellEnd"/>
      <w:r>
        <w:t xml:space="preserve"> Convention on Mercury</w:t>
      </w:r>
      <w:r w:rsidR="004816E9">
        <w:t>,</w:t>
      </w:r>
      <w:r>
        <w:t xml:space="preserve"> in September 2017. </w:t>
      </w:r>
      <w:bookmarkStart w:id="4" w:name="_GoBack"/>
      <w:bookmarkEnd w:id="4"/>
    </w:p>
    <w:p w14:paraId="67C97A96" w14:textId="77777777" w:rsidR="009431CE" w:rsidRDefault="009431CE" w:rsidP="00B5723A">
      <w:pPr>
        <w:pStyle w:val="Normalnumber"/>
        <w:numPr>
          <w:ilvl w:val="0"/>
          <w:numId w:val="4"/>
        </w:numPr>
        <w:tabs>
          <w:tab w:val="clear" w:pos="1305"/>
        </w:tabs>
        <w:ind w:left="1247"/>
      </w:pPr>
      <w:r>
        <w:t xml:space="preserve">The Conference of the Parties may wish to take note of the report and express its appreciation to the </w:t>
      </w:r>
      <w:r w:rsidRPr="00C4245F">
        <w:t>intergovernmental negotiating committee</w:t>
      </w:r>
      <w:r>
        <w:t xml:space="preserve"> for all its achievements.</w:t>
      </w:r>
    </w:p>
    <w:p w14:paraId="3770B71E" w14:textId="77777777" w:rsidR="009431CE" w:rsidRPr="00FE1DD4" w:rsidRDefault="009431CE" w:rsidP="00171BF4">
      <w:pPr>
        <w:pStyle w:val="ZZAnxheader"/>
      </w:pPr>
      <w:r>
        <w:br w:type="page"/>
      </w:r>
      <w:r w:rsidRPr="00FE1DD4">
        <w:lastRenderedPageBreak/>
        <w:t>Annex</w:t>
      </w:r>
    </w:p>
    <w:p w14:paraId="7A2DBF94" w14:textId="77777777" w:rsidR="009431CE" w:rsidRDefault="009431CE" w:rsidP="00171BF4">
      <w:pPr>
        <w:pStyle w:val="ZZAnxtitle"/>
      </w:pPr>
      <w:r>
        <w:t xml:space="preserve">Achievements of the intergovernmental negotiating committee </w:t>
      </w:r>
      <w:r w:rsidRPr="004B479C">
        <w:t>to prepare a global legally binding instrument</w:t>
      </w:r>
      <w:r>
        <w:t xml:space="preserve"> </w:t>
      </w:r>
      <w:r w:rsidRPr="004B479C">
        <w:t>on mercury</w:t>
      </w:r>
    </w:p>
    <w:p w14:paraId="481B8E1F" w14:textId="6A094F6E" w:rsidR="009431CE" w:rsidRPr="00B5723A" w:rsidRDefault="00275E4A" w:rsidP="00B5723A">
      <w:pPr>
        <w:pStyle w:val="CH1"/>
        <w:ind w:left="0" w:firstLine="0"/>
        <w:rPr>
          <w:sz w:val="24"/>
          <w:szCs w:val="24"/>
        </w:rPr>
      </w:pPr>
      <w:r>
        <w:tab/>
        <w:t>I.</w:t>
      </w:r>
      <w:r>
        <w:tab/>
      </w:r>
      <w:r w:rsidR="009431CE" w:rsidRPr="00797350">
        <w:t>Introduction</w:t>
      </w:r>
    </w:p>
    <w:p w14:paraId="642810C1" w14:textId="02391997" w:rsidR="009431CE" w:rsidRPr="00931D8C" w:rsidRDefault="009431CE" w:rsidP="00204C46">
      <w:pPr>
        <w:pStyle w:val="Normalnumber"/>
        <w:numPr>
          <w:ilvl w:val="0"/>
          <w:numId w:val="45"/>
        </w:numPr>
      </w:pPr>
      <w:r w:rsidRPr="00931D8C">
        <w:t xml:space="preserve">Consideration of the most appropriate mechanism to address the global issue of mercury was undertaken between 2007 and 2009 </w:t>
      </w:r>
      <w:r w:rsidR="00D804F8" w:rsidRPr="00931D8C">
        <w:t xml:space="preserve">and included </w:t>
      </w:r>
      <w:r w:rsidR="00726BB3" w:rsidRPr="00931D8C">
        <w:t xml:space="preserve">both </w:t>
      </w:r>
      <w:r w:rsidRPr="00931D8C">
        <w:t xml:space="preserve">voluntary </w:t>
      </w:r>
      <w:r w:rsidR="00726BB3" w:rsidRPr="00931D8C">
        <w:t xml:space="preserve">and </w:t>
      </w:r>
      <w:r w:rsidRPr="00931D8C">
        <w:t>legally binding approach</w:t>
      </w:r>
      <w:r w:rsidR="00313550" w:rsidRPr="00931D8C">
        <w:t>es</w:t>
      </w:r>
      <w:r w:rsidRPr="00931D8C">
        <w:t xml:space="preserve">. In February 2009, the Governing Council of the United Nations Environment Programme (UNEP) requested the Executive Director of UNEP to convene an intergovernmental negotiating committee with the mandate to prepare a global legally binding instrument on mercury. The mandate of the committee, which is set out in part III of </w:t>
      </w:r>
      <w:r w:rsidR="00EF7D88" w:rsidRPr="00931D8C">
        <w:t xml:space="preserve">Governing Council </w:t>
      </w:r>
      <w:r w:rsidRPr="00931D8C">
        <w:t>decision 25/5,</w:t>
      </w:r>
      <w:r w:rsidR="00204C46">
        <w:t xml:space="preserve"> </w:t>
      </w:r>
      <w:r w:rsidRPr="00931D8C">
        <w:t>was reaffirmed by the Council in</w:t>
      </w:r>
      <w:r w:rsidR="00931D8C" w:rsidRPr="00931D8C">
        <w:t xml:space="preserve"> its decision 26/3</w:t>
      </w:r>
      <w:r w:rsidR="00931D8C">
        <w:t xml:space="preserve"> of </w:t>
      </w:r>
      <w:r w:rsidR="00E67437">
        <w:t xml:space="preserve">24 </w:t>
      </w:r>
      <w:r w:rsidRPr="00931D8C">
        <w:t>February 2011</w:t>
      </w:r>
      <w:r w:rsidR="00931D8C">
        <w:t xml:space="preserve">; </w:t>
      </w:r>
      <w:r w:rsidRPr="00931D8C">
        <w:t>previous</w:t>
      </w:r>
      <w:r w:rsidR="00E67437">
        <w:t xml:space="preserve"> </w:t>
      </w:r>
      <w:r w:rsidR="00931D8C" w:rsidRPr="00932FCF">
        <w:t>decision</w:t>
      </w:r>
      <w:r w:rsidR="00931D8C">
        <w:t>s</w:t>
      </w:r>
      <w:r w:rsidR="00E67437">
        <w:t xml:space="preserve">, namely decisions </w:t>
      </w:r>
      <w:r w:rsidR="00931D8C" w:rsidRPr="00932FCF">
        <w:t xml:space="preserve">23/9 </w:t>
      </w:r>
      <w:r w:rsidR="00931D8C">
        <w:t>and</w:t>
      </w:r>
      <w:r w:rsidR="00931D8C" w:rsidRPr="0086419E">
        <w:t xml:space="preserve"> 24/3</w:t>
      </w:r>
      <w:r w:rsidR="00E67437">
        <w:t>,</w:t>
      </w:r>
      <w:r w:rsidR="00931D8C" w:rsidRPr="00931D8C" w:rsidDel="00931D8C">
        <w:t xml:space="preserve"> </w:t>
      </w:r>
      <w:r w:rsidR="00931D8C">
        <w:t>had</w:t>
      </w:r>
      <w:r w:rsidRPr="00931D8C">
        <w:t xml:space="preserve"> paved the way for the negotiation process to be initiated</w:t>
      </w:r>
      <w:r w:rsidR="00931D8C">
        <w:t>.</w:t>
      </w:r>
    </w:p>
    <w:p w14:paraId="70179F9E" w14:textId="7A2594B4" w:rsidR="009431CE" w:rsidRDefault="009431CE" w:rsidP="000A546D">
      <w:pPr>
        <w:pStyle w:val="Normalnumber"/>
        <w:numPr>
          <w:ilvl w:val="0"/>
          <w:numId w:val="45"/>
        </w:numPr>
      </w:pPr>
      <w:r w:rsidRPr="00C4245F">
        <w:t>Decision 25/</w:t>
      </w:r>
      <w:r w:rsidRPr="00204C46">
        <w:t>5 contemplated that</w:t>
      </w:r>
      <w:r>
        <w:t xml:space="preserve"> the</w:t>
      </w:r>
      <w:r w:rsidRPr="00C4245F">
        <w:t xml:space="preserve"> committee should complete its work prior to the </w:t>
      </w:r>
      <w:r w:rsidR="00171BF4">
        <w:br/>
      </w:r>
      <w:r w:rsidRPr="00C4245F">
        <w:t>twenty-seventh regular session of the Governing Council</w:t>
      </w:r>
      <w:r w:rsidRPr="00204C46">
        <w:t xml:space="preserve">, in 2013. In line with that mandate, the intergovernmental negotiating committee </w:t>
      </w:r>
      <w:r w:rsidR="00C11650" w:rsidRPr="00204C46">
        <w:t>held</w:t>
      </w:r>
      <w:r w:rsidRPr="00204C46">
        <w:t xml:space="preserve"> five sessions. </w:t>
      </w:r>
      <w:r w:rsidR="00E84D15">
        <w:t>At its</w:t>
      </w:r>
      <w:r w:rsidRPr="00204C46">
        <w:t xml:space="preserve"> fifth session</w:t>
      </w:r>
      <w:r w:rsidR="00E84D15">
        <w:t>,</w:t>
      </w:r>
      <w:r w:rsidRPr="00204C46">
        <w:t xml:space="preserve"> the committee </w:t>
      </w:r>
      <w:r w:rsidR="006369D0" w:rsidRPr="00204C46">
        <w:t>reached agreement</w:t>
      </w:r>
      <w:r w:rsidRPr="00204C46">
        <w:t xml:space="preserve"> </w:t>
      </w:r>
      <w:r w:rsidR="00D86F3D" w:rsidRPr="00204C46">
        <w:t xml:space="preserve">on </w:t>
      </w:r>
      <w:r w:rsidRPr="00204C46">
        <w:t>the</w:t>
      </w:r>
      <w:r w:rsidRPr="00792935">
        <w:t xml:space="preserve"> final draft text of the </w:t>
      </w:r>
      <w:proofErr w:type="spellStart"/>
      <w:r w:rsidRPr="00792935">
        <w:t>Minamata</w:t>
      </w:r>
      <w:proofErr w:type="spellEnd"/>
      <w:r w:rsidRPr="00792935">
        <w:t xml:space="preserve"> Convention on Mercury, which was adopted and opened for signature at a</w:t>
      </w:r>
      <w:r>
        <w:t xml:space="preserve"> </w:t>
      </w:r>
      <w:r w:rsidR="00D86F3D">
        <w:t>diplomatic conference</w:t>
      </w:r>
      <w:r>
        <w:t xml:space="preserve"> held </w:t>
      </w:r>
      <w:r w:rsidR="002F6A9F">
        <w:t xml:space="preserve">in </w:t>
      </w:r>
      <w:r w:rsidR="006369D0">
        <w:t xml:space="preserve">Kumamoto, </w:t>
      </w:r>
      <w:r w:rsidR="002F6A9F" w:rsidRPr="00792935">
        <w:t>Japan</w:t>
      </w:r>
      <w:r w:rsidR="006369D0">
        <w:t>,</w:t>
      </w:r>
      <w:r w:rsidR="002F6A9F">
        <w:t xml:space="preserve"> </w:t>
      </w:r>
      <w:r>
        <w:t>in</w:t>
      </w:r>
      <w:r w:rsidRPr="00792935">
        <w:t xml:space="preserve"> October 2013.</w:t>
      </w:r>
      <w:r>
        <w:t xml:space="preserve"> The committee then further reconvened twice, in </w:t>
      </w:r>
      <w:r w:rsidR="006369D0">
        <w:t xml:space="preserve">Bangkok in </w:t>
      </w:r>
      <w:r>
        <w:t xml:space="preserve">November 2014 and </w:t>
      </w:r>
      <w:r w:rsidR="006369D0">
        <w:t xml:space="preserve">at the Dead Sea, Jordan, </w:t>
      </w:r>
      <w:r>
        <w:t>in March 2016, in order to facilitate the rapid entry into force of the Convention and its effective implementation upon entry into force.</w:t>
      </w:r>
    </w:p>
    <w:p w14:paraId="555352A1" w14:textId="0EC6A89E" w:rsidR="009431CE" w:rsidRPr="00797350" w:rsidRDefault="00275E4A" w:rsidP="00A54FD2">
      <w:pPr>
        <w:pStyle w:val="CH1"/>
        <w:ind w:left="0" w:firstLine="0"/>
      </w:pPr>
      <w:r>
        <w:tab/>
        <w:t>II.</w:t>
      </w:r>
      <w:r>
        <w:tab/>
      </w:r>
      <w:r w:rsidR="009431CE" w:rsidRPr="00797350">
        <w:t>Development of a legally binding instrument on mercury</w:t>
      </w:r>
    </w:p>
    <w:p w14:paraId="7895C96B" w14:textId="67CFDE1A" w:rsidR="009431CE" w:rsidRPr="00171BF4" w:rsidRDefault="009431CE" w:rsidP="000A546D">
      <w:pPr>
        <w:pStyle w:val="Normalnumber"/>
        <w:numPr>
          <w:ilvl w:val="0"/>
          <w:numId w:val="45"/>
        </w:numPr>
      </w:pPr>
      <w:r>
        <w:t xml:space="preserve">The first session of the </w:t>
      </w:r>
      <w:r w:rsidRPr="00171BF4">
        <w:t>committee</w:t>
      </w:r>
      <w:r>
        <w:t>,</w:t>
      </w:r>
      <w:r w:rsidRPr="00DB73B0">
        <w:t xml:space="preserve"> held in Stockholm from 7 to 11 June 2010, formal</w:t>
      </w:r>
      <w:r>
        <w:t>ly</w:t>
      </w:r>
      <w:r w:rsidRPr="00DB73B0">
        <w:t xml:space="preserve"> launch</w:t>
      </w:r>
      <w:r>
        <w:t>ed the</w:t>
      </w:r>
      <w:r w:rsidRPr="00DB73B0">
        <w:t xml:space="preserve"> negotiations</w:t>
      </w:r>
      <w:r>
        <w:t xml:space="preserve"> with the adoption of the</w:t>
      </w:r>
      <w:r w:rsidRPr="00171BF4">
        <w:t xml:space="preserve"> rules of procedure under which it would operate</w:t>
      </w:r>
      <w:r w:rsidR="00BE7662">
        <w:t xml:space="preserve"> and</w:t>
      </w:r>
      <w:r w:rsidR="00BE7662" w:rsidRPr="00171BF4">
        <w:t xml:space="preserve"> </w:t>
      </w:r>
      <w:r w:rsidRPr="00171BF4">
        <w:t xml:space="preserve">the election of </w:t>
      </w:r>
      <w:r w:rsidR="006369D0">
        <w:t>the Chair</w:t>
      </w:r>
      <w:r w:rsidR="000A546D">
        <w:t xml:space="preserve">, </w:t>
      </w:r>
      <w:r w:rsidRPr="00171BF4">
        <w:t xml:space="preserve">Fernando </w:t>
      </w:r>
      <w:proofErr w:type="spellStart"/>
      <w:r w:rsidRPr="00171BF4">
        <w:t>Lugris</w:t>
      </w:r>
      <w:proofErr w:type="spellEnd"/>
      <w:r w:rsidRPr="00171BF4">
        <w:t xml:space="preserve"> (Uruguay)</w:t>
      </w:r>
      <w:r w:rsidR="000A546D">
        <w:t>,</w:t>
      </w:r>
      <w:r w:rsidRPr="00171BF4">
        <w:t xml:space="preserve"> and nine vice-chairs</w:t>
      </w:r>
      <w:r w:rsidR="00FE4B71">
        <w:t>,</w:t>
      </w:r>
      <w:r w:rsidRPr="00171BF4">
        <w:t xml:space="preserve"> </w:t>
      </w:r>
      <w:r w:rsidR="00FE4B71">
        <w:t xml:space="preserve">who </w:t>
      </w:r>
      <w:r w:rsidRPr="00171BF4">
        <w:t xml:space="preserve">together </w:t>
      </w:r>
      <w:r w:rsidR="00FE4B71">
        <w:t xml:space="preserve">comprise </w:t>
      </w:r>
      <w:r w:rsidRPr="00171BF4">
        <w:t xml:space="preserve">the Bureau of the committee. Delegates then had the opportunity to give an initial presentation of their views on each of the provisions listed in the negotiating mandate. The committee concluded by requesting the secretariat to prepare additional documents to support discussion at its </w:t>
      </w:r>
      <w:r w:rsidR="009C378A">
        <w:t>second</w:t>
      </w:r>
      <w:r w:rsidR="009C378A" w:rsidRPr="00171BF4">
        <w:t xml:space="preserve"> </w:t>
      </w:r>
      <w:r w:rsidRPr="00171BF4">
        <w:t xml:space="preserve">session, including a paper containing possible </w:t>
      </w:r>
      <w:r w:rsidRPr="00030954">
        <w:t xml:space="preserve">draft elements of the comprehensive and suitable approach to mercury called for </w:t>
      </w:r>
      <w:r w:rsidR="00EF1D50">
        <w:t xml:space="preserve">in </w:t>
      </w:r>
      <w:r>
        <w:t>decision 25/5</w:t>
      </w:r>
      <w:r w:rsidRPr="00171BF4">
        <w:t xml:space="preserve">. </w:t>
      </w:r>
    </w:p>
    <w:p w14:paraId="255D1365" w14:textId="2C886CC7" w:rsidR="009431CE" w:rsidRDefault="009431CE">
      <w:pPr>
        <w:pStyle w:val="Normalnumber"/>
        <w:numPr>
          <w:ilvl w:val="0"/>
          <w:numId w:val="45"/>
        </w:numPr>
      </w:pPr>
      <w:r w:rsidRPr="00171BF4">
        <w:t>At its second, third and fourth sessions</w:t>
      </w:r>
      <w:r>
        <w:t>,</w:t>
      </w:r>
      <w:r w:rsidRPr="00DB73B0">
        <w:t xml:space="preserve"> held </w:t>
      </w:r>
      <w:r>
        <w:t xml:space="preserve">respectively </w:t>
      </w:r>
      <w:r w:rsidRPr="00171BF4">
        <w:t>in Chiba, Japan</w:t>
      </w:r>
      <w:r w:rsidR="00CF212B">
        <w:t>,</w:t>
      </w:r>
      <w:r w:rsidRPr="00171BF4">
        <w:t xml:space="preserve"> from 24 to 28</w:t>
      </w:r>
      <w:r w:rsidR="00171BF4">
        <w:t> </w:t>
      </w:r>
      <w:r w:rsidRPr="00171BF4">
        <w:t xml:space="preserve">January 2011, </w:t>
      </w:r>
      <w:r>
        <w:t>in Nairobi</w:t>
      </w:r>
      <w:r w:rsidR="00301F6E">
        <w:t xml:space="preserve"> </w:t>
      </w:r>
      <w:r>
        <w:t>from 31 October to 4 November 2011 and in Punta del Este, Uruguay, from 27 June to 2 July 2012, the committee carried out complete reviews of the successive iterations of the</w:t>
      </w:r>
      <w:r w:rsidRPr="00171BF4">
        <w:t xml:space="preserve"> draft elements and draft text for a comprehensive and suitable approach to a global legally binding instrument on mercury (</w:t>
      </w:r>
      <w:r w:rsidR="00CF212B">
        <w:t xml:space="preserve">see </w:t>
      </w:r>
      <w:r w:rsidRPr="00171BF4">
        <w:t xml:space="preserve">UNEP(DTIE)/Hg/INC.2/3, UNEP(DTIE)/Hg/INC.3/3 and UNEP(DTIE)/Hg/INC.4/3) prepared by the secretariat for each </w:t>
      </w:r>
      <w:r w:rsidR="00C329D6">
        <w:t xml:space="preserve">respective </w:t>
      </w:r>
      <w:r w:rsidRPr="00171BF4">
        <w:t xml:space="preserve">session on the basis of the views expressed during discussions and submitted in writing. </w:t>
      </w:r>
      <w:r>
        <w:t>The committee</w:t>
      </w:r>
      <w:r w:rsidRPr="00171BF4">
        <w:t xml:space="preserve"> concluded its fourth session by requesting the Chair to prepare,</w:t>
      </w:r>
      <w:r w:rsidRPr="00872C1B">
        <w:t xml:space="preserve"> </w:t>
      </w:r>
      <w:r>
        <w:t>for consideration at its fifth session,</w:t>
      </w:r>
      <w:r w:rsidRPr="00171BF4">
        <w:t xml:space="preserve"> a Chair’s </w:t>
      </w:r>
      <w:r w:rsidR="0030460E">
        <w:t xml:space="preserve">draft </w:t>
      </w:r>
      <w:r w:rsidRPr="00171BF4">
        <w:t xml:space="preserve">text, </w:t>
      </w:r>
      <w:r w:rsidR="00301F6E">
        <w:t>namely</w:t>
      </w:r>
      <w:r w:rsidRPr="00171BF4">
        <w:t xml:space="preserve">, a version of the draft instrument </w:t>
      </w:r>
      <w:r w:rsidR="00136E25">
        <w:t xml:space="preserve">on </w:t>
      </w:r>
      <w:r w:rsidR="00136E25" w:rsidRPr="00171BF4">
        <w:t xml:space="preserve">mercury </w:t>
      </w:r>
      <w:r w:rsidRPr="00171BF4">
        <w:t xml:space="preserve">in which he proposed </w:t>
      </w:r>
      <w:r w:rsidRPr="0042794F">
        <w:t>compromise text</w:t>
      </w:r>
      <w:r w:rsidRPr="00171BF4">
        <w:t xml:space="preserve"> in an effort to bridge the differences between the various positions espoused by the parties</w:t>
      </w:r>
      <w:r>
        <w:t xml:space="preserve">. At </w:t>
      </w:r>
      <w:r w:rsidR="00852780">
        <w:t xml:space="preserve">the same </w:t>
      </w:r>
      <w:r>
        <w:t xml:space="preserve">session, the committee tasked the secretariat with preparing draft elements of the Final Act </w:t>
      </w:r>
      <w:r w:rsidRPr="004C7F34">
        <w:t xml:space="preserve">to be adopted at the </w:t>
      </w:r>
      <w:r w:rsidRPr="00F16E47">
        <w:t>Conference of Plenipotentiaries</w:t>
      </w:r>
      <w:r w:rsidRPr="004C7F34">
        <w:t xml:space="preserve"> at which </w:t>
      </w:r>
      <w:r>
        <w:t xml:space="preserve">the Convention would be adopted and opened for signature. </w:t>
      </w:r>
      <w:r w:rsidR="00852780">
        <w:t xml:space="preserve">Those </w:t>
      </w:r>
      <w:r>
        <w:t>draft elements were to cover</w:t>
      </w:r>
      <w:r w:rsidR="00852780">
        <w:t>,</w:t>
      </w:r>
      <w:r>
        <w:t xml:space="preserve"> </w:t>
      </w:r>
      <w:r w:rsidRPr="00A561BF">
        <w:t xml:space="preserve">among other things, how to promote and prepare for </w:t>
      </w:r>
      <w:r w:rsidR="00301F6E">
        <w:t xml:space="preserve">the </w:t>
      </w:r>
      <w:r w:rsidRPr="00A561BF">
        <w:t xml:space="preserve">early implementation of the mercury instrument; arrangements for the interim period between the signing of the instrument and its entry into force, including arrangements for financial and technical assistance during that period; and </w:t>
      </w:r>
      <w:r w:rsidRPr="00E50C62">
        <w:t>secretariat arrangements</w:t>
      </w:r>
      <w:r w:rsidRPr="00A561BF">
        <w:t xml:space="preserve">. </w:t>
      </w:r>
    </w:p>
    <w:p w14:paraId="7EBDD78A" w14:textId="5BAC2CE7" w:rsidR="009431CE" w:rsidRDefault="00136E25" w:rsidP="00872C0D">
      <w:pPr>
        <w:pStyle w:val="Normalnumber"/>
        <w:numPr>
          <w:ilvl w:val="0"/>
          <w:numId w:val="45"/>
        </w:numPr>
      </w:pPr>
      <w:r>
        <w:t xml:space="preserve">At its </w:t>
      </w:r>
      <w:r w:rsidR="009431CE">
        <w:t>fifth session</w:t>
      </w:r>
      <w:r>
        <w:t>,</w:t>
      </w:r>
      <w:r w:rsidR="009431CE">
        <w:t xml:space="preserve"> held in Geneva from 13 to 18 January 2013, </w:t>
      </w:r>
      <w:r>
        <w:t xml:space="preserve">the committee </w:t>
      </w:r>
      <w:r w:rsidR="009431CE">
        <w:t xml:space="preserve">used the </w:t>
      </w:r>
      <w:r w:rsidR="009431CE" w:rsidRPr="00171BF4">
        <w:t>Chair’s draft text</w:t>
      </w:r>
      <w:r w:rsidR="009431CE">
        <w:t xml:space="preserve"> (</w:t>
      </w:r>
      <w:r w:rsidR="00150667">
        <w:t xml:space="preserve">see </w:t>
      </w:r>
      <w:proofErr w:type="gramStart"/>
      <w:r w:rsidR="009431CE" w:rsidRPr="00171BF4">
        <w:t>UNEP(</w:t>
      </w:r>
      <w:proofErr w:type="gramEnd"/>
      <w:r w:rsidR="009431CE" w:rsidRPr="00171BF4">
        <w:t>DTIE)/Hg/INC.5/3)</w:t>
      </w:r>
      <w:r w:rsidR="004C35D0">
        <w:t xml:space="preserve"> as a basis for discussion</w:t>
      </w:r>
      <w:r w:rsidR="009431CE" w:rsidRPr="00171BF4">
        <w:t>.</w:t>
      </w:r>
      <w:r w:rsidR="0008768B">
        <w:t xml:space="preserve"> </w:t>
      </w:r>
      <w:r w:rsidR="00343D01" w:rsidRPr="00171BF4">
        <w:t>Th</w:t>
      </w:r>
      <w:r w:rsidR="00343D01">
        <w:t>e</w:t>
      </w:r>
      <w:r w:rsidR="00343D01" w:rsidRPr="00171BF4">
        <w:t xml:space="preserve"> </w:t>
      </w:r>
      <w:r w:rsidR="009431CE" w:rsidRPr="00171BF4">
        <w:t xml:space="preserve">text bridged a number of gaps, leading to rapid progress in some areas, and resulting, after long hours of negotiations, in agreement </w:t>
      </w:r>
      <w:r w:rsidR="009431CE">
        <w:t xml:space="preserve">on the text of a global legally binding instrument on mercury, </w:t>
      </w:r>
      <w:r w:rsidR="00872C0D">
        <w:t>thereby bringing</w:t>
      </w:r>
      <w:r w:rsidR="009431CE">
        <w:t xml:space="preserve"> the </w:t>
      </w:r>
      <w:proofErr w:type="spellStart"/>
      <w:r w:rsidR="009431CE">
        <w:t>Minamata</w:t>
      </w:r>
      <w:proofErr w:type="spellEnd"/>
      <w:r w:rsidR="009431CE">
        <w:t xml:space="preserve"> Convention on Mercury</w:t>
      </w:r>
      <w:r w:rsidR="00872C0D">
        <w:t xml:space="preserve"> into being</w:t>
      </w:r>
      <w:r w:rsidR="009431CE">
        <w:t>. The committee also requested</w:t>
      </w:r>
      <w:r w:rsidR="009431CE" w:rsidRPr="004C7F34">
        <w:t xml:space="preserve"> the secretariat </w:t>
      </w:r>
      <w:r w:rsidR="009431CE">
        <w:t>to</w:t>
      </w:r>
      <w:r w:rsidR="009431CE" w:rsidRPr="004C7F34">
        <w:t xml:space="preserve"> </w:t>
      </w:r>
      <w:r w:rsidR="009431CE">
        <w:t>update the elements of</w:t>
      </w:r>
      <w:r w:rsidR="009431CE" w:rsidRPr="004C7F34">
        <w:t xml:space="preserve"> the </w:t>
      </w:r>
      <w:r w:rsidR="007F5E20">
        <w:t xml:space="preserve">draft </w:t>
      </w:r>
      <w:r w:rsidR="009431CE" w:rsidRPr="004C7F34">
        <w:t>Final Act</w:t>
      </w:r>
      <w:r w:rsidR="00301F6E">
        <w:t xml:space="preserve"> that</w:t>
      </w:r>
      <w:r w:rsidR="009431CE">
        <w:t xml:space="preserve"> it had prepared </w:t>
      </w:r>
      <w:r w:rsidR="00301F6E">
        <w:t>following</w:t>
      </w:r>
      <w:r w:rsidR="009431CE">
        <w:t xml:space="preserve"> the fourth session</w:t>
      </w:r>
      <w:r w:rsidR="009431CE" w:rsidRPr="007E2938">
        <w:t xml:space="preserve"> </w:t>
      </w:r>
      <w:r w:rsidR="009431CE">
        <w:t>(</w:t>
      </w:r>
      <w:r w:rsidR="004F12DA">
        <w:t xml:space="preserve">see </w:t>
      </w:r>
      <w:proofErr w:type="gramStart"/>
      <w:r w:rsidR="009431CE" w:rsidRPr="004C7F34">
        <w:t>UNEP(</w:t>
      </w:r>
      <w:proofErr w:type="gramEnd"/>
      <w:r w:rsidR="009431CE" w:rsidRPr="004C7F34">
        <w:t>DTIE)/Hg/INC.5/6</w:t>
      </w:r>
      <w:r w:rsidR="009431CE">
        <w:t>)</w:t>
      </w:r>
      <w:r w:rsidR="009431CE" w:rsidRPr="004C7F34">
        <w:t xml:space="preserve">. </w:t>
      </w:r>
    </w:p>
    <w:p w14:paraId="5402BEC5" w14:textId="74F2924D" w:rsidR="009431CE" w:rsidRPr="00E22C88" w:rsidRDefault="009431CE" w:rsidP="00275E4A">
      <w:pPr>
        <w:pStyle w:val="Normalnumber"/>
        <w:keepNext/>
        <w:keepLines/>
        <w:numPr>
          <w:ilvl w:val="0"/>
          <w:numId w:val="45"/>
        </w:numPr>
      </w:pPr>
      <w:r w:rsidRPr="00A561BF">
        <w:t xml:space="preserve">Work during the sessions of the </w:t>
      </w:r>
      <w:r w:rsidRPr="00C338C5">
        <w:t>committee</w:t>
      </w:r>
      <w:r w:rsidRPr="00A561BF">
        <w:t xml:space="preserve"> took place in plenary as well as smaller settings, including </w:t>
      </w:r>
      <w:r w:rsidR="001B00AC">
        <w:t xml:space="preserve">in </w:t>
      </w:r>
      <w:r w:rsidRPr="00A561BF">
        <w:t xml:space="preserve">contact, drafting and other groups. </w:t>
      </w:r>
      <w:r>
        <w:t>A</w:t>
      </w:r>
      <w:r w:rsidRPr="00E22C88">
        <w:t xml:space="preserve"> legal group </w:t>
      </w:r>
      <w:r>
        <w:t xml:space="preserve">was </w:t>
      </w:r>
      <w:r w:rsidRPr="00E22C88">
        <w:t>established at the committee’s second session under the chairmanship of</w:t>
      </w:r>
      <w:r>
        <w:t xml:space="preserve"> </w:t>
      </w:r>
      <w:r w:rsidRPr="00E22C88">
        <w:t xml:space="preserve">Susan </w:t>
      </w:r>
      <w:proofErr w:type="spellStart"/>
      <w:r w:rsidRPr="00E22C88">
        <w:t>Bin</w:t>
      </w:r>
      <w:r>
        <w:t>iaz</w:t>
      </w:r>
      <w:proofErr w:type="spellEnd"/>
      <w:r>
        <w:t xml:space="preserve"> (United States of America) </w:t>
      </w:r>
      <w:r w:rsidRPr="00E22C88">
        <w:t xml:space="preserve">to examine elements on which substantive agreement had been reached to ensure that the text of the individual elements, and the interplay between them, reflected and gave effect to the committee’s intentions in a legally sound manner, highlighting any ambiguities or potential conflicts that might require further consideration by the committee. </w:t>
      </w:r>
      <w:r w:rsidR="00BE38A0">
        <w:t xml:space="preserve">Prior to </w:t>
      </w:r>
      <w:r w:rsidR="00A54FD2">
        <w:t xml:space="preserve">and </w:t>
      </w:r>
      <w:r w:rsidR="00241304">
        <w:t>during</w:t>
      </w:r>
      <w:r w:rsidR="00A54FD2">
        <w:t xml:space="preserve"> </w:t>
      </w:r>
      <w:r>
        <w:t>the committee’s fifth session, t</w:t>
      </w:r>
      <w:r w:rsidRPr="00E22C88">
        <w:t xml:space="preserve">he </w:t>
      </w:r>
      <w:r>
        <w:t xml:space="preserve">legal </w:t>
      </w:r>
      <w:r w:rsidRPr="00E22C88">
        <w:t xml:space="preserve">group prepared draft provisions of the instrument based on the policy approaches agreed by the committee; reviewed draft provisions prepared by the committee and other groups; examined the consistency of the various draft provisions, harmonizing them as necessary; and advised the committee or other groups on any legal questions that arose. </w:t>
      </w:r>
      <w:r>
        <w:t xml:space="preserve">At the </w:t>
      </w:r>
      <w:r w:rsidR="002511F6">
        <w:t xml:space="preserve">committee’s </w:t>
      </w:r>
      <w:r>
        <w:t>fifth session, the legal group reviewed all the text</w:t>
      </w:r>
      <w:r w:rsidR="002511F6">
        <w:t>s</w:t>
      </w:r>
      <w:r>
        <w:t xml:space="preserve"> prepared by contact groups and provided comments of a legal nature on them, prior to forwarding them to the committee for adoption. </w:t>
      </w:r>
    </w:p>
    <w:p w14:paraId="085D6C4D" w14:textId="0F635EEC" w:rsidR="009431CE" w:rsidRDefault="009431CE">
      <w:pPr>
        <w:pStyle w:val="Normalnumber"/>
        <w:numPr>
          <w:ilvl w:val="0"/>
          <w:numId w:val="45"/>
        </w:numPr>
      </w:pPr>
      <w:r>
        <w:t>In addition, significant work was</w:t>
      </w:r>
      <w:r w:rsidRPr="00A561BF">
        <w:t xml:space="preserve"> carried out </w:t>
      </w:r>
      <w:proofErr w:type="spellStart"/>
      <w:r>
        <w:t>intersessionally</w:t>
      </w:r>
      <w:proofErr w:type="spellEnd"/>
      <w:r>
        <w:t xml:space="preserve"> </w:t>
      </w:r>
      <w:r w:rsidRPr="00A561BF">
        <w:t xml:space="preserve">between the </w:t>
      </w:r>
      <w:r>
        <w:t xml:space="preserve">first and the fifth </w:t>
      </w:r>
      <w:r w:rsidRPr="00A561BF">
        <w:t>sessions. Governments were invited to contrib</w:t>
      </w:r>
      <w:r>
        <w:t xml:space="preserve">ute written submissions and </w:t>
      </w:r>
      <w:r w:rsidR="00E01F6F">
        <w:t xml:space="preserve">to </w:t>
      </w:r>
      <w:r>
        <w:t>participate</w:t>
      </w:r>
      <w:r w:rsidRPr="00A561BF">
        <w:t xml:space="preserve"> in a number of r</w:t>
      </w:r>
      <w:r>
        <w:t xml:space="preserve">egional and other consultations. </w:t>
      </w:r>
      <w:r w:rsidR="009D191B">
        <w:t>An</w:t>
      </w:r>
      <w:r w:rsidR="009D191B" w:rsidRPr="00171BF4">
        <w:t xml:space="preserve"> </w:t>
      </w:r>
      <w:proofErr w:type="spellStart"/>
      <w:r w:rsidR="009D191B">
        <w:t>intersessional</w:t>
      </w:r>
      <w:proofErr w:type="spellEnd"/>
      <w:r w:rsidR="009D191B">
        <w:t xml:space="preserve"> expert meeting o</w:t>
      </w:r>
      <w:r w:rsidR="009D191B" w:rsidRPr="00BC706D">
        <w:t xml:space="preserve">n </w:t>
      </w:r>
      <w:r w:rsidRPr="00BC706D">
        <w:t>financial resources and technical and implementation assistance</w:t>
      </w:r>
      <w:r>
        <w:t xml:space="preserve"> was established at the third session</w:t>
      </w:r>
      <w:r w:rsidR="00004C2E">
        <w:t>,</w:t>
      </w:r>
      <w:r>
        <w:t xml:space="preserve"> under the chairmanship of </w:t>
      </w:r>
      <w:r w:rsidRPr="00BC706D">
        <w:t xml:space="preserve">Adel </w:t>
      </w:r>
      <w:proofErr w:type="spellStart"/>
      <w:r w:rsidRPr="00BC706D">
        <w:t>Shafei</w:t>
      </w:r>
      <w:proofErr w:type="spellEnd"/>
      <w:r w:rsidRPr="00BC706D">
        <w:t xml:space="preserve"> Osman (Egypt)</w:t>
      </w:r>
      <w:r>
        <w:t xml:space="preserve"> and</w:t>
      </w:r>
      <w:r w:rsidRPr="00BC706D">
        <w:t xml:space="preserve"> J</w:t>
      </w:r>
      <w:r>
        <w:t xml:space="preserve">ohanna </w:t>
      </w:r>
      <w:proofErr w:type="spellStart"/>
      <w:r>
        <w:t>Lissinger</w:t>
      </w:r>
      <w:proofErr w:type="spellEnd"/>
      <w:r>
        <w:t xml:space="preserve"> </w:t>
      </w:r>
      <w:proofErr w:type="spellStart"/>
      <w:r>
        <w:t>Peitz</w:t>
      </w:r>
      <w:proofErr w:type="spellEnd"/>
      <w:r>
        <w:t xml:space="preserve"> (Sweden). A large number of documents </w:t>
      </w:r>
      <w:r w:rsidR="006D448E">
        <w:t xml:space="preserve">were </w:t>
      </w:r>
      <w:r>
        <w:t xml:space="preserve">also made available to support the </w:t>
      </w:r>
      <w:r w:rsidR="00974976">
        <w:t xml:space="preserve">committee’s </w:t>
      </w:r>
      <w:r>
        <w:t>discussions, with a total of 64 meeting documents and 29</w:t>
      </w:r>
      <w:r w:rsidR="00BB1FC4">
        <w:t> </w:t>
      </w:r>
      <w:r>
        <w:t xml:space="preserve">information documents </w:t>
      </w:r>
      <w:r w:rsidR="00802A00">
        <w:t>issued</w:t>
      </w:r>
      <w:r>
        <w:t xml:space="preserve"> between the first and the fifth sessions. </w:t>
      </w:r>
    </w:p>
    <w:p w14:paraId="03108C8F" w14:textId="54AA2D7C" w:rsidR="009431CE" w:rsidRPr="00556981" w:rsidRDefault="00275E4A" w:rsidP="00A54FD2">
      <w:pPr>
        <w:pStyle w:val="CH1"/>
      </w:pPr>
      <w:r w:rsidRPr="00275E4A">
        <w:tab/>
        <w:t>III.</w:t>
      </w:r>
      <w:r w:rsidRPr="00275E4A">
        <w:tab/>
      </w:r>
      <w:r w:rsidR="009431CE" w:rsidRPr="00797350">
        <w:t xml:space="preserve">Adoption and opening for signature of the </w:t>
      </w:r>
      <w:proofErr w:type="spellStart"/>
      <w:r w:rsidR="009431CE" w:rsidRPr="00797350">
        <w:t>Minamata</w:t>
      </w:r>
      <w:proofErr w:type="spellEnd"/>
      <w:r w:rsidR="009431CE" w:rsidRPr="00797350">
        <w:t xml:space="preserve"> Convention and the Final Act </w:t>
      </w:r>
    </w:p>
    <w:p w14:paraId="2CED0179" w14:textId="1BCFA319" w:rsidR="009431CE" w:rsidRDefault="009431CE">
      <w:pPr>
        <w:pStyle w:val="Normalnumber"/>
        <w:numPr>
          <w:ilvl w:val="0"/>
          <w:numId w:val="45"/>
        </w:numPr>
      </w:pPr>
      <w:r w:rsidRPr="00B07595">
        <w:t xml:space="preserve">The Conference of Plenipotentiaries on the </w:t>
      </w:r>
      <w:proofErr w:type="spellStart"/>
      <w:r w:rsidRPr="00B07595">
        <w:t>Minamata</w:t>
      </w:r>
      <w:proofErr w:type="spellEnd"/>
      <w:r w:rsidRPr="00B07595">
        <w:t xml:space="preserve"> Convention</w:t>
      </w:r>
      <w:r>
        <w:t xml:space="preserve"> was held </w:t>
      </w:r>
      <w:r w:rsidR="00802A00">
        <w:t xml:space="preserve">in Kumamoto, Japan, </w:t>
      </w:r>
      <w:r>
        <w:t>on 10 and 11</w:t>
      </w:r>
      <w:r w:rsidR="00171BF4">
        <w:t> </w:t>
      </w:r>
      <w:r>
        <w:t xml:space="preserve">October 2013 after a ceremonial opening in </w:t>
      </w:r>
      <w:proofErr w:type="spellStart"/>
      <w:r>
        <w:t>Minamata</w:t>
      </w:r>
      <w:proofErr w:type="spellEnd"/>
      <w:r>
        <w:t xml:space="preserve"> on 9 October and a preparatory meeting </w:t>
      </w:r>
      <w:r w:rsidR="00802A00">
        <w:t xml:space="preserve">in Kumamoto </w:t>
      </w:r>
      <w:r>
        <w:t xml:space="preserve">on 7 and 8 October. </w:t>
      </w:r>
      <w:r w:rsidRPr="00104AF7">
        <w:t>The Conference adopt</w:t>
      </w:r>
      <w:r w:rsidR="006303A4" w:rsidRPr="00104AF7">
        <w:t>ed</w:t>
      </w:r>
      <w:r w:rsidRPr="00104AF7">
        <w:t xml:space="preserve"> the text of the Convention as well as the Final Act and its resolutions</w:t>
      </w:r>
      <w:r w:rsidR="0005130E">
        <w:t xml:space="preserve">. The Convention and the Final Act were </w:t>
      </w:r>
      <w:r w:rsidRPr="0005130E">
        <w:t>then opened for signature</w:t>
      </w:r>
      <w:r w:rsidRPr="00104AF7">
        <w:t>, with 92</w:t>
      </w:r>
      <w:r w:rsidR="00B5723A">
        <w:t> </w:t>
      </w:r>
      <w:r w:rsidR="00241304" w:rsidRPr="00B5723A">
        <w:t xml:space="preserve">States </w:t>
      </w:r>
      <w:r w:rsidR="003E7B6F">
        <w:t xml:space="preserve">and 1 regional economic integration organization </w:t>
      </w:r>
      <w:r w:rsidR="00241304" w:rsidRPr="00B5723A">
        <w:t>signing the Convention</w:t>
      </w:r>
      <w:r w:rsidRPr="00104AF7">
        <w:t xml:space="preserve"> and 11</w:t>
      </w:r>
      <w:r w:rsidR="00241304" w:rsidRPr="00B5723A">
        <w:t>2</w:t>
      </w:r>
      <w:r w:rsidRPr="00104AF7">
        <w:t xml:space="preserve"> States and </w:t>
      </w:r>
      <w:r w:rsidR="00241304" w:rsidRPr="00104AF7">
        <w:t xml:space="preserve">1 </w:t>
      </w:r>
      <w:r w:rsidRPr="00104AF7">
        <w:t xml:space="preserve">regional economic integration organization signing </w:t>
      </w:r>
      <w:r w:rsidR="00241304" w:rsidRPr="00104AF7">
        <w:t xml:space="preserve">the Final Act </w:t>
      </w:r>
      <w:r w:rsidRPr="00104AF7">
        <w:t>during the Conference.</w:t>
      </w:r>
      <w:r>
        <w:t xml:space="preserve"> </w:t>
      </w:r>
    </w:p>
    <w:p w14:paraId="1B5E494A" w14:textId="77777777" w:rsidR="0089369F" w:rsidRPr="00556981" w:rsidRDefault="00275E4A" w:rsidP="00B5723A">
      <w:pPr>
        <w:pStyle w:val="CH1"/>
      </w:pPr>
      <w:r>
        <w:tab/>
        <w:t>IV.</w:t>
      </w:r>
      <w:r>
        <w:tab/>
      </w:r>
      <w:r w:rsidR="0089369F" w:rsidRPr="00797350">
        <w:t xml:space="preserve">Preparations for the entry into force of the Convention and the first meeting of the Conference of the Parties </w:t>
      </w:r>
    </w:p>
    <w:p w14:paraId="0F2DB9FB" w14:textId="07B0A3CB" w:rsidR="009431CE" w:rsidRDefault="009431CE" w:rsidP="00171BF4">
      <w:pPr>
        <w:pStyle w:val="Normalnumber"/>
        <w:numPr>
          <w:ilvl w:val="0"/>
          <w:numId w:val="45"/>
        </w:numPr>
      </w:pPr>
      <w:r>
        <w:t>In order t</w:t>
      </w:r>
      <w:r w:rsidRPr="008152ED">
        <w:t>o facilitate the rapid entry into force of the Convention and its effective implementation upon its entry into force</w:t>
      </w:r>
      <w:r>
        <w:t>, the Conference of Plenipotentiaries,</w:t>
      </w:r>
      <w:r w:rsidRPr="005F1CC5">
        <w:t xml:space="preserve"> </w:t>
      </w:r>
      <w:r>
        <w:t xml:space="preserve">in its resolution on arrangements in the interim period,  </w:t>
      </w:r>
      <w:r w:rsidRPr="008152ED">
        <w:t>invited</w:t>
      </w:r>
      <w:r>
        <w:t xml:space="preserve"> </w:t>
      </w:r>
      <w:r w:rsidRPr="008152ED">
        <w:t>the Executive Director of UNEP to convene further meetings of the intergovernmental negotiating committee during the period between the date on which the Convention was opened for signature and the date of the opening of the first meeting of the Conference of the Parties to the Conven</w:t>
      </w:r>
      <w:r>
        <w:t>tion</w:t>
      </w:r>
      <w:r w:rsidRPr="008152ED">
        <w:t>.</w:t>
      </w:r>
      <w:r>
        <w:t xml:space="preserve"> </w:t>
      </w:r>
    </w:p>
    <w:p w14:paraId="260AEA1D" w14:textId="6F26C3B4" w:rsidR="009431CE" w:rsidRPr="002B48F8" w:rsidRDefault="009431CE">
      <w:pPr>
        <w:pStyle w:val="Normalnumber"/>
        <w:numPr>
          <w:ilvl w:val="0"/>
          <w:numId w:val="45"/>
        </w:numPr>
      </w:pPr>
      <w:r>
        <w:t>As a result</w:t>
      </w:r>
      <w:r w:rsidR="009414C1">
        <w:t>,</w:t>
      </w:r>
      <w:r>
        <w:t xml:space="preserve"> the committee reconvened twice in that period, </w:t>
      </w:r>
      <w:r w:rsidR="003E04EA">
        <w:t xml:space="preserve">holding its sixth session </w:t>
      </w:r>
      <w:r w:rsidR="00802A00">
        <w:t xml:space="preserve">in Bangkok </w:t>
      </w:r>
      <w:r>
        <w:t xml:space="preserve">from 3 to 7 November 2014 and </w:t>
      </w:r>
      <w:r w:rsidR="003E04EA">
        <w:t xml:space="preserve">its seventh session </w:t>
      </w:r>
      <w:r w:rsidR="00802A00">
        <w:t xml:space="preserve">at the Dead Sea in Jordan </w:t>
      </w:r>
      <w:r>
        <w:t>from 10 to 15</w:t>
      </w:r>
      <w:r w:rsidR="00B5723A">
        <w:t> </w:t>
      </w:r>
      <w:r>
        <w:t xml:space="preserve">March 2016. It was guided in its work by the tasks </w:t>
      </w:r>
      <w:r w:rsidR="00802A00">
        <w:t xml:space="preserve">set out by </w:t>
      </w:r>
      <w:r>
        <w:t xml:space="preserve">the </w:t>
      </w:r>
      <w:r w:rsidRPr="00891B1C">
        <w:t>Conference of Plenipotentiaries</w:t>
      </w:r>
      <w:r>
        <w:t xml:space="preserve"> in paragraphs 5 to 8 of</w:t>
      </w:r>
      <w:r w:rsidRPr="005F1CC5">
        <w:t xml:space="preserve"> </w:t>
      </w:r>
      <w:r>
        <w:t xml:space="preserve">its resolution on arrangements in the interim period, in relation to the development and </w:t>
      </w:r>
      <w:r w:rsidR="0005130E">
        <w:t xml:space="preserve">provisional </w:t>
      </w:r>
      <w:r>
        <w:t xml:space="preserve">adoption of items </w:t>
      </w:r>
      <w:r w:rsidRPr="004D450B">
        <w:t>necessary for the effective implementation of the Convention upon its entry into force</w:t>
      </w:r>
      <w:r>
        <w:t xml:space="preserve"> (</w:t>
      </w:r>
      <w:proofErr w:type="spellStart"/>
      <w:r w:rsidR="00BA527B">
        <w:t>para</w:t>
      </w:r>
      <w:proofErr w:type="spellEnd"/>
      <w:r w:rsidR="00BA527B">
        <w:t>. </w:t>
      </w:r>
      <w:r>
        <w:t xml:space="preserve">5); to </w:t>
      </w:r>
      <w:r w:rsidRPr="004D450B">
        <w:t>matters required by the Convention to be decided upon by the Conference of the Parties at its first meeting</w:t>
      </w:r>
      <w:r>
        <w:t xml:space="preserve"> (</w:t>
      </w:r>
      <w:proofErr w:type="spellStart"/>
      <w:r w:rsidR="00BA527B">
        <w:t>para</w:t>
      </w:r>
      <w:proofErr w:type="spellEnd"/>
      <w:r w:rsidR="00BA527B">
        <w:t xml:space="preserve">. </w:t>
      </w:r>
      <w:r>
        <w:t>6);</w:t>
      </w:r>
      <w:r w:rsidRPr="0034387B">
        <w:t xml:space="preserve"> to the provisional adoption of guidance and procedures pending formal adoption by the Conference of the Parties</w:t>
      </w:r>
      <w:r>
        <w:t xml:space="preserve"> (</w:t>
      </w:r>
      <w:proofErr w:type="spellStart"/>
      <w:r w:rsidR="00BA527B" w:rsidRPr="0034387B">
        <w:t>para</w:t>
      </w:r>
      <w:proofErr w:type="spellEnd"/>
      <w:r w:rsidR="00BA527B">
        <w:t>.</w:t>
      </w:r>
      <w:r w:rsidR="00BA527B" w:rsidRPr="0034387B">
        <w:t xml:space="preserve"> </w:t>
      </w:r>
      <w:r w:rsidRPr="0034387B">
        <w:t>7</w:t>
      </w:r>
      <w:r>
        <w:t xml:space="preserve">); and to support for activities required or encouraged by the Convention to </w:t>
      </w:r>
      <w:r w:rsidRPr="00171BF4">
        <w:t>facilitate the rapid entry into force of the Convention and its effective implementation upon entry into force (</w:t>
      </w:r>
      <w:proofErr w:type="spellStart"/>
      <w:r w:rsidR="00BA527B">
        <w:t>para</w:t>
      </w:r>
      <w:proofErr w:type="spellEnd"/>
      <w:r w:rsidR="00BA527B">
        <w:t xml:space="preserve">. </w:t>
      </w:r>
      <w:r>
        <w:t>8)</w:t>
      </w:r>
      <w:r w:rsidRPr="00171BF4">
        <w:t>.</w:t>
      </w:r>
    </w:p>
    <w:p w14:paraId="0BC42684" w14:textId="0257E8E6" w:rsidR="009431CE" w:rsidRDefault="009431CE" w:rsidP="00171BF4">
      <w:pPr>
        <w:pStyle w:val="Normalnumber"/>
        <w:numPr>
          <w:ilvl w:val="0"/>
          <w:numId w:val="45"/>
        </w:numPr>
      </w:pPr>
      <w:r>
        <w:t xml:space="preserve">At </w:t>
      </w:r>
      <w:r w:rsidR="003E04EA">
        <w:t xml:space="preserve">those </w:t>
      </w:r>
      <w:r>
        <w:t>sessions, the committee made good progress in a number of areas, adopting,</w:t>
      </w:r>
      <w:r w:rsidRPr="004B167C">
        <w:t xml:space="preserve"> </w:t>
      </w:r>
      <w:r>
        <w:t>on a provisional basis pending formal adoption by the Conference of the Parties, relevant forms and guidance for use under article 3 of the Convention</w:t>
      </w:r>
      <w:r w:rsidR="00C83C15">
        <w:t>,</w:t>
      </w:r>
      <w:r>
        <w:t xml:space="preserve"> on mercury supply sources and trade, </w:t>
      </w:r>
      <w:r w:rsidR="00104AF7">
        <w:t xml:space="preserve">and </w:t>
      </w:r>
      <w:r>
        <w:t>article 6</w:t>
      </w:r>
      <w:r w:rsidR="00C83C15">
        <w:t>,</w:t>
      </w:r>
      <w:r>
        <w:t xml:space="preserve"> on exemptions available to a party upon request, as well as guidance </w:t>
      </w:r>
      <w:r w:rsidR="00104AF7">
        <w:t xml:space="preserve">for use </w:t>
      </w:r>
      <w:r>
        <w:t>under</w:t>
      </w:r>
      <w:r w:rsidRPr="004E0C35">
        <w:t xml:space="preserve"> article 8</w:t>
      </w:r>
      <w:r w:rsidR="00C83C15">
        <w:t>,</w:t>
      </w:r>
      <w:r w:rsidRPr="004E0C35">
        <w:t xml:space="preserve"> </w:t>
      </w:r>
      <w:r>
        <w:t>on</w:t>
      </w:r>
      <w:r w:rsidRPr="004E0C35">
        <w:t xml:space="preserve"> emissions</w:t>
      </w:r>
      <w:r>
        <w:t xml:space="preserve">. At its seventh session, the committee also agreed to the use, on a provisional basis, of the guidance for </w:t>
      </w:r>
      <w:r w:rsidR="00513856">
        <w:t xml:space="preserve">article </w:t>
      </w:r>
      <w:r>
        <w:t>7</w:t>
      </w:r>
      <w:r w:rsidR="00513856">
        <w:t>,</w:t>
      </w:r>
      <w:r>
        <w:t xml:space="preserve"> on developing a national action plan to reduce, and where feasible, eliminate mercury use in artisanal and </w:t>
      </w:r>
      <w:r w:rsidR="00385D1E">
        <w:t>small-</w:t>
      </w:r>
      <w:r>
        <w:t>scale gold mining</w:t>
      </w:r>
      <w:r w:rsidR="00513856">
        <w:t>,</w:t>
      </w:r>
      <w:r>
        <w:t xml:space="preserve"> in its current form to assist countries in the period between that session and the first meeting of the Conference of the Parties. </w:t>
      </w:r>
    </w:p>
    <w:p w14:paraId="7F065078" w14:textId="5136E594" w:rsidR="009431CE" w:rsidRPr="00FF3D30" w:rsidRDefault="009431CE" w:rsidP="00A37C1E">
      <w:pPr>
        <w:pStyle w:val="Normalnumber"/>
        <w:keepNext/>
        <w:keepLines/>
        <w:numPr>
          <w:ilvl w:val="0"/>
          <w:numId w:val="45"/>
        </w:numPr>
      </w:pPr>
      <w:r>
        <w:t xml:space="preserve">The successful outcome in relation to article 8 </w:t>
      </w:r>
      <w:r w:rsidR="00F64711">
        <w:t>was</w:t>
      </w:r>
      <w:r>
        <w:t xml:space="preserve"> achieved thanks to the hard work carried out by the </w:t>
      </w:r>
      <w:r w:rsidRPr="00FF3D30">
        <w:t>group of technical exper</w:t>
      </w:r>
      <w:r>
        <w:t xml:space="preserve">ts established by the </w:t>
      </w:r>
      <w:r w:rsidRPr="00FF3D30">
        <w:t xml:space="preserve">Conference of Plenipotentiaries as a subsidiary body </w:t>
      </w:r>
      <w:r>
        <w:t xml:space="preserve">reporting to the committee </w:t>
      </w:r>
      <w:r w:rsidR="00FA4BDA">
        <w:t xml:space="preserve">in order </w:t>
      </w:r>
      <w:r>
        <w:t xml:space="preserve">to </w:t>
      </w:r>
      <w:r w:rsidRPr="00FF3D30">
        <w:t xml:space="preserve">develop the guidance called for in </w:t>
      </w:r>
      <w:r w:rsidR="00C27765">
        <w:t>a</w:t>
      </w:r>
      <w:r w:rsidR="00C27765" w:rsidRPr="00FF3D30">
        <w:t xml:space="preserve">rticle </w:t>
      </w:r>
      <w:r w:rsidRPr="00FF3D30">
        <w:t>8 of the Convention</w:t>
      </w:r>
      <w:r>
        <w:t xml:space="preserve">. In particular, under the chairmanship of Adel </w:t>
      </w:r>
      <w:proofErr w:type="spellStart"/>
      <w:r>
        <w:t>Shafei</w:t>
      </w:r>
      <w:proofErr w:type="spellEnd"/>
      <w:r>
        <w:t xml:space="preserve"> </w:t>
      </w:r>
      <w:r w:rsidR="00076D15">
        <w:t xml:space="preserve">Osman </w:t>
      </w:r>
      <w:r>
        <w:t>(Egypt) and John Roberts (</w:t>
      </w:r>
      <w:r w:rsidR="00076D15">
        <w:t>United Kingdom of Great Britain and Norther</w:t>
      </w:r>
      <w:r w:rsidR="00AE73C2">
        <w:t>n</w:t>
      </w:r>
      <w:r w:rsidR="00076D15">
        <w:t xml:space="preserve"> Ireland</w:t>
      </w:r>
      <w:r>
        <w:t xml:space="preserve">), the group prepared and </w:t>
      </w:r>
      <w:r w:rsidRPr="00FF3D30">
        <w:t>forwarded to the seventh session of the committee</w:t>
      </w:r>
      <w:r>
        <w:t xml:space="preserve"> </w:t>
      </w:r>
      <w:r w:rsidRPr="00FF3D30">
        <w:t>draft guidance</w:t>
      </w:r>
      <w:r>
        <w:t xml:space="preserve"> </w:t>
      </w:r>
      <w:r w:rsidRPr="00FF3D30">
        <w:t>on best available techniques and best environmental practices, on criteria that parties might develop pursuant to paragraph 2 (b) of article 8, on preparing inventories of emissions, as well as on support for parties in implementing the measures set out in paragraph 5 of article 8, in particular in determining goals and in setting emissions limit values.</w:t>
      </w:r>
    </w:p>
    <w:p w14:paraId="304A067A" w14:textId="28B7581E" w:rsidR="009431CE" w:rsidRPr="003F7FEB" w:rsidRDefault="009431CE">
      <w:pPr>
        <w:pStyle w:val="Normalnumber"/>
        <w:numPr>
          <w:ilvl w:val="0"/>
          <w:numId w:val="45"/>
        </w:numPr>
      </w:pPr>
      <w:r>
        <w:t xml:space="preserve">Progress was also made under </w:t>
      </w:r>
      <w:r w:rsidR="000505F1">
        <w:t xml:space="preserve">article </w:t>
      </w:r>
      <w:r>
        <w:t>13</w:t>
      </w:r>
      <w:r w:rsidR="000505F1">
        <w:t>,</w:t>
      </w:r>
      <w:r>
        <w:t xml:space="preserve"> on the financial mechanism of the Convention, including through the establishment at the committee’s sixth session of an </w:t>
      </w:r>
      <w:r w:rsidRPr="00DB57B7">
        <w:t>ad hoc working group of experts on financing</w:t>
      </w:r>
      <w:r>
        <w:t>, c</w:t>
      </w:r>
      <w:r w:rsidRPr="00B15985">
        <w:t>o-chaired by Gillian Guthrie (J</w:t>
      </w:r>
      <w:r>
        <w:t xml:space="preserve">amaica) and Greg </w:t>
      </w:r>
      <w:proofErr w:type="spellStart"/>
      <w:r>
        <w:t>Filyk</w:t>
      </w:r>
      <w:proofErr w:type="spellEnd"/>
      <w:r>
        <w:t xml:space="preserve"> (Canada), with the mandate to provide input to the seventh session in implementing the decision of the Conference of Plenipotentiaries relating to the specific international programme </w:t>
      </w:r>
      <w:r w:rsidRPr="00171BF4">
        <w:t>to support capacity-building and technical assistance</w:t>
      </w:r>
      <w:r>
        <w:t xml:space="preserve">. Although a few remaining </w:t>
      </w:r>
      <w:r w:rsidRPr="003F7FEB">
        <w:t xml:space="preserve">details are </w:t>
      </w:r>
      <w:r>
        <w:t>still to be</w:t>
      </w:r>
      <w:r w:rsidRPr="003F7FEB">
        <w:t xml:space="preserve"> finalized </w:t>
      </w:r>
      <w:r>
        <w:t xml:space="preserve">by </w:t>
      </w:r>
      <w:r w:rsidRPr="003F7FEB">
        <w:t>the C</w:t>
      </w:r>
      <w:r>
        <w:t xml:space="preserve">onference of the Parties, the committee agreed at its seventh session, on the basis of that group’s work, </w:t>
      </w:r>
      <w:r w:rsidRPr="003F7FEB">
        <w:t xml:space="preserve">that UNEP would be the host institute for the </w:t>
      </w:r>
      <w:r>
        <w:t>specific international programme.</w:t>
      </w:r>
      <w:r w:rsidRPr="003F7FEB">
        <w:t xml:space="preserve"> </w:t>
      </w:r>
      <w:r>
        <w:t>Finally</w:t>
      </w:r>
      <w:r w:rsidR="00873473">
        <w:t>,</w:t>
      </w:r>
      <w:r>
        <w:t xml:space="preserve"> </w:t>
      </w:r>
      <w:r w:rsidR="00C86A43">
        <w:t xml:space="preserve">also </w:t>
      </w:r>
      <w:r w:rsidR="001740C3">
        <w:t xml:space="preserve">at its </w:t>
      </w:r>
      <w:r>
        <w:t>seventh session</w:t>
      </w:r>
      <w:r w:rsidR="001740C3">
        <w:t>,</w:t>
      </w:r>
      <w:r>
        <w:t xml:space="preserve"> the committee</w:t>
      </w:r>
      <w:r w:rsidRPr="003F7FEB">
        <w:t xml:space="preserve"> provisionally adopted</w:t>
      </w:r>
      <w:r>
        <w:t xml:space="preserve"> and forwarded to the Council of the </w:t>
      </w:r>
      <w:r w:rsidRPr="003F7FEB">
        <w:t>G</w:t>
      </w:r>
      <w:r>
        <w:t>lobal Environment Facility (G</w:t>
      </w:r>
      <w:r w:rsidRPr="003F7FEB">
        <w:t>EF</w:t>
      </w:r>
      <w:r>
        <w:t>)</w:t>
      </w:r>
      <w:r w:rsidRPr="003F7FEB">
        <w:t xml:space="preserve"> </w:t>
      </w:r>
      <w:r>
        <w:t>for its consideration</w:t>
      </w:r>
      <w:r w:rsidRPr="003F7FEB">
        <w:t xml:space="preserve"> draft guidance to </w:t>
      </w:r>
      <w:r>
        <w:t xml:space="preserve">GEF </w:t>
      </w:r>
      <w:r w:rsidRPr="003F7FEB">
        <w:t xml:space="preserve">and a revised </w:t>
      </w:r>
      <w:r w:rsidR="000F5535">
        <w:t>m</w:t>
      </w:r>
      <w:r>
        <w:t xml:space="preserve">emorandum of </w:t>
      </w:r>
      <w:r w:rsidR="000F5535">
        <w:t>u</w:t>
      </w:r>
      <w:r>
        <w:t>nderstanding</w:t>
      </w:r>
      <w:r w:rsidRPr="003F7FEB">
        <w:t xml:space="preserve"> between </w:t>
      </w:r>
      <w:r w:rsidR="000F4C00">
        <w:t xml:space="preserve">the Conference of the Parties and </w:t>
      </w:r>
      <w:r w:rsidRPr="003F7FEB">
        <w:t xml:space="preserve">the GEF Council. </w:t>
      </w:r>
    </w:p>
    <w:p w14:paraId="22E74BF7" w14:textId="26665AD6" w:rsidR="009431CE" w:rsidRDefault="009431CE" w:rsidP="00F93B83">
      <w:pPr>
        <w:pStyle w:val="Normalnumber"/>
        <w:numPr>
          <w:ilvl w:val="0"/>
          <w:numId w:val="45"/>
        </w:numPr>
        <w:tabs>
          <w:tab w:val="clear" w:pos="1134"/>
        </w:tabs>
      </w:pPr>
      <w:r>
        <w:t xml:space="preserve">The committee also had fruitful discussions on other issues, including on </w:t>
      </w:r>
      <w:r w:rsidR="00AC04F4">
        <w:t xml:space="preserve">article </w:t>
      </w:r>
      <w:r>
        <w:t>21</w:t>
      </w:r>
      <w:r w:rsidR="00AC04F4">
        <w:t>,</w:t>
      </w:r>
      <w:r>
        <w:t xml:space="preserve"> in relation to </w:t>
      </w:r>
      <w:r w:rsidR="00AC04F4">
        <w:t xml:space="preserve">the </w:t>
      </w:r>
      <w:r>
        <w:t xml:space="preserve">timing </w:t>
      </w:r>
      <w:r w:rsidRPr="00F93B83">
        <w:t xml:space="preserve">and format of reporting, </w:t>
      </w:r>
      <w:r w:rsidR="00AC04F4" w:rsidRPr="00F93B83">
        <w:t>and</w:t>
      </w:r>
      <w:r w:rsidRPr="00F93B83">
        <w:t xml:space="preserve"> on </w:t>
      </w:r>
      <w:r w:rsidR="00AC04F4" w:rsidRPr="00F93B83">
        <w:t xml:space="preserve">article </w:t>
      </w:r>
      <w:r w:rsidRPr="00F93B83">
        <w:t>23</w:t>
      </w:r>
      <w:r w:rsidR="00AC04F4" w:rsidRPr="00F93B83">
        <w:t>,</w:t>
      </w:r>
      <w:r w:rsidRPr="00F93B83">
        <w:t xml:space="preserve"> in relation to the rules of procedure and financial rules that the Conference of the Parties is to adopt for </w:t>
      </w:r>
      <w:proofErr w:type="gramStart"/>
      <w:r w:rsidRPr="00F93B83">
        <w:t>itself</w:t>
      </w:r>
      <w:proofErr w:type="gramEnd"/>
      <w:r w:rsidRPr="00F93B83">
        <w:t xml:space="preserve"> </w:t>
      </w:r>
      <w:r w:rsidR="00AC04F4" w:rsidRPr="00F93B83">
        <w:t xml:space="preserve">and </w:t>
      </w:r>
      <w:r w:rsidRPr="00F93B83">
        <w:t xml:space="preserve">its subsidiary bodies at its first meeting. Many </w:t>
      </w:r>
      <w:r w:rsidR="000F5535" w:rsidRPr="00F93B83">
        <w:t xml:space="preserve">of the issues </w:t>
      </w:r>
      <w:r w:rsidR="00CF1439" w:rsidRPr="00F93B83">
        <w:t>were resolved</w:t>
      </w:r>
      <w:r w:rsidRPr="00F93B83">
        <w:t xml:space="preserve">, while </w:t>
      </w:r>
      <w:r w:rsidR="00441957" w:rsidRPr="00F93B83">
        <w:t xml:space="preserve">others </w:t>
      </w:r>
      <w:r w:rsidRPr="00F93B83">
        <w:t xml:space="preserve">remain </w:t>
      </w:r>
      <w:r w:rsidR="00441957" w:rsidRPr="00F93B83">
        <w:t xml:space="preserve">to be resolved </w:t>
      </w:r>
      <w:r w:rsidRPr="00F93B83">
        <w:t>at the meeting of the Conference of the</w:t>
      </w:r>
      <w:r>
        <w:t xml:space="preserve"> Parties. </w:t>
      </w:r>
    </w:p>
    <w:p w14:paraId="1E5A0DD0" w14:textId="6E3B6791" w:rsidR="009431CE" w:rsidRPr="003F7FEB" w:rsidRDefault="009431CE" w:rsidP="00A54FD2">
      <w:pPr>
        <w:pStyle w:val="Normalnumber"/>
        <w:numPr>
          <w:ilvl w:val="0"/>
          <w:numId w:val="45"/>
        </w:numPr>
      </w:pPr>
      <w:r w:rsidRPr="0030588E">
        <w:t xml:space="preserve">On a number of other issues, following requests by the committee at its sixth and seventh sessions, Governments and interested stakeholders contributed written submissions </w:t>
      </w:r>
      <w:r w:rsidR="003C2DD7" w:rsidRPr="0030588E">
        <w:t xml:space="preserve">to </w:t>
      </w:r>
      <w:r w:rsidRPr="0030588E">
        <w:t xml:space="preserve">further </w:t>
      </w:r>
      <w:r w:rsidR="003C2DD7" w:rsidRPr="0030588E">
        <w:t xml:space="preserve">support the </w:t>
      </w:r>
      <w:r w:rsidRPr="0030588E">
        <w:t>work be</w:t>
      </w:r>
      <w:r w:rsidR="003C2DD7" w:rsidRPr="0030588E">
        <w:t>ing</w:t>
      </w:r>
      <w:r w:rsidRPr="0030588E">
        <w:t xml:space="preserve"> carried out. Technical work was undertaken by the secretariat further to the committee’s sixth and seventh sessions, and </w:t>
      </w:r>
      <w:r w:rsidR="00787188" w:rsidRPr="0030588E">
        <w:t xml:space="preserve">the result of </w:t>
      </w:r>
      <w:r w:rsidR="002728B4" w:rsidRPr="0030588E">
        <w:t xml:space="preserve">that </w:t>
      </w:r>
      <w:r w:rsidRPr="0030588E">
        <w:t>work</w:t>
      </w:r>
      <w:r w:rsidR="0030588E" w:rsidRPr="0030588E">
        <w:t xml:space="preserve"> </w:t>
      </w:r>
      <w:r w:rsidR="00B309C4">
        <w:t>—</w:t>
      </w:r>
      <w:r w:rsidRPr="0030588E">
        <w:t xml:space="preserve"> in relation to </w:t>
      </w:r>
      <w:r w:rsidR="00DA7527" w:rsidRPr="0030588E">
        <w:t xml:space="preserve">article </w:t>
      </w:r>
      <w:r w:rsidRPr="0030588E">
        <w:t>7</w:t>
      </w:r>
      <w:r w:rsidR="00DA7527" w:rsidRPr="0030588E">
        <w:t>,</w:t>
      </w:r>
      <w:r w:rsidRPr="0030588E">
        <w:t xml:space="preserve"> on </w:t>
      </w:r>
      <w:r w:rsidR="00DA7527" w:rsidRPr="0030588E">
        <w:t xml:space="preserve">artisanal </w:t>
      </w:r>
      <w:r w:rsidRPr="0030588E">
        <w:t>and small-scale gold mining</w:t>
      </w:r>
      <w:r w:rsidR="0096773D" w:rsidRPr="0030588E">
        <w:t xml:space="preserve">; </w:t>
      </w:r>
      <w:r w:rsidR="00DA7527" w:rsidRPr="0030588E">
        <w:t xml:space="preserve">article </w:t>
      </w:r>
      <w:r w:rsidRPr="0030588E">
        <w:t>10</w:t>
      </w:r>
      <w:r w:rsidR="00DA7527" w:rsidRPr="0030588E">
        <w:t>,</w:t>
      </w:r>
      <w:r w:rsidRPr="0030588E">
        <w:t xml:space="preserve"> on </w:t>
      </w:r>
      <w:r w:rsidR="00DA7527" w:rsidRPr="0030588E">
        <w:t xml:space="preserve">environmentally </w:t>
      </w:r>
      <w:r w:rsidRPr="0030588E">
        <w:t>sound interim storage of mercury, other than waste mercury</w:t>
      </w:r>
      <w:r w:rsidR="0096773D" w:rsidRPr="0030588E">
        <w:t xml:space="preserve">; </w:t>
      </w:r>
      <w:r w:rsidR="00DA7527" w:rsidRPr="0030588E">
        <w:t xml:space="preserve">article </w:t>
      </w:r>
      <w:r w:rsidRPr="0030588E">
        <w:t>11</w:t>
      </w:r>
      <w:r w:rsidR="00DA7527" w:rsidRPr="0030588E">
        <w:t>,</w:t>
      </w:r>
      <w:r w:rsidRPr="0030588E">
        <w:t xml:space="preserve"> on </w:t>
      </w:r>
      <w:r w:rsidR="00DA7527" w:rsidRPr="0030588E">
        <w:t xml:space="preserve">mercury </w:t>
      </w:r>
      <w:r w:rsidRPr="0030588E">
        <w:t>wastes</w:t>
      </w:r>
      <w:r w:rsidR="0096773D" w:rsidRPr="0030588E">
        <w:t xml:space="preserve">; </w:t>
      </w:r>
      <w:r w:rsidR="00DA7527" w:rsidRPr="0030588E">
        <w:t xml:space="preserve">article </w:t>
      </w:r>
      <w:r w:rsidRPr="0030588E">
        <w:t>12</w:t>
      </w:r>
      <w:r w:rsidR="00DA7527" w:rsidRPr="0030588E">
        <w:t>,</w:t>
      </w:r>
      <w:r w:rsidRPr="0030588E">
        <w:t xml:space="preserve"> on </w:t>
      </w:r>
      <w:r w:rsidR="00DA7527" w:rsidRPr="0030588E">
        <w:t xml:space="preserve">contaminated </w:t>
      </w:r>
      <w:r w:rsidRPr="0030588E">
        <w:t>sites</w:t>
      </w:r>
      <w:r w:rsidR="0096773D" w:rsidRPr="0030588E">
        <w:t xml:space="preserve">; </w:t>
      </w:r>
      <w:r w:rsidRPr="0030588E">
        <w:t xml:space="preserve">and </w:t>
      </w:r>
      <w:r w:rsidR="00DA7527" w:rsidRPr="0030588E">
        <w:t xml:space="preserve">article </w:t>
      </w:r>
      <w:r w:rsidRPr="0030588E">
        <w:t>22</w:t>
      </w:r>
      <w:r w:rsidR="00DA7527" w:rsidRPr="0030588E">
        <w:t>,</w:t>
      </w:r>
      <w:r w:rsidRPr="0030588E">
        <w:t xml:space="preserve"> on </w:t>
      </w:r>
      <w:r w:rsidR="00DA7527" w:rsidRPr="0030588E">
        <w:t xml:space="preserve">effectiveness </w:t>
      </w:r>
      <w:r w:rsidRPr="0030588E">
        <w:t>evaluation</w:t>
      </w:r>
      <w:r w:rsidR="0030588E" w:rsidRPr="0030588E">
        <w:t xml:space="preserve"> </w:t>
      </w:r>
      <w:r w:rsidR="00B309C4">
        <w:t>—</w:t>
      </w:r>
      <w:r w:rsidRPr="0030588E">
        <w:t xml:space="preserve"> </w:t>
      </w:r>
      <w:r w:rsidR="00A54FD2">
        <w:t>is</w:t>
      </w:r>
      <w:r w:rsidR="00FA1F79" w:rsidRPr="0030588E">
        <w:t xml:space="preserve"> </w:t>
      </w:r>
      <w:r w:rsidR="00104AF7">
        <w:t xml:space="preserve">being </w:t>
      </w:r>
      <w:r w:rsidRPr="0030588E">
        <w:t xml:space="preserve">forwarded </w:t>
      </w:r>
      <w:r w:rsidR="00FA1F79" w:rsidRPr="0030588E">
        <w:t xml:space="preserve">to </w:t>
      </w:r>
      <w:r w:rsidRPr="0030588E">
        <w:t>the Conference of the Parties</w:t>
      </w:r>
      <w:r w:rsidR="00FA1F79" w:rsidRPr="0030588E">
        <w:t xml:space="preserve"> for consideration</w:t>
      </w:r>
      <w:r w:rsidR="0030588E" w:rsidRPr="0030588E">
        <w:t xml:space="preserve"> at its first meeting</w:t>
      </w:r>
      <w:r w:rsidRPr="00104AF7">
        <w:t xml:space="preserve">. </w:t>
      </w:r>
      <w:r w:rsidRPr="0030588E">
        <w:t xml:space="preserve">In relation to </w:t>
      </w:r>
      <w:r w:rsidR="00FA1F79" w:rsidRPr="0030588E">
        <w:t xml:space="preserve">article </w:t>
      </w:r>
      <w:r w:rsidRPr="0030588E">
        <w:t xml:space="preserve">11, the committee also decided at its seventh session that informal efforts to propose appropriate thresholds should be pursued by those with the relevant expertise. Finally, </w:t>
      </w:r>
      <w:r w:rsidR="009B5EB2">
        <w:t xml:space="preserve">at its first meeting, </w:t>
      </w:r>
      <w:r w:rsidRPr="0030588E">
        <w:t>the Conference</w:t>
      </w:r>
      <w:r>
        <w:t xml:space="preserve"> of the Parties will be invited to </w:t>
      </w:r>
      <w:r w:rsidRPr="00A924F8">
        <w:t>consider a re</w:t>
      </w:r>
      <w:r>
        <w:t>vised re</w:t>
      </w:r>
      <w:r w:rsidRPr="00A924F8">
        <w:t xml:space="preserve">port on the </w:t>
      </w:r>
      <w:r w:rsidRPr="0005130E">
        <w:t>provision</w:t>
      </w:r>
      <w:r w:rsidRPr="00B13E22">
        <w:t xml:space="preserve"> of the function</w:t>
      </w:r>
      <w:r w:rsidRPr="00A924F8">
        <w:t xml:space="preserve"> of the permanent secretariat</w:t>
      </w:r>
      <w:r>
        <w:t xml:space="preserve">, as well as the offer from </w:t>
      </w:r>
      <w:r w:rsidRPr="00A924F8">
        <w:t>the Government of Switzerland</w:t>
      </w:r>
      <w:r>
        <w:t xml:space="preserve"> </w:t>
      </w:r>
      <w:r w:rsidRPr="00A924F8">
        <w:t xml:space="preserve">relating to the physical location of the secretariat. </w:t>
      </w:r>
    </w:p>
    <w:p w14:paraId="7FD0982F" w14:textId="0CBB77FC" w:rsidR="009431CE" w:rsidRPr="00E364AC" w:rsidRDefault="009431CE" w:rsidP="00B5723A">
      <w:pPr>
        <w:pStyle w:val="Normalnumber"/>
        <w:numPr>
          <w:ilvl w:val="0"/>
          <w:numId w:val="45"/>
        </w:numPr>
        <w:tabs>
          <w:tab w:val="clear" w:pos="1134"/>
        </w:tabs>
      </w:pPr>
      <w:r>
        <w:t xml:space="preserve">Through its work at its last two sessions, </w:t>
      </w:r>
      <w:r w:rsidRPr="0030588E">
        <w:t xml:space="preserve">which was </w:t>
      </w:r>
      <w:r w:rsidR="00A155C6">
        <w:t xml:space="preserve">supported </w:t>
      </w:r>
      <w:r>
        <w:t xml:space="preserve">by significant </w:t>
      </w:r>
      <w:proofErr w:type="spellStart"/>
      <w:r>
        <w:t>intersessional</w:t>
      </w:r>
      <w:proofErr w:type="spellEnd"/>
      <w:r>
        <w:t xml:space="preserve"> efforts</w:t>
      </w:r>
      <w:r w:rsidR="00A155C6">
        <w:t>,</w:t>
      </w:r>
      <w:r>
        <w:t xml:space="preserve"> </w:t>
      </w:r>
      <w:r w:rsidR="00A155C6">
        <w:t xml:space="preserve">including </w:t>
      </w:r>
      <w:r w:rsidRPr="00BD0CB2">
        <w:t xml:space="preserve">submissions </w:t>
      </w:r>
      <w:r w:rsidR="00A155C6">
        <w:t xml:space="preserve">solicited </w:t>
      </w:r>
      <w:r w:rsidRPr="00BD0CB2">
        <w:t xml:space="preserve">from Governments and other relevant actors </w:t>
      </w:r>
      <w:r>
        <w:t>on a number of issues</w:t>
      </w:r>
      <w:r w:rsidR="005836EB">
        <w:t>,</w:t>
      </w:r>
      <w:r w:rsidR="00A155C6">
        <w:t xml:space="preserve"> </w:t>
      </w:r>
      <w:r>
        <w:t>the development of supporting documentation</w:t>
      </w:r>
      <w:r w:rsidR="005836EB">
        <w:t xml:space="preserve"> — </w:t>
      </w:r>
      <w:r>
        <w:t xml:space="preserve">with 45 meeting documents and </w:t>
      </w:r>
      <w:r w:rsidR="00A155C6">
        <w:t>21</w:t>
      </w:r>
      <w:r w:rsidR="00B5723A">
        <w:t> </w:t>
      </w:r>
      <w:r>
        <w:t>information documents prepared for the sixth and seventh sessions</w:t>
      </w:r>
      <w:r w:rsidR="005836EB">
        <w:t>,</w:t>
      </w:r>
      <w:r w:rsidR="00326F43">
        <w:t xml:space="preserve"> </w:t>
      </w:r>
      <w:r>
        <w:t>the convening of regional and other consultations</w:t>
      </w:r>
      <w:r w:rsidR="005836EB">
        <w:t>,</w:t>
      </w:r>
      <w:r>
        <w:t xml:space="preserve"> as well as </w:t>
      </w:r>
      <w:proofErr w:type="spellStart"/>
      <w:r>
        <w:t>intersessional</w:t>
      </w:r>
      <w:proofErr w:type="spellEnd"/>
      <w:r>
        <w:t xml:space="preserve"> expert meetings on financing and emissions, the</w:t>
      </w:r>
      <w:r w:rsidRPr="00E364AC">
        <w:t xml:space="preserve"> committee </w:t>
      </w:r>
      <w:r>
        <w:t>undeniably paved the way for a successful first</w:t>
      </w:r>
      <w:r w:rsidR="009B5EB2">
        <w:t xml:space="preserve"> meeting of the</w:t>
      </w:r>
      <w:r>
        <w:t xml:space="preserve"> Conference of the Parties as well as the </w:t>
      </w:r>
      <w:r w:rsidRPr="00E364AC">
        <w:t xml:space="preserve">rapid entry into force and effective implementation of the </w:t>
      </w:r>
      <w:proofErr w:type="spellStart"/>
      <w:r w:rsidRPr="00E364AC">
        <w:t>Minamata</w:t>
      </w:r>
      <w:proofErr w:type="spellEnd"/>
      <w:r w:rsidRPr="00E364AC">
        <w:t xml:space="preserve"> Convention.</w:t>
      </w:r>
      <w:r>
        <w:t xml:space="preserve"> </w:t>
      </w:r>
    </w:p>
    <w:p w14:paraId="006B490D" w14:textId="77777777" w:rsidR="000F35D8" w:rsidRPr="00802727" w:rsidRDefault="000F35D8" w:rsidP="001176CB">
      <w:pPr>
        <w:pStyle w:val="Normal-pool"/>
      </w:pPr>
    </w:p>
    <w:tbl>
      <w:tblPr>
        <w:tblW w:w="0" w:type="auto"/>
        <w:tblLook w:val="04A0" w:firstRow="1" w:lastRow="0" w:firstColumn="1" w:lastColumn="0" w:noHBand="0" w:noVBand="1"/>
      </w:tblPr>
      <w:tblGrid>
        <w:gridCol w:w="1942"/>
        <w:gridCol w:w="1942"/>
        <w:gridCol w:w="1942"/>
        <w:gridCol w:w="1943"/>
        <w:gridCol w:w="1943"/>
      </w:tblGrid>
      <w:tr w:rsidR="00E976AB" w:rsidRPr="00802727" w14:paraId="2457BD44" w14:textId="77777777" w:rsidTr="00990918">
        <w:tc>
          <w:tcPr>
            <w:tcW w:w="1942" w:type="dxa"/>
            <w:shd w:val="clear" w:color="auto" w:fill="auto"/>
          </w:tcPr>
          <w:p w14:paraId="2EDE2282" w14:textId="77777777" w:rsidR="00E976AB" w:rsidRPr="00802727" w:rsidRDefault="00E976AB" w:rsidP="001176CB">
            <w:pPr>
              <w:pStyle w:val="Normal-pool"/>
              <w:spacing w:before="520"/>
            </w:pPr>
          </w:p>
        </w:tc>
        <w:tc>
          <w:tcPr>
            <w:tcW w:w="1942" w:type="dxa"/>
            <w:shd w:val="clear" w:color="auto" w:fill="auto"/>
          </w:tcPr>
          <w:p w14:paraId="1ADEA434" w14:textId="77777777" w:rsidR="00E976AB" w:rsidRPr="00802727" w:rsidRDefault="00E976AB" w:rsidP="001176CB">
            <w:pPr>
              <w:pStyle w:val="Normal-pool"/>
              <w:spacing w:before="520"/>
            </w:pPr>
          </w:p>
        </w:tc>
        <w:tc>
          <w:tcPr>
            <w:tcW w:w="1942" w:type="dxa"/>
            <w:tcBorders>
              <w:bottom w:val="single" w:sz="4" w:space="0" w:color="auto"/>
            </w:tcBorders>
            <w:shd w:val="clear" w:color="auto" w:fill="auto"/>
          </w:tcPr>
          <w:p w14:paraId="6A4E2F19" w14:textId="77777777" w:rsidR="00E976AB" w:rsidRPr="00802727" w:rsidRDefault="00E976AB" w:rsidP="001176CB">
            <w:pPr>
              <w:pStyle w:val="Normal-pool"/>
              <w:spacing w:before="520"/>
            </w:pPr>
          </w:p>
        </w:tc>
        <w:tc>
          <w:tcPr>
            <w:tcW w:w="1943" w:type="dxa"/>
            <w:shd w:val="clear" w:color="auto" w:fill="auto"/>
          </w:tcPr>
          <w:p w14:paraId="5471D039" w14:textId="77777777" w:rsidR="00E976AB" w:rsidRPr="00802727" w:rsidRDefault="00E976AB" w:rsidP="001176CB">
            <w:pPr>
              <w:pStyle w:val="Normal-pool"/>
              <w:spacing w:before="520"/>
            </w:pPr>
          </w:p>
        </w:tc>
        <w:tc>
          <w:tcPr>
            <w:tcW w:w="1943" w:type="dxa"/>
            <w:shd w:val="clear" w:color="auto" w:fill="auto"/>
          </w:tcPr>
          <w:p w14:paraId="2D4DFFB6" w14:textId="77777777" w:rsidR="00E976AB" w:rsidRPr="00802727" w:rsidRDefault="00E976AB" w:rsidP="001176CB">
            <w:pPr>
              <w:pStyle w:val="Normal-pool"/>
              <w:spacing w:before="520"/>
            </w:pPr>
          </w:p>
        </w:tc>
      </w:tr>
    </w:tbl>
    <w:p w14:paraId="55048C81" w14:textId="77777777" w:rsidR="00032E4E" w:rsidRPr="00802727" w:rsidRDefault="00032E4E" w:rsidP="001176CB">
      <w:pPr>
        <w:pStyle w:val="Normal-pool"/>
      </w:pPr>
    </w:p>
    <w:sectPr w:rsidR="00032E4E" w:rsidRPr="00802727"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FF1E0" w14:textId="77777777" w:rsidR="00115031" w:rsidRDefault="00115031">
      <w:r>
        <w:separator/>
      </w:r>
    </w:p>
  </w:endnote>
  <w:endnote w:type="continuationSeparator" w:id="0">
    <w:p w14:paraId="2882C86A" w14:textId="77777777" w:rsidR="00115031" w:rsidRDefault="00115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CA4A0" w14:textId="2458BB44" w:rsidR="00115031" w:rsidRDefault="00115031">
    <w:pPr>
      <w:pStyle w:val="Footer"/>
    </w:pPr>
    <w:r>
      <w:rPr>
        <w:rStyle w:val="PageNumber"/>
      </w:rPr>
      <w:fldChar w:fldCharType="begin"/>
    </w:r>
    <w:r>
      <w:rPr>
        <w:rStyle w:val="PageNumber"/>
      </w:rPr>
      <w:instrText xml:space="preserve"> PAGE </w:instrText>
    </w:r>
    <w:r>
      <w:rPr>
        <w:rStyle w:val="PageNumber"/>
      </w:rPr>
      <w:fldChar w:fldCharType="separate"/>
    </w:r>
    <w:r w:rsidR="00485A31">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2C758" w14:textId="2CCCA8CD" w:rsidR="00115031" w:rsidRDefault="0011503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5A31">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1625133"/>
      <w:docPartObj>
        <w:docPartGallery w:val="Page Numbers (Bottom of Page)"/>
        <w:docPartUnique/>
      </w:docPartObj>
    </w:sdtPr>
    <w:sdtEndPr/>
    <w:sdtContent>
      <w:p w14:paraId="547BFDE4" w14:textId="4DAE7D84" w:rsidR="00115031" w:rsidRPr="009431CE" w:rsidRDefault="00115031" w:rsidP="009431CE">
        <w:pPr>
          <w:pStyle w:val="Normal-pool"/>
        </w:pPr>
        <w:r w:rsidRPr="009431CE">
          <w:t>K1706953</w:t>
        </w:r>
        <w:r w:rsidRPr="009431CE">
          <w:tab/>
        </w:r>
        <w:r w:rsidR="00485A31">
          <w:t>1007</w:t>
        </w:r>
        <w:r w:rsidRPr="009431CE">
          <w:t>17</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7D67F" w14:textId="77777777" w:rsidR="00115031" w:rsidRPr="009431CE" w:rsidRDefault="00115031" w:rsidP="009431CE">
      <w:pPr>
        <w:spacing w:before="60"/>
        <w:ind w:left="624"/>
        <w:rPr>
          <w:sz w:val="18"/>
          <w:szCs w:val="18"/>
        </w:rPr>
      </w:pPr>
      <w:r w:rsidRPr="009431CE">
        <w:rPr>
          <w:sz w:val="18"/>
          <w:szCs w:val="18"/>
        </w:rPr>
        <w:separator/>
      </w:r>
    </w:p>
  </w:footnote>
  <w:footnote w:type="continuationSeparator" w:id="0">
    <w:p w14:paraId="6B5E9A6F" w14:textId="77777777" w:rsidR="00115031" w:rsidRDefault="00115031">
      <w:r>
        <w:continuationSeparator/>
      </w:r>
    </w:p>
  </w:footnote>
  <w:footnote w:id="1">
    <w:p w14:paraId="63287513" w14:textId="7D5C62D0" w:rsidR="00115031" w:rsidRPr="00067B00" w:rsidRDefault="00115031" w:rsidP="009431CE">
      <w:pPr>
        <w:tabs>
          <w:tab w:val="left" w:pos="624"/>
        </w:tabs>
        <w:spacing w:before="20" w:after="40"/>
        <w:ind w:left="1247"/>
        <w:rPr>
          <w:sz w:val="18"/>
          <w:szCs w:val="18"/>
        </w:rPr>
      </w:pPr>
      <w:proofErr w:type="gramStart"/>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Pr>
          <w:sz w:val="18"/>
          <w:szCs w:val="18"/>
        </w:rPr>
        <w:t>1</w:t>
      </w:r>
      <w:r w:rsidRPr="00036ACD">
        <w:rPr>
          <w:sz w:val="18"/>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E56B1" w14:textId="613FD55E" w:rsidR="00115031" w:rsidRPr="00CA5CA9" w:rsidRDefault="00115031" w:rsidP="001646EA">
    <w:pPr>
      <w:pStyle w:val="Header"/>
      <w:rPr>
        <w:szCs w:val="18"/>
      </w:rPr>
    </w:pPr>
    <w:r w:rsidRPr="008E0141">
      <w:rPr>
        <w:bCs/>
        <w:szCs w:val="18"/>
      </w:rPr>
      <w:t>UNEP</w:t>
    </w:r>
    <w:r>
      <w:rPr>
        <w:szCs w:val="18"/>
      </w:rPr>
      <w:t>/MC/COP.1/4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2511C" w14:textId="68E95ABA" w:rsidR="00115031" w:rsidRPr="00CA5CA9" w:rsidRDefault="00115031" w:rsidP="00035EDE">
    <w:pPr>
      <w:pStyle w:val="Header"/>
      <w:jc w:val="right"/>
      <w:rPr>
        <w:szCs w:val="18"/>
      </w:rPr>
    </w:pPr>
    <w:r w:rsidRPr="001176CB">
      <w:rPr>
        <w:bCs/>
        <w:szCs w:val="18"/>
      </w:rPr>
      <w:t>UNEP</w:t>
    </w:r>
    <w:r>
      <w:rPr>
        <w:szCs w:val="18"/>
      </w:rPr>
      <w:t>/MC/COP.1/4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997F8" w14:textId="5CBD324F" w:rsidR="00115031" w:rsidRDefault="00115031" w:rsidP="009431C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73D51BA"/>
    <w:multiLevelType w:val="hybridMultilevel"/>
    <w:tmpl w:val="29B2D844"/>
    <w:numStyleLink w:val="Importeradestilen6"/>
  </w:abstractNum>
  <w:abstractNum w:abstractNumId="2">
    <w:nsid w:val="0B96391C"/>
    <w:multiLevelType w:val="hybridMultilevel"/>
    <w:tmpl w:val="81E0EFB8"/>
    <w:numStyleLink w:val="Importeradestilen5"/>
  </w:abstractNum>
  <w:abstractNum w:abstractNumId="3">
    <w:nsid w:val="19D95965"/>
    <w:multiLevelType w:val="hybridMultilevel"/>
    <w:tmpl w:val="F044000E"/>
    <w:numStyleLink w:val="Importeradestilen8"/>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6">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7">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0">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1">
    <w:nsid w:val="4A0608AF"/>
    <w:multiLevelType w:val="hybridMultilevel"/>
    <w:tmpl w:val="156885FC"/>
    <w:numStyleLink w:val="Importeradestilen3"/>
  </w:abstractNum>
  <w:abstractNum w:abstractNumId="12">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2A66A9D"/>
    <w:multiLevelType w:val="multilevel"/>
    <w:tmpl w:val="8056C3C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nsid w:val="58AA3667"/>
    <w:multiLevelType w:val="hybridMultilevel"/>
    <w:tmpl w:val="A72A60C0"/>
    <w:numStyleLink w:val="Importeradestilen7"/>
  </w:abstractNum>
  <w:abstractNum w:abstractNumId="15">
    <w:nsid w:val="5B807CFF"/>
    <w:multiLevelType w:val="hybridMultilevel"/>
    <w:tmpl w:val="F40C1E4E"/>
    <w:lvl w:ilvl="0" w:tplc="3D64714C">
      <w:start w:val="1"/>
      <w:numFmt w:val="upperRoman"/>
      <w:lvlText w:val="%1."/>
      <w:lvlJc w:val="left"/>
      <w:pPr>
        <w:ind w:left="1425" w:hanging="72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nsid w:val="5BF5183E"/>
    <w:multiLevelType w:val="hybridMultilevel"/>
    <w:tmpl w:val="686C86F4"/>
    <w:numStyleLink w:val="Importeradestilen4"/>
  </w:abstractNum>
  <w:abstractNum w:abstractNumId="17">
    <w:nsid w:val="5E216D7B"/>
    <w:multiLevelType w:val="hybridMultilevel"/>
    <w:tmpl w:val="0B422B62"/>
    <w:numStyleLink w:val="Importeradestilen9"/>
  </w:abstractNum>
  <w:abstractNum w:abstractNumId="18">
    <w:nsid w:val="636C7C8C"/>
    <w:multiLevelType w:val="multilevel"/>
    <w:tmpl w:val="BAF61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nsid w:val="6CF3645A"/>
    <w:multiLevelType w:val="multilevel"/>
    <w:tmpl w:val="52029FEA"/>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2">
    <w:nsid w:val="716636F5"/>
    <w:multiLevelType w:val="multilevel"/>
    <w:tmpl w:val="3EE67F08"/>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4">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3"/>
    <w:lvlOverride w:ilvl="0">
      <w:lvl w:ilvl="0">
        <w:start w:val="1"/>
        <w:numFmt w:val="decimal"/>
        <w:pStyle w:val="Normalnumber"/>
        <w:lvlText w:val="%1."/>
        <w:lvlJc w:val="left"/>
        <w:pPr>
          <w:tabs>
            <w:tab w:val="num" w:pos="1134"/>
          </w:tabs>
          <w:ind w:left="1247" w:firstLine="0"/>
        </w:pPr>
        <w:rPr>
          <w:rFonts w:hint="default"/>
        </w:rPr>
      </w:lvl>
    </w:lvlOverride>
  </w:num>
  <w:num w:numId="2">
    <w:abstractNumId w:val="4"/>
  </w:num>
  <w:num w:numId="3">
    <w:abstractNumId w:val="8"/>
  </w:num>
  <w:num w:numId="4">
    <w:abstractNumId w:val="13"/>
    <w:lvlOverride w:ilvl="0">
      <w:lvl w:ilvl="0">
        <w:start w:val="1"/>
        <w:numFmt w:val="decimal"/>
        <w:pStyle w:val="Normalnumber"/>
        <w:lvlText w:val="%1."/>
        <w:lvlJc w:val="left"/>
        <w:pPr>
          <w:tabs>
            <w:tab w:val="num" w:pos="1305"/>
          </w:tabs>
          <w:ind w:left="1418" w:firstLine="0"/>
        </w:pPr>
        <w:rPr>
          <w:rFonts w:hint="default"/>
        </w:rPr>
      </w:lvl>
    </w:lvlOverride>
  </w:num>
  <w:num w:numId="5">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
    <w:abstractNumId w:val="7"/>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24"/>
  </w:num>
  <w:num w:numId="23">
    <w:abstractNumId w:val="12"/>
  </w:num>
  <w:num w:numId="24">
    <w:abstractNumId w:val="19"/>
  </w:num>
  <w:num w:numId="25">
    <w:abstractNumId w:val="23"/>
  </w:num>
  <w:num w:numId="26">
    <w:abstractNumId w:val="11"/>
  </w:num>
  <w:num w:numId="27">
    <w:abstractNumId w:val="0"/>
  </w:num>
  <w:num w:numId="28">
    <w:abstractNumId w:val="16"/>
  </w:num>
  <w:num w:numId="29">
    <w:abstractNumId w:val="6"/>
  </w:num>
  <w:num w:numId="30">
    <w:abstractNumId w:val="2"/>
  </w:num>
  <w:num w:numId="31">
    <w:abstractNumId w:val="9"/>
  </w:num>
  <w:num w:numId="32">
    <w:abstractNumId w:val="1"/>
  </w:num>
  <w:num w:numId="33">
    <w:abstractNumId w:val="21"/>
  </w:num>
  <w:num w:numId="34">
    <w:abstractNumId w:val="14"/>
  </w:num>
  <w:num w:numId="35">
    <w:abstractNumId w:val="1"/>
    <w:lvlOverride w:ilvl="0">
      <w:startOverride w:val="10"/>
      <w:lvl w:ilvl="0" w:tplc="8EC0E7A4">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144E4200">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586ED860">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65FC0A90">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A7E0D0E2">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1C2AE5E2">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96629A36">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7506F510">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26C6FB12">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36">
    <w:abstractNumId w:val="10"/>
  </w:num>
  <w:num w:numId="37">
    <w:abstractNumId w:val="3"/>
  </w:num>
  <w:num w:numId="38">
    <w:abstractNumId w:val="1"/>
    <w:lvlOverride w:ilvl="0">
      <w:startOverride w:val="12"/>
    </w:lvlOverride>
  </w:num>
  <w:num w:numId="39">
    <w:abstractNumId w:val="5"/>
  </w:num>
  <w:num w:numId="40">
    <w:abstractNumId w:val="17"/>
  </w:num>
  <w:num w:numId="41">
    <w:abstractNumId w:val="13"/>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2">
    <w:abstractNumId w:val="18"/>
  </w:num>
  <w:num w:numId="43">
    <w:abstractNumId w:val="22"/>
  </w:num>
  <w:num w:numId="44">
    <w:abstractNumId w:val="20"/>
  </w:num>
  <w:num w:numId="45">
    <w:abstractNumId w:val="13"/>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46">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7">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8">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9">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50">
    <w:abstractNumId w:val="1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et Forbes">
    <w15:presenceInfo w15:providerId="None" w15:userId="Janet Forb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131078" w:nlCheck="1" w:checkStyle="1"/>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10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A2"/>
    <w:rsid w:val="00000E4A"/>
    <w:rsid w:val="000024A3"/>
    <w:rsid w:val="00004C2E"/>
    <w:rsid w:val="00011A16"/>
    <w:rsid w:val="000149E6"/>
    <w:rsid w:val="00023DA9"/>
    <w:rsid w:val="000247B0"/>
    <w:rsid w:val="00026997"/>
    <w:rsid w:val="00026A08"/>
    <w:rsid w:val="00032E4E"/>
    <w:rsid w:val="00033E0B"/>
    <w:rsid w:val="00034F89"/>
    <w:rsid w:val="00035EDE"/>
    <w:rsid w:val="000505F1"/>
    <w:rsid w:val="000509B4"/>
    <w:rsid w:val="0005130E"/>
    <w:rsid w:val="0006035B"/>
    <w:rsid w:val="0006096F"/>
    <w:rsid w:val="000649C5"/>
    <w:rsid w:val="00071886"/>
    <w:rsid w:val="000742BC"/>
    <w:rsid w:val="00076CC6"/>
    <w:rsid w:val="00076D15"/>
    <w:rsid w:val="00082A0C"/>
    <w:rsid w:val="00083504"/>
    <w:rsid w:val="00086516"/>
    <w:rsid w:val="0008768B"/>
    <w:rsid w:val="0009640C"/>
    <w:rsid w:val="000A546D"/>
    <w:rsid w:val="000B22A2"/>
    <w:rsid w:val="000B73F9"/>
    <w:rsid w:val="000C10FC"/>
    <w:rsid w:val="000C2A52"/>
    <w:rsid w:val="000D05A2"/>
    <w:rsid w:val="000D33C0"/>
    <w:rsid w:val="000D4CF6"/>
    <w:rsid w:val="000D6941"/>
    <w:rsid w:val="000F35D8"/>
    <w:rsid w:val="000F4829"/>
    <w:rsid w:val="000F4C00"/>
    <w:rsid w:val="000F5535"/>
    <w:rsid w:val="000F6E6F"/>
    <w:rsid w:val="00100E42"/>
    <w:rsid w:val="00104AF7"/>
    <w:rsid w:val="00115031"/>
    <w:rsid w:val="001176CB"/>
    <w:rsid w:val="001202E3"/>
    <w:rsid w:val="00121FDA"/>
    <w:rsid w:val="00123699"/>
    <w:rsid w:val="001241FB"/>
    <w:rsid w:val="0013059D"/>
    <w:rsid w:val="00136187"/>
    <w:rsid w:val="00136E25"/>
    <w:rsid w:val="00141A55"/>
    <w:rsid w:val="0014293F"/>
    <w:rsid w:val="0014397D"/>
    <w:rsid w:val="001446A3"/>
    <w:rsid w:val="00150667"/>
    <w:rsid w:val="00152B6B"/>
    <w:rsid w:val="00155395"/>
    <w:rsid w:val="00156B6B"/>
    <w:rsid w:val="00160D74"/>
    <w:rsid w:val="001646EA"/>
    <w:rsid w:val="00167D02"/>
    <w:rsid w:val="00171BF4"/>
    <w:rsid w:val="001740C3"/>
    <w:rsid w:val="001759D8"/>
    <w:rsid w:val="00177D7F"/>
    <w:rsid w:val="00180C3F"/>
    <w:rsid w:val="00181EC8"/>
    <w:rsid w:val="00184349"/>
    <w:rsid w:val="00195F33"/>
    <w:rsid w:val="001A1000"/>
    <w:rsid w:val="001B00AC"/>
    <w:rsid w:val="001B1617"/>
    <w:rsid w:val="001B504B"/>
    <w:rsid w:val="001B6F98"/>
    <w:rsid w:val="001C191A"/>
    <w:rsid w:val="001D3874"/>
    <w:rsid w:val="001D7E75"/>
    <w:rsid w:val="001E0D73"/>
    <w:rsid w:val="001E45BD"/>
    <w:rsid w:val="001E56D2"/>
    <w:rsid w:val="001E7D56"/>
    <w:rsid w:val="001F75DE"/>
    <w:rsid w:val="00200D58"/>
    <w:rsid w:val="002011C1"/>
    <w:rsid w:val="002013BE"/>
    <w:rsid w:val="00201EDC"/>
    <w:rsid w:val="00204C46"/>
    <w:rsid w:val="002063A4"/>
    <w:rsid w:val="0021145B"/>
    <w:rsid w:val="00220C23"/>
    <w:rsid w:val="002247F6"/>
    <w:rsid w:val="00225E21"/>
    <w:rsid w:val="00234E78"/>
    <w:rsid w:val="00241304"/>
    <w:rsid w:val="00243D36"/>
    <w:rsid w:val="00246151"/>
    <w:rsid w:val="00247707"/>
    <w:rsid w:val="002511F6"/>
    <w:rsid w:val="0026018E"/>
    <w:rsid w:val="0026297A"/>
    <w:rsid w:val="002728B4"/>
    <w:rsid w:val="00275E4A"/>
    <w:rsid w:val="0028260A"/>
    <w:rsid w:val="00282895"/>
    <w:rsid w:val="00286740"/>
    <w:rsid w:val="00291EAE"/>
    <w:rsid w:val="002929D8"/>
    <w:rsid w:val="002958A4"/>
    <w:rsid w:val="002A237D"/>
    <w:rsid w:val="002A4C53"/>
    <w:rsid w:val="002B0672"/>
    <w:rsid w:val="002B247F"/>
    <w:rsid w:val="002B50D4"/>
    <w:rsid w:val="002B58BF"/>
    <w:rsid w:val="002B7FC2"/>
    <w:rsid w:val="002C145D"/>
    <w:rsid w:val="002C2C3E"/>
    <w:rsid w:val="002C533E"/>
    <w:rsid w:val="002D027F"/>
    <w:rsid w:val="002D37EE"/>
    <w:rsid w:val="002D3E15"/>
    <w:rsid w:val="002D7A85"/>
    <w:rsid w:val="002D7B60"/>
    <w:rsid w:val="002F4761"/>
    <w:rsid w:val="002F5C79"/>
    <w:rsid w:val="002F67E3"/>
    <w:rsid w:val="002F68EE"/>
    <w:rsid w:val="002F6A9F"/>
    <w:rsid w:val="003019E2"/>
    <w:rsid w:val="00301F6E"/>
    <w:rsid w:val="0030460E"/>
    <w:rsid w:val="0030588E"/>
    <w:rsid w:val="00310BEB"/>
    <w:rsid w:val="00313550"/>
    <w:rsid w:val="00313E0F"/>
    <w:rsid w:val="0031413F"/>
    <w:rsid w:val="00314854"/>
    <w:rsid w:val="003148BB"/>
    <w:rsid w:val="0031708C"/>
    <w:rsid w:val="00317976"/>
    <w:rsid w:val="00320F2F"/>
    <w:rsid w:val="00325D38"/>
    <w:rsid w:val="00326F43"/>
    <w:rsid w:val="00327925"/>
    <w:rsid w:val="00334EFB"/>
    <w:rsid w:val="00343D01"/>
    <w:rsid w:val="00355EA9"/>
    <w:rsid w:val="003578DE"/>
    <w:rsid w:val="00361688"/>
    <w:rsid w:val="00367B82"/>
    <w:rsid w:val="00373E7E"/>
    <w:rsid w:val="00376ED9"/>
    <w:rsid w:val="0038258F"/>
    <w:rsid w:val="00385D1E"/>
    <w:rsid w:val="003877D5"/>
    <w:rsid w:val="003929B8"/>
    <w:rsid w:val="00396257"/>
    <w:rsid w:val="00397EB8"/>
    <w:rsid w:val="003A4FD0"/>
    <w:rsid w:val="003A69D1"/>
    <w:rsid w:val="003A7705"/>
    <w:rsid w:val="003A77F1"/>
    <w:rsid w:val="003B1545"/>
    <w:rsid w:val="003C2DD7"/>
    <w:rsid w:val="003C3219"/>
    <w:rsid w:val="003C409D"/>
    <w:rsid w:val="003C5583"/>
    <w:rsid w:val="003C5BA6"/>
    <w:rsid w:val="003C74CF"/>
    <w:rsid w:val="003D3752"/>
    <w:rsid w:val="003E04EA"/>
    <w:rsid w:val="003E35DA"/>
    <w:rsid w:val="003E455D"/>
    <w:rsid w:val="003E5103"/>
    <w:rsid w:val="003E7B6F"/>
    <w:rsid w:val="003F0E85"/>
    <w:rsid w:val="003F423C"/>
    <w:rsid w:val="003F66FF"/>
    <w:rsid w:val="00403EE1"/>
    <w:rsid w:val="00410C55"/>
    <w:rsid w:val="00416854"/>
    <w:rsid w:val="00417725"/>
    <w:rsid w:val="0042266F"/>
    <w:rsid w:val="00423D6E"/>
    <w:rsid w:val="0042794F"/>
    <w:rsid w:val="00437CFE"/>
    <w:rsid w:val="00437F26"/>
    <w:rsid w:val="00441957"/>
    <w:rsid w:val="00444097"/>
    <w:rsid w:val="00445487"/>
    <w:rsid w:val="00447E0D"/>
    <w:rsid w:val="00454769"/>
    <w:rsid w:val="00466991"/>
    <w:rsid w:val="0047064C"/>
    <w:rsid w:val="004757B9"/>
    <w:rsid w:val="004816E9"/>
    <w:rsid w:val="004822B7"/>
    <w:rsid w:val="00485A31"/>
    <w:rsid w:val="0049469E"/>
    <w:rsid w:val="004A2217"/>
    <w:rsid w:val="004A24F9"/>
    <w:rsid w:val="004A42E1"/>
    <w:rsid w:val="004B162C"/>
    <w:rsid w:val="004B251A"/>
    <w:rsid w:val="004B2ABE"/>
    <w:rsid w:val="004B64DE"/>
    <w:rsid w:val="004C35D0"/>
    <w:rsid w:val="004C3DBE"/>
    <w:rsid w:val="004C5C96"/>
    <w:rsid w:val="004D06A4"/>
    <w:rsid w:val="004F07F1"/>
    <w:rsid w:val="004F12DA"/>
    <w:rsid w:val="004F1A81"/>
    <w:rsid w:val="005050D2"/>
    <w:rsid w:val="00513856"/>
    <w:rsid w:val="005218D9"/>
    <w:rsid w:val="00536186"/>
    <w:rsid w:val="00544CBB"/>
    <w:rsid w:val="00556981"/>
    <w:rsid w:val="005656D7"/>
    <w:rsid w:val="0057315F"/>
    <w:rsid w:val="00576104"/>
    <w:rsid w:val="005836EB"/>
    <w:rsid w:val="00592B21"/>
    <w:rsid w:val="005B44BF"/>
    <w:rsid w:val="005C67C8"/>
    <w:rsid w:val="005D0249"/>
    <w:rsid w:val="005D18FA"/>
    <w:rsid w:val="005D4FD4"/>
    <w:rsid w:val="005D6E8C"/>
    <w:rsid w:val="005E1997"/>
    <w:rsid w:val="005E3004"/>
    <w:rsid w:val="005F100C"/>
    <w:rsid w:val="005F435B"/>
    <w:rsid w:val="005F68DA"/>
    <w:rsid w:val="006000AE"/>
    <w:rsid w:val="00601BC9"/>
    <w:rsid w:val="0060773B"/>
    <w:rsid w:val="00613FD6"/>
    <w:rsid w:val="006157B5"/>
    <w:rsid w:val="00617224"/>
    <w:rsid w:val="00626FC6"/>
    <w:rsid w:val="006303A4"/>
    <w:rsid w:val="006303B4"/>
    <w:rsid w:val="00630ADC"/>
    <w:rsid w:val="00633D3D"/>
    <w:rsid w:val="006350AA"/>
    <w:rsid w:val="006369D0"/>
    <w:rsid w:val="00641703"/>
    <w:rsid w:val="006431A6"/>
    <w:rsid w:val="00643E3A"/>
    <w:rsid w:val="006459F6"/>
    <w:rsid w:val="006501AD"/>
    <w:rsid w:val="00651BFA"/>
    <w:rsid w:val="00654475"/>
    <w:rsid w:val="00656DF0"/>
    <w:rsid w:val="00662D40"/>
    <w:rsid w:val="00665A4B"/>
    <w:rsid w:val="00670543"/>
    <w:rsid w:val="006801E2"/>
    <w:rsid w:val="006863D5"/>
    <w:rsid w:val="00692E2A"/>
    <w:rsid w:val="006A76F2"/>
    <w:rsid w:val="006D19D4"/>
    <w:rsid w:val="006D448E"/>
    <w:rsid w:val="006D7EFB"/>
    <w:rsid w:val="006E1C83"/>
    <w:rsid w:val="006E549D"/>
    <w:rsid w:val="006E6672"/>
    <w:rsid w:val="006E6722"/>
    <w:rsid w:val="006F7AFF"/>
    <w:rsid w:val="007027B9"/>
    <w:rsid w:val="007066B5"/>
    <w:rsid w:val="007145DA"/>
    <w:rsid w:val="00715E88"/>
    <w:rsid w:val="00726BB3"/>
    <w:rsid w:val="00734CAA"/>
    <w:rsid w:val="00742680"/>
    <w:rsid w:val="0075533C"/>
    <w:rsid w:val="00757581"/>
    <w:rsid w:val="007602F5"/>
    <w:rsid w:val="00760D36"/>
    <w:rsid w:val="007611A0"/>
    <w:rsid w:val="00762B9E"/>
    <w:rsid w:val="00773E54"/>
    <w:rsid w:val="00787188"/>
    <w:rsid w:val="00787688"/>
    <w:rsid w:val="007935E6"/>
    <w:rsid w:val="00796D3F"/>
    <w:rsid w:val="00797350"/>
    <w:rsid w:val="007A1683"/>
    <w:rsid w:val="007A5C12"/>
    <w:rsid w:val="007A66CE"/>
    <w:rsid w:val="007A7CB0"/>
    <w:rsid w:val="007B68A3"/>
    <w:rsid w:val="007B695C"/>
    <w:rsid w:val="007B78B5"/>
    <w:rsid w:val="007C2541"/>
    <w:rsid w:val="007D66A8"/>
    <w:rsid w:val="007E003F"/>
    <w:rsid w:val="007F0CF8"/>
    <w:rsid w:val="007F5E20"/>
    <w:rsid w:val="007F62CB"/>
    <w:rsid w:val="00802727"/>
    <w:rsid w:val="00802A00"/>
    <w:rsid w:val="008142EC"/>
    <w:rsid w:val="008164F2"/>
    <w:rsid w:val="00821395"/>
    <w:rsid w:val="00830E26"/>
    <w:rsid w:val="00843576"/>
    <w:rsid w:val="00843B64"/>
    <w:rsid w:val="00843BA1"/>
    <w:rsid w:val="008478FC"/>
    <w:rsid w:val="00851C51"/>
    <w:rsid w:val="00852780"/>
    <w:rsid w:val="008544ED"/>
    <w:rsid w:val="00867BFF"/>
    <w:rsid w:val="00871542"/>
    <w:rsid w:val="00871F87"/>
    <w:rsid w:val="00872BF6"/>
    <w:rsid w:val="00872C0D"/>
    <w:rsid w:val="00873473"/>
    <w:rsid w:val="0088480A"/>
    <w:rsid w:val="0088757A"/>
    <w:rsid w:val="0089369F"/>
    <w:rsid w:val="0089431B"/>
    <w:rsid w:val="00895668"/>
    <w:rsid w:val="008957DD"/>
    <w:rsid w:val="00897D98"/>
    <w:rsid w:val="00897E12"/>
    <w:rsid w:val="008A2F30"/>
    <w:rsid w:val="008A6DF2"/>
    <w:rsid w:val="008A7807"/>
    <w:rsid w:val="008B3F8B"/>
    <w:rsid w:val="008B4CC9"/>
    <w:rsid w:val="008B4FFB"/>
    <w:rsid w:val="008D75E4"/>
    <w:rsid w:val="008D7C99"/>
    <w:rsid w:val="008E0141"/>
    <w:rsid w:val="008E0FCB"/>
    <w:rsid w:val="008E40C6"/>
    <w:rsid w:val="008F54DF"/>
    <w:rsid w:val="008F6DFE"/>
    <w:rsid w:val="0090529F"/>
    <w:rsid w:val="0091058A"/>
    <w:rsid w:val="0091479A"/>
    <w:rsid w:val="0092178C"/>
    <w:rsid w:val="00930B88"/>
    <w:rsid w:val="00931D8C"/>
    <w:rsid w:val="00940DCC"/>
    <w:rsid w:val="009414C1"/>
    <w:rsid w:val="0094179A"/>
    <w:rsid w:val="009431CE"/>
    <w:rsid w:val="0094459E"/>
    <w:rsid w:val="00944DBC"/>
    <w:rsid w:val="00950977"/>
    <w:rsid w:val="00951A7B"/>
    <w:rsid w:val="00954193"/>
    <w:rsid w:val="009564A6"/>
    <w:rsid w:val="00966A53"/>
    <w:rsid w:val="00967621"/>
    <w:rsid w:val="0096773D"/>
    <w:rsid w:val="00967E6A"/>
    <w:rsid w:val="00974976"/>
    <w:rsid w:val="009758BB"/>
    <w:rsid w:val="009907B9"/>
    <w:rsid w:val="00990918"/>
    <w:rsid w:val="00990D55"/>
    <w:rsid w:val="009A040F"/>
    <w:rsid w:val="009A101B"/>
    <w:rsid w:val="009A2F0D"/>
    <w:rsid w:val="009A3A83"/>
    <w:rsid w:val="009B3470"/>
    <w:rsid w:val="009B4A0F"/>
    <w:rsid w:val="009B5EB2"/>
    <w:rsid w:val="009C11D2"/>
    <w:rsid w:val="009C378A"/>
    <w:rsid w:val="009C6C70"/>
    <w:rsid w:val="009C7B0A"/>
    <w:rsid w:val="009D0B63"/>
    <w:rsid w:val="009D191B"/>
    <w:rsid w:val="009D56EE"/>
    <w:rsid w:val="009D5CB8"/>
    <w:rsid w:val="009E19DF"/>
    <w:rsid w:val="009E307E"/>
    <w:rsid w:val="00A03336"/>
    <w:rsid w:val="00A07870"/>
    <w:rsid w:val="00A07C54"/>
    <w:rsid w:val="00A07F19"/>
    <w:rsid w:val="00A1348D"/>
    <w:rsid w:val="00A13C99"/>
    <w:rsid w:val="00A155C6"/>
    <w:rsid w:val="00A232EE"/>
    <w:rsid w:val="00A37C1E"/>
    <w:rsid w:val="00A4175F"/>
    <w:rsid w:val="00A436E6"/>
    <w:rsid w:val="00A44411"/>
    <w:rsid w:val="00A469FA"/>
    <w:rsid w:val="00A53662"/>
    <w:rsid w:val="00A54FD2"/>
    <w:rsid w:val="00A55B01"/>
    <w:rsid w:val="00A56B5B"/>
    <w:rsid w:val="00A603FF"/>
    <w:rsid w:val="00A619B6"/>
    <w:rsid w:val="00A648CA"/>
    <w:rsid w:val="00A657DD"/>
    <w:rsid w:val="00A666A6"/>
    <w:rsid w:val="00A675FD"/>
    <w:rsid w:val="00A72437"/>
    <w:rsid w:val="00A8048B"/>
    <w:rsid w:val="00A80611"/>
    <w:rsid w:val="00A81763"/>
    <w:rsid w:val="00AA187D"/>
    <w:rsid w:val="00AA5BF4"/>
    <w:rsid w:val="00AB5340"/>
    <w:rsid w:val="00AC04F4"/>
    <w:rsid w:val="00AC0A89"/>
    <w:rsid w:val="00AC7C96"/>
    <w:rsid w:val="00AE2281"/>
    <w:rsid w:val="00AE237D"/>
    <w:rsid w:val="00AE502A"/>
    <w:rsid w:val="00AE73C2"/>
    <w:rsid w:val="00AF0010"/>
    <w:rsid w:val="00AF2C1F"/>
    <w:rsid w:val="00AF4318"/>
    <w:rsid w:val="00AF7C07"/>
    <w:rsid w:val="00B00F60"/>
    <w:rsid w:val="00B06C64"/>
    <w:rsid w:val="00B11CAC"/>
    <w:rsid w:val="00B13E22"/>
    <w:rsid w:val="00B15A29"/>
    <w:rsid w:val="00B22C93"/>
    <w:rsid w:val="00B24C77"/>
    <w:rsid w:val="00B27589"/>
    <w:rsid w:val="00B309C4"/>
    <w:rsid w:val="00B405B7"/>
    <w:rsid w:val="00B52222"/>
    <w:rsid w:val="00B531DA"/>
    <w:rsid w:val="00B54895"/>
    <w:rsid w:val="00B54FE7"/>
    <w:rsid w:val="00B55F5C"/>
    <w:rsid w:val="00B5723A"/>
    <w:rsid w:val="00B647C6"/>
    <w:rsid w:val="00B655F9"/>
    <w:rsid w:val="00B66901"/>
    <w:rsid w:val="00B71E6D"/>
    <w:rsid w:val="00B72070"/>
    <w:rsid w:val="00B779E1"/>
    <w:rsid w:val="00B81E3A"/>
    <w:rsid w:val="00B85CFB"/>
    <w:rsid w:val="00B91EE1"/>
    <w:rsid w:val="00B94602"/>
    <w:rsid w:val="00BA0090"/>
    <w:rsid w:val="00BA1A67"/>
    <w:rsid w:val="00BA527B"/>
    <w:rsid w:val="00BA6A80"/>
    <w:rsid w:val="00BB1FC4"/>
    <w:rsid w:val="00BB4ABB"/>
    <w:rsid w:val="00BD3EF4"/>
    <w:rsid w:val="00BE38A0"/>
    <w:rsid w:val="00BE5B5F"/>
    <w:rsid w:val="00BE7662"/>
    <w:rsid w:val="00BE7993"/>
    <w:rsid w:val="00C11650"/>
    <w:rsid w:val="00C13B68"/>
    <w:rsid w:val="00C1728F"/>
    <w:rsid w:val="00C26F55"/>
    <w:rsid w:val="00C27765"/>
    <w:rsid w:val="00C3020E"/>
    <w:rsid w:val="00C30C63"/>
    <w:rsid w:val="00C30FF3"/>
    <w:rsid w:val="00C329D6"/>
    <w:rsid w:val="00C32A44"/>
    <w:rsid w:val="00C338C5"/>
    <w:rsid w:val="00C36B8B"/>
    <w:rsid w:val="00C415C1"/>
    <w:rsid w:val="00C43075"/>
    <w:rsid w:val="00C439D1"/>
    <w:rsid w:val="00C47DBF"/>
    <w:rsid w:val="00C552FF"/>
    <w:rsid w:val="00C558DA"/>
    <w:rsid w:val="00C55AF3"/>
    <w:rsid w:val="00C65AEC"/>
    <w:rsid w:val="00C771A9"/>
    <w:rsid w:val="00C83C15"/>
    <w:rsid w:val="00C84759"/>
    <w:rsid w:val="00C86A43"/>
    <w:rsid w:val="00C906F0"/>
    <w:rsid w:val="00CA5CA9"/>
    <w:rsid w:val="00CA6C7F"/>
    <w:rsid w:val="00CB4387"/>
    <w:rsid w:val="00CC0FC7"/>
    <w:rsid w:val="00CC10A6"/>
    <w:rsid w:val="00CD5EB8"/>
    <w:rsid w:val="00CD7044"/>
    <w:rsid w:val="00CE08B9"/>
    <w:rsid w:val="00CE524C"/>
    <w:rsid w:val="00CF141F"/>
    <w:rsid w:val="00CF1439"/>
    <w:rsid w:val="00CF212B"/>
    <w:rsid w:val="00CF4777"/>
    <w:rsid w:val="00CF65C8"/>
    <w:rsid w:val="00D013F5"/>
    <w:rsid w:val="00D02114"/>
    <w:rsid w:val="00D05E3F"/>
    <w:rsid w:val="00D067BB"/>
    <w:rsid w:val="00D1352A"/>
    <w:rsid w:val="00D169AF"/>
    <w:rsid w:val="00D25249"/>
    <w:rsid w:val="00D319B2"/>
    <w:rsid w:val="00D350B4"/>
    <w:rsid w:val="00D44172"/>
    <w:rsid w:val="00D47BE3"/>
    <w:rsid w:val="00D63B8C"/>
    <w:rsid w:val="00D739CC"/>
    <w:rsid w:val="00D804F8"/>
    <w:rsid w:val="00D8093D"/>
    <w:rsid w:val="00D8106E"/>
    <w:rsid w:val="00D8108C"/>
    <w:rsid w:val="00D842AE"/>
    <w:rsid w:val="00D86F3D"/>
    <w:rsid w:val="00D9211C"/>
    <w:rsid w:val="00D92DE0"/>
    <w:rsid w:val="00D92FEF"/>
    <w:rsid w:val="00D93A0F"/>
    <w:rsid w:val="00DA1BCA"/>
    <w:rsid w:val="00DA5B6B"/>
    <w:rsid w:val="00DA7527"/>
    <w:rsid w:val="00DC46FF"/>
    <w:rsid w:val="00DC5254"/>
    <w:rsid w:val="00DC569D"/>
    <w:rsid w:val="00DD1A4F"/>
    <w:rsid w:val="00DD3107"/>
    <w:rsid w:val="00DD7C2C"/>
    <w:rsid w:val="00DE2E33"/>
    <w:rsid w:val="00DE4BF2"/>
    <w:rsid w:val="00DE5BDA"/>
    <w:rsid w:val="00DF3A9F"/>
    <w:rsid w:val="00DF433C"/>
    <w:rsid w:val="00DF519F"/>
    <w:rsid w:val="00E0035A"/>
    <w:rsid w:val="00E01F6F"/>
    <w:rsid w:val="00E06797"/>
    <w:rsid w:val="00E1265B"/>
    <w:rsid w:val="00E13B48"/>
    <w:rsid w:val="00E1404F"/>
    <w:rsid w:val="00E21C83"/>
    <w:rsid w:val="00E24ADA"/>
    <w:rsid w:val="00E32F59"/>
    <w:rsid w:val="00E41908"/>
    <w:rsid w:val="00E4217A"/>
    <w:rsid w:val="00E46D9A"/>
    <w:rsid w:val="00E50C62"/>
    <w:rsid w:val="00E565FF"/>
    <w:rsid w:val="00E60FDF"/>
    <w:rsid w:val="00E65388"/>
    <w:rsid w:val="00E67437"/>
    <w:rsid w:val="00E7741D"/>
    <w:rsid w:val="00E808CD"/>
    <w:rsid w:val="00E8348F"/>
    <w:rsid w:val="00E84D15"/>
    <w:rsid w:val="00E85B7D"/>
    <w:rsid w:val="00E9121B"/>
    <w:rsid w:val="00E9302E"/>
    <w:rsid w:val="00E931B3"/>
    <w:rsid w:val="00E976AB"/>
    <w:rsid w:val="00E97804"/>
    <w:rsid w:val="00EA0AE2"/>
    <w:rsid w:val="00EA1B36"/>
    <w:rsid w:val="00EA39E5"/>
    <w:rsid w:val="00EA57A3"/>
    <w:rsid w:val="00EC2813"/>
    <w:rsid w:val="00EC546B"/>
    <w:rsid w:val="00EC5A46"/>
    <w:rsid w:val="00EC63E2"/>
    <w:rsid w:val="00ED366A"/>
    <w:rsid w:val="00ED6BB7"/>
    <w:rsid w:val="00EE02D2"/>
    <w:rsid w:val="00EE51F4"/>
    <w:rsid w:val="00EF1D50"/>
    <w:rsid w:val="00EF22B3"/>
    <w:rsid w:val="00EF7D88"/>
    <w:rsid w:val="00F03B69"/>
    <w:rsid w:val="00F044B5"/>
    <w:rsid w:val="00F07A50"/>
    <w:rsid w:val="00F113DA"/>
    <w:rsid w:val="00F210A2"/>
    <w:rsid w:val="00F25F63"/>
    <w:rsid w:val="00F266FC"/>
    <w:rsid w:val="00F3037A"/>
    <w:rsid w:val="00F3465A"/>
    <w:rsid w:val="00F37DC8"/>
    <w:rsid w:val="00F439B3"/>
    <w:rsid w:val="00F6085A"/>
    <w:rsid w:val="00F64711"/>
    <w:rsid w:val="00F650C3"/>
    <w:rsid w:val="00F65D85"/>
    <w:rsid w:val="00F6700B"/>
    <w:rsid w:val="00F8091E"/>
    <w:rsid w:val="00F8615C"/>
    <w:rsid w:val="00F93B83"/>
    <w:rsid w:val="00F969E5"/>
    <w:rsid w:val="00FA0BC9"/>
    <w:rsid w:val="00FA1F79"/>
    <w:rsid w:val="00FA4972"/>
    <w:rsid w:val="00FA4BDA"/>
    <w:rsid w:val="00FA6BB0"/>
    <w:rsid w:val="00FB2DBD"/>
    <w:rsid w:val="00FD2941"/>
    <w:rsid w:val="00FD48DF"/>
    <w:rsid w:val="00FD5860"/>
    <w:rsid w:val="00FE352D"/>
    <w:rsid w:val="00FE40EB"/>
    <w:rsid w:val="00FE4B71"/>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19F69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rsid w:val="00171BF4"/>
    <w:pPr>
      <w:spacing w:before="60" w:after="60"/>
    </w:pPr>
    <w:rPr>
      <w:b/>
    </w:r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7"/>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paragraph" w:styleId="Revision">
    <w:name w:val="Revision"/>
    <w:hidden/>
    <w:uiPriority w:val="99"/>
    <w:semiHidden/>
    <w:rsid w:val="00931D8C"/>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rsid w:val="00171BF4"/>
    <w:pPr>
      <w:spacing w:before="60" w:after="60"/>
    </w:pPr>
    <w:rPr>
      <w:b/>
    </w:r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7"/>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paragraph" w:styleId="Revision">
    <w:name w:val="Revision"/>
    <w:hidden/>
    <w:uiPriority w:val="99"/>
    <w:semiHidden/>
    <w:rsid w:val="00931D8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20templates%20and%20mastheads_BACKUP\TEMPLATES%20AND%20MASTHEADS\Document%20templates\DTIE%20-%20MC-COP-1\UNEP-MC-COP-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620E-FFF7-44AB-8296-C2A7D51F6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UNEP-MC-COP-1.dotx</Template>
  <TotalTime>19</TotalTime>
  <Pages>4</Pages>
  <Words>2346</Words>
  <Characters>12582</Characters>
  <Application>Microsoft Office Word</Application>
  <DocSecurity>0</DocSecurity>
  <Lines>104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Jane Mbau</cp:lastModifiedBy>
  <cp:revision>5</cp:revision>
  <cp:lastPrinted>2017-07-10T12:25:00Z</cp:lastPrinted>
  <dcterms:created xsi:type="dcterms:W3CDTF">2017-07-10T09:32:00Z</dcterms:created>
  <dcterms:modified xsi:type="dcterms:W3CDTF">2017-07-10T12:26:00Z</dcterms:modified>
</cp:coreProperties>
</file>