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jc w:val="right"/>
        <w:tblLayout w:type="fixed"/>
        <w:tblLook w:val="0000" w:firstRow="0" w:lastRow="0" w:firstColumn="0" w:lastColumn="0" w:noHBand="0" w:noVBand="0"/>
      </w:tblPr>
      <w:tblGrid>
        <w:gridCol w:w="1550"/>
        <w:gridCol w:w="4751"/>
        <w:gridCol w:w="3411"/>
      </w:tblGrid>
      <w:tr w:rsidR="00032E4E" w:rsidRPr="00C6062B" w14:paraId="2623362B" w14:textId="77777777" w:rsidTr="00E976AB">
        <w:trPr>
          <w:cantSplit/>
          <w:trHeight w:val="850"/>
          <w:jc w:val="right"/>
        </w:trPr>
        <w:tc>
          <w:tcPr>
            <w:tcW w:w="1560" w:type="dxa"/>
          </w:tcPr>
          <w:p w14:paraId="1537DD56" w14:textId="77777777" w:rsidR="00032E4E" w:rsidRPr="00C6062B" w:rsidRDefault="00032E4E" w:rsidP="00023DA9">
            <w:pPr>
              <w:rPr>
                <w:rFonts w:ascii="Univers" w:hAnsi="Univers"/>
                <w:b/>
                <w:noProof/>
                <w:sz w:val="27"/>
                <w:szCs w:val="27"/>
              </w:rPr>
            </w:pPr>
            <w:bookmarkStart w:id="0" w:name="_GoBack"/>
            <w:bookmarkEnd w:id="0"/>
            <w:r w:rsidRPr="00C6062B">
              <w:rPr>
                <w:rFonts w:ascii="Arial" w:hAnsi="Arial" w:cs="Arial"/>
                <w:b/>
                <w:noProof/>
                <w:sz w:val="27"/>
                <w:szCs w:val="27"/>
              </w:rPr>
              <w:t>UNITED</w:t>
            </w:r>
            <w:r w:rsidRPr="00C6062B">
              <w:rPr>
                <w:rFonts w:ascii="Arial" w:hAnsi="Arial" w:cs="Arial"/>
                <w:b/>
                <w:noProof/>
                <w:sz w:val="27"/>
                <w:szCs w:val="27"/>
              </w:rPr>
              <w:br/>
              <w:t>NATIONS</w:t>
            </w:r>
          </w:p>
        </w:tc>
        <w:tc>
          <w:tcPr>
            <w:tcW w:w="4785" w:type="dxa"/>
          </w:tcPr>
          <w:p w14:paraId="1B32F467" w14:textId="77777777" w:rsidR="00032E4E" w:rsidRPr="00C6062B" w:rsidRDefault="00032E4E" w:rsidP="00023DA9">
            <w:pPr>
              <w:rPr>
                <w:rFonts w:ascii="Univers" w:hAnsi="Univers"/>
                <w:b/>
                <w:sz w:val="27"/>
                <w:szCs w:val="27"/>
              </w:rPr>
            </w:pPr>
          </w:p>
        </w:tc>
        <w:tc>
          <w:tcPr>
            <w:tcW w:w="3435" w:type="dxa"/>
          </w:tcPr>
          <w:p w14:paraId="0CD6C3D3" w14:textId="77777777" w:rsidR="00032E4E" w:rsidRPr="00C6062B" w:rsidRDefault="00787688" w:rsidP="00023DA9">
            <w:pPr>
              <w:jc w:val="right"/>
              <w:rPr>
                <w:rFonts w:ascii="Arial" w:hAnsi="Arial" w:cs="Arial"/>
                <w:b/>
                <w:sz w:val="64"/>
                <w:szCs w:val="64"/>
              </w:rPr>
            </w:pPr>
            <w:r w:rsidRPr="00C6062B">
              <w:rPr>
                <w:rFonts w:ascii="Arial" w:hAnsi="Arial" w:cs="Arial"/>
                <w:b/>
                <w:sz w:val="64"/>
                <w:szCs w:val="64"/>
              </w:rPr>
              <w:t>MC</w:t>
            </w:r>
          </w:p>
        </w:tc>
      </w:tr>
      <w:tr w:rsidR="00032E4E" w:rsidRPr="00C6062B" w14:paraId="36878BD8" w14:textId="77777777" w:rsidTr="00E976AB">
        <w:trPr>
          <w:cantSplit/>
          <w:trHeight w:val="281"/>
          <w:jc w:val="right"/>
        </w:trPr>
        <w:tc>
          <w:tcPr>
            <w:tcW w:w="1560" w:type="dxa"/>
            <w:tcBorders>
              <w:bottom w:val="single" w:sz="4" w:space="0" w:color="auto"/>
            </w:tcBorders>
          </w:tcPr>
          <w:p w14:paraId="2FE1D229" w14:textId="77777777" w:rsidR="00032E4E" w:rsidRPr="00C6062B" w:rsidRDefault="00032E4E" w:rsidP="00023DA9">
            <w:pPr>
              <w:rPr>
                <w:noProof/>
                <w:sz w:val="18"/>
                <w:szCs w:val="18"/>
              </w:rPr>
            </w:pPr>
          </w:p>
        </w:tc>
        <w:tc>
          <w:tcPr>
            <w:tcW w:w="4785" w:type="dxa"/>
            <w:tcBorders>
              <w:bottom w:val="single" w:sz="4" w:space="0" w:color="auto"/>
            </w:tcBorders>
          </w:tcPr>
          <w:p w14:paraId="05482DC3" w14:textId="77777777" w:rsidR="00032E4E" w:rsidRPr="00C6062B" w:rsidRDefault="00032E4E" w:rsidP="00023DA9">
            <w:pPr>
              <w:rPr>
                <w:rFonts w:ascii="Univers" w:hAnsi="Univers"/>
                <w:b/>
                <w:sz w:val="18"/>
                <w:szCs w:val="18"/>
              </w:rPr>
            </w:pPr>
          </w:p>
        </w:tc>
        <w:tc>
          <w:tcPr>
            <w:tcW w:w="3435" w:type="dxa"/>
            <w:tcBorders>
              <w:bottom w:val="single" w:sz="4" w:space="0" w:color="auto"/>
            </w:tcBorders>
          </w:tcPr>
          <w:p w14:paraId="3D105487" w14:textId="77777777" w:rsidR="00032E4E" w:rsidRPr="00C6062B" w:rsidRDefault="00032E4E" w:rsidP="001A04AA">
            <w:pPr>
              <w:rPr>
                <w:noProof/>
                <w:sz w:val="18"/>
                <w:szCs w:val="18"/>
              </w:rPr>
            </w:pPr>
            <w:r w:rsidRPr="00C6062B">
              <w:rPr>
                <w:b/>
                <w:bCs/>
                <w:sz w:val="28"/>
              </w:rPr>
              <w:t>UNEP</w:t>
            </w:r>
            <w:bookmarkStart w:id="1" w:name="OLE_LINK1"/>
            <w:bookmarkStart w:id="2" w:name="OLE_LINK2"/>
            <w:r w:rsidR="00787688" w:rsidRPr="00C6062B">
              <w:t>/MC</w:t>
            </w:r>
            <w:r w:rsidRPr="00C6062B">
              <w:t>/</w:t>
            </w:r>
            <w:bookmarkEnd w:id="1"/>
            <w:bookmarkEnd w:id="2"/>
            <w:r w:rsidR="00787688" w:rsidRPr="00C6062B">
              <w:t>COP.1</w:t>
            </w:r>
            <w:r w:rsidRPr="00C6062B">
              <w:t>/</w:t>
            </w:r>
            <w:r w:rsidR="00775D8D">
              <w:t>2</w:t>
            </w:r>
          </w:p>
        </w:tc>
      </w:tr>
      <w:tr w:rsidR="00032E4E" w:rsidRPr="00C6062B" w14:paraId="0344FC84" w14:textId="77777777" w:rsidTr="00E976AB">
        <w:trPr>
          <w:cantSplit/>
          <w:trHeight w:val="2549"/>
          <w:jc w:val="right"/>
        </w:trPr>
        <w:tc>
          <w:tcPr>
            <w:tcW w:w="1560" w:type="dxa"/>
            <w:tcBorders>
              <w:top w:val="single" w:sz="4" w:space="0" w:color="auto"/>
              <w:bottom w:val="single" w:sz="24" w:space="0" w:color="auto"/>
            </w:tcBorders>
          </w:tcPr>
          <w:p w14:paraId="090CBE48" w14:textId="1B27FCCF" w:rsidR="00032E4E" w:rsidRPr="00C6062B" w:rsidRDefault="006534F9" w:rsidP="00023DA9">
            <w:pPr>
              <w:rPr>
                <w:noProof/>
              </w:rPr>
            </w:pPr>
            <w:bookmarkStart w:id="3" w:name="_MON_1021710510"/>
            <w:bookmarkStart w:id="4" w:name="_MON_1021710482"/>
            <w:bookmarkEnd w:id="3"/>
            <w:bookmarkEnd w:id="4"/>
            <w:r>
              <w:rPr>
                <w:noProof/>
                <w:lang w:val="en-US"/>
              </w:rPr>
              <w:drawing>
                <wp:inline distT="0" distB="0" distL="0" distR="0" wp14:anchorId="6E5AC7B0" wp14:editId="027344ED">
                  <wp:extent cx="826770" cy="78295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26770" cy="782955"/>
                          </a:xfrm>
                          <a:prstGeom prst="rect">
                            <a:avLst/>
                          </a:prstGeom>
                          <a:noFill/>
                          <a:ln>
                            <a:noFill/>
                          </a:ln>
                        </pic:spPr>
                      </pic:pic>
                    </a:graphicData>
                  </a:graphic>
                </wp:inline>
              </w:drawing>
            </w:r>
            <w:r w:rsidR="000832C7" w:rsidRPr="00C6062B">
              <w:rPr>
                <w:noProof/>
                <w:lang w:val="en-US"/>
              </w:rPr>
              <w:drawing>
                <wp:inline distT="0" distB="0" distL="0" distR="0" wp14:anchorId="2BAB8A53" wp14:editId="6EE64E78">
                  <wp:extent cx="723900" cy="768350"/>
                  <wp:effectExtent l="0" t="0" r="0" b="0"/>
                  <wp:docPr id="2" name="Picture 2" descr="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P"/>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723900" cy="768350"/>
                          </a:xfrm>
                          <a:prstGeom prst="rect">
                            <a:avLst/>
                          </a:prstGeom>
                          <a:noFill/>
                          <a:ln>
                            <a:noFill/>
                          </a:ln>
                        </pic:spPr>
                      </pic:pic>
                    </a:graphicData>
                  </a:graphic>
                </wp:inline>
              </w:drawing>
            </w:r>
          </w:p>
        </w:tc>
        <w:tc>
          <w:tcPr>
            <w:tcW w:w="4785" w:type="dxa"/>
            <w:tcBorders>
              <w:top w:val="single" w:sz="4" w:space="0" w:color="auto"/>
              <w:bottom w:val="single" w:sz="24" w:space="0" w:color="auto"/>
            </w:tcBorders>
          </w:tcPr>
          <w:p w14:paraId="48EC7758" w14:textId="77777777" w:rsidR="00032E4E" w:rsidRPr="00C6062B" w:rsidRDefault="00032E4E" w:rsidP="00023DA9">
            <w:pPr>
              <w:spacing w:before="1200"/>
              <w:rPr>
                <w:rFonts w:ascii="Arial" w:hAnsi="Arial" w:cs="Arial"/>
                <w:b/>
                <w:sz w:val="28"/>
              </w:rPr>
            </w:pPr>
            <w:r w:rsidRPr="00C6062B">
              <w:rPr>
                <w:rFonts w:ascii="Arial" w:hAnsi="Arial" w:cs="Arial"/>
                <w:b/>
                <w:sz w:val="32"/>
                <w:szCs w:val="32"/>
              </w:rPr>
              <w:t>United Nations</w:t>
            </w:r>
            <w:r w:rsidRPr="00C6062B">
              <w:rPr>
                <w:rFonts w:ascii="Arial" w:hAnsi="Arial" w:cs="Arial"/>
                <w:b/>
                <w:sz w:val="32"/>
                <w:szCs w:val="32"/>
              </w:rPr>
              <w:br w:type="textWrapping" w:clear="all"/>
              <w:t>Environment</w:t>
            </w:r>
            <w:r w:rsidRPr="00C6062B">
              <w:rPr>
                <w:rFonts w:ascii="Arial" w:hAnsi="Arial" w:cs="Arial"/>
                <w:b/>
                <w:sz w:val="32"/>
                <w:szCs w:val="32"/>
              </w:rPr>
              <w:br w:type="textWrapping" w:clear="all"/>
              <w:t>Programme</w:t>
            </w:r>
          </w:p>
        </w:tc>
        <w:tc>
          <w:tcPr>
            <w:tcW w:w="3435" w:type="dxa"/>
            <w:tcBorders>
              <w:top w:val="single" w:sz="4" w:space="0" w:color="auto"/>
              <w:bottom w:val="single" w:sz="24" w:space="0" w:color="auto"/>
            </w:tcBorders>
          </w:tcPr>
          <w:p w14:paraId="32AB44BC" w14:textId="77777777" w:rsidR="00032E4E" w:rsidRPr="00C6062B" w:rsidRDefault="00032E4E" w:rsidP="009C3362">
            <w:pPr>
              <w:tabs>
                <w:tab w:val="clear" w:pos="1247"/>
                <w:tab w:val="clear" w:pos="1814"/>
                <w:tab w:val="clear" w:pos="2381"/>
                <w:tab w:val="clear" w:pos="2948"/>
                <w:tab w:val="clear" w:pos="3515"/>
              </w:tabs>
              <w:spacing w:before="120"/>
            </w:pPr>
            <w:r w:rsidRPr="00C6062B">
              <w:t>Distr.: General</w:t>
            </w:r>
            <w:r w:rsidRPr="00C6062B">
              <w:br w:type="textWrapping" w:clear="all"/>
            </w:r>
            <w:r w:rsidR="00775D8D">
              <w:t>28</w:t>
            </w:r>
            <w:r w:rsidR="000832C7" w:rsidRPr="00C6062B">
              <w:t xml:space="preserve"> March 2017</w:t>
            </w:r>
          </w:p>
          <w:p w14:paraId="6F78AAFF" w14:textId="77777777" w:rsidR="00032E4E" w:rsidRPr="00C6062B" w:rsidRDefault="00032E4E" w:rsidP="000832C7">
            <w:pPr>
              <w:spacing w:before="120"/>
            </w:pPr>
            <w:r w:rsidRPr="00C6062B">
              <w:t>Original: English</w:t>
            </w:r>
          </w:p>
        </w:tc>
      </w:tr>
    </w:tbl>
    <w:p w14:paraId="0B8B6FBD" w14:textId="77777777" w:rsidR="00C543FE" w:rsidRPr="00FA6617" w:rsidRDefault="00C543FE" w:rsidP="00E976AB">
      <w:pPr>
        <w:pStyle w:val="AATitle"/>
        <w:keepNext w:val="0"/>
        <w:keepLines w:val="0"/>
      </w:pPr>
      <w:r w:rsidRPr="00FA6617">
        <w:t xml:space="preserve">Conference of the Parties to the </w:t>
      </w:r>
    </w:p>
    <w:p w14:paraId="0897FB72" w14:textId="7F4A6CD7" w:rsidR="00E976AB" w:rsidRPr="00FA6617" w:rsidRDefault="00787688" w:rsidP="00E976AB">
      <w:pPr>
        <w:pStyle w:val="AATitle"/>
        <w:keepNext w:val="0"/>
        <w:keepLines w:val="0"/>
      </w:pPr>
      <w:r w:rsidRPr="00FA6617">
        <w:t>Minamata Convention on Mercury</w:t>
      </w:r>
    </w:p>
    <w:p w14:paraId="17BE80BB" w14:textId="77777777" w:rsidR="00E976AB" w:rsidRDefault="00787688" w:rsidP="00E976AB">
      <w:pPr>
        <w:pStyle w:val="AATitle"/>
        <w:keepNext w:val="0"/>
        <w:keepLines w:val="0"/>
      </w:pPr>
      <w:r w:rsidRPr="00C6062B">
        <w:t>First meeting</w:t>
      </w:r>
    </w:p>
    <w:p w14:paraId="025D4C98" w14:textId="77777777" w:rsidR="00E976AB" w:rsidRPr="00C6062B" w:rsidRDefault="00787688" w:rsidP="00465D27">
      <w:pPr>
        <w:pStyle w:val="AATitle"/>
        <w:rPr>
          <w:b w:val="0"/>
        </w:rPr>
      </w:pPr>
      <w:r w:rsidRPr="00C6062B">
        <w:rPr>
          <w:b w:val="0"/>
        </w:rPr>
        <w:t>Geneva</w:t>
      </w:r>
      <w:r w:rsidR="00E976AB" w:rsidRPr="00C6062B">
        <w:rPr>
          <w:b w:val="0"/>
        </w:rPr>
        <w:t xml:space="preserve">, </w:t>
      </w:r>
      <w:r w:rsidR="00465D27" w:rsidRPr="00C6062B">
        <w:rPr>
          <w:b w:val="0"/>
        </w:rPr>
        <w:t>24–29 September</w:t>
      </w:r>
      <w:r w:rsidRPr="00C6062B">
        <w:rPr>
          <w:b w:val="0"/>
        </w:rPr>
        <w:t xml:space="preserve"> 2017</w:t>
      </w:r>
    </w:p>
    <w:p w14:paraId="505021B5" w14:textId="77777777" w:rsidR="00775D8D" w:rsidRPr="00A018C0" w:rsidRDefault="00775D8D" w:rsidP="00775D8D">
      <w:pPr>
        <w:pStyle w:val="AATitle"/>
        <w:keepNext w:val="0"/>
        <w:keepLines w:val="0"/>
        <w:rPr>
          <w:b w:val="0"/>
        </w:rPr>
      </w:pPr>
      <w:r>
        <w:rPr>
          <w:b w:val="0"/>
        </w:rPr>
        <w:t xml:space="preserve">Item </w:t>
      </w:r>
      <w:r w:rsidRPr="00A018C0">
        <w:rPr>
          <w:b w:val="0"/>
        </w:rPr>
        <w:t>2 (e) of the provisional agenda</w:t>
      </w:r>
      <w:r w:rsidRPr="00A018C0">
        <w:rPr>
          <w:b w:val="0"/>
        </w:rPr>
        <w:footnoteReference w:customMarkFollows="1" w:id="1"/>
        <w:t>*</w:t>
      </w:r>
    </w:p>
    <w:p w14:paraId="2D2A0954" w14:textId="77777777" w:rsidR="00775D8D" w:rsidRPr="00A018C0" w:rsidRDefault="00775D8D" w:rsidP="000832C7">
      <w:pPr>
        <w:pStyle w:val="AATitle2"/>
        <w:spacing w:before="60"/>
      </w:pPr>
      <w:r w:rsidRPr="00FA6617">
        <w:t>Organizational matters: organization of work</w:t>
      </w:r>
    </w:p>
    <w:p w14:paraId="40B4AD90" w14:textId="19BF31AF" w:rsidR="00775D8D" w:rsidRPr="00A018C0" w:rsidRDefault="00775D8D" w:rsidP="00775D8D">
      <w:pPr>
        <w:pStyle w:val="BBTitle"/>
      </w:pPr>
      <w:r w:rsidRPr="00A018C0">
        <w:t xml:space="preserve">Scenario note for the first meeting of the Conference of the Parties </w:t>
      </w:r>
      <w:r w:rsidR="00C75781" w:rsidRPr="00A018C0">
        <w:t xml:space="preserve">to </w:t>
      </w:r>
      <w:r w:rsidRPr="00A018C0">
        <w:t>the Minamata Convention on Mercury</w:t>
      </w:r>
    </w:p>
    <w:p w14:paraId="6E73432E" w14:textId="77777777" w:rsidR="00775D8D" w:rsidRPr="00A018C0" w:rsidRDefault="00775D8D" w:rsidP="00775D8D">
      <w:pPr>
        <w:pStyle w:val="CH2"/>
        <w:keepNext w:val="0"/>
        <w:keepLines w:val="0"/>
      </w:pPr>
      <w:r w:rsidRPr="00A018C0">
        <w:tab/>
      </w:r>
      <w:r w:rsidRPr="00A018C0">
        <w:tab/>
        <w:t xml:space="preserve">Note by the Chair of the intergovernmental negotiating committee to prepare a global legally binding instrument on mercury </w:t>
      </w:r>
    </w:p>
    <w:p w14:paraId="56E51BB1" w14:textId="7F9CB2B4" w:rsidR="00775D8D" w:rsidRPr="00011B12" w:rsidRDefault="00775D8D" w:rsidP="00775D8D">
      <w:pPr>
        <w:pStyle w:val="Normalnumber"/>
        <w:numPr>
          <w:ilvl w:val="0"/>
          <w:numId w:val="7"/>
        </w:numPr>
        <w:tabs>
          <w:tab w:val="clear" w:pos="624"/>
          <w:tab w:val="left" w:pos="1247"/>
          <w:tab w:val="left" w:pos="1814"/>
          <w:tab w:val="left" w:pos="2381"/>
          <w:tab w:val="left" w:pos="2948"/>
          <w:tab w:val="left" w:pos="3515"/>
        </w:tabs>
      </w:pPr>
      <w:r w:rsidRPr="00A018C0">
        <w:t>The present scenario note</w:t>
      </w:r>
      <w:r w:rsidRPr="00011B12">
        <w:t xml:space="preserve"> sets out </w:t>
      </w:r>
      <w:r>
        <w:t xml:space="preserve">some </w:t>
      </w:r>
      <w:r w:rsidRPr="00011B12">
        <w:t xml:space="preserve">general expectations </w:t>
      </w:r>
      <w:r>
        <w:t>for the f</w:t>
      </w:r>
      <w:r w:rsidRPr="00DD2407">
        <w:t xml:space="preserve">irst </w:t>
      </w:r>
      <w:r>
        <w:t>meeting</w:t>
      </w:r>
      <w:r w:rsidRPr="00DD2407">
        <w:t xml:space="preserve"> of the Conference of the Parties</w:t>
      </w:r>
      <w:r>
        <w:t xml:space="preserve"> to the Minamata Convention on Mercury</w:t>
      </w:r>
      <w:r w:rsidRPr="00011B12">
        <w:t xml:space="preserve">. </w:t>
      </w:r>
      <w:r w:rsidR="00A65D0C">
        <w:t>I</w:t>
      </w:r>
      <w:r w:rsidR="00A65D0C" w:rsidRPr="00A018C0">
        <w:t xml:space="preserve"> prepared </w:t>
      </w:r>
      <w:r w:rsidR="00A65D0C">
        <w:t xml:space="preserve">it </w:t>
      </w:r>
      <w:r w:rsidR="00A65D0C" w:rsidRPr="00A018C0">
        <w:t>in consultation</w:t>
      </w:r>
      <w:r w:rsidR="00A65D0C">
        <w:t xml:space="preserve"> with the </w:t>
      </w:r>
      <w:r w:rsidR="00A65D0C" w:rsidRPr="00011B12">
        <w:t>Bureau</w:t>
      </w:r>
      <w:r w:rsidR="00A65D0C">
        <w:t xml:space="preserve"> of the intergovernmental negotiating committee to prepare a global legally binding instrument on mercury, as well as the representative of Switzerland (an observer at meetings of the Bureau of the committee), which is generously acting as the host country for the meeting. </w:t>
      </w:r>
      <w:r>
        <w:t xml:space="preserve">The main purpose of the note is to </w:t>
      </w:r>
      <w:r w:rsidRPr="00011B12">
        <w:t xml:space="preserve">assist </w:t>
      </w:r>
      <w:r w:rsidR="00C027FF">
        <w:t>p</w:t>
      </w:r>
      <w:r w:rsidRPr="00011B12">
        <w:t>arties and other par</w:t>
      </w:r>
      <w:r>
        <w:t xml:space="preserve">ticipants </w:t>
      </w:r>
      <w:r w:rsidR="00755A53">
        <w:t>to</w:t>
      </w:r>
      <w:r>
        <w:t xml:space="preserve"> prepar</w:t>
      </w:r>
      <w:r w:rsidR="00755A53">
        <w:t>e for the meeting</w:t>
      </w:r>
      <w:r w:rsidR="00A65D0C">
        <w:t xml:space="preserve"> with the aim of ensuring its success, </w:t>
      </w:r>
      <w:r w:rsidR="00755A53">
        <w:t>including</w:t>
      </w:r>
      <w:r>
        <w:t xml:space="preserve"> </w:t>
      </w:r>
      <w:r w:rsidR="005360CF">
        <w:t>by ensuring</w:t>
      </w:r>
      <w:r w:rsidR="00A65D0C">
        <w:t xml:space="preserve"> </w:t>
      </w:r>
      <w:r>
        <w:t xml:space="preserve">that all issues </w:t>
      </w:r>
      <w:r w:rsidR="004375DD">
        <w:t>that</w:t>
      </w:r>
      <w:r w:rsidR="00755A53">
        <w:t xml:space="preserve"> are required</w:t>
      </w:r>
      <w:r w:rsidR="00A65D0C">
        <w:t xml:space="preserve"> by the Convention to</w:t>
      </w:r>
      <w:r>
        <w:t xml:space="preserve"> be considered and </w:t>
      </w:r>
      <w:r w:rsidRPr="00BF0378">
        <w:t xml:space="preserve">resolved </w:t>
      </w:r>
      <w:r w:rsidR="00755A53" w:rsidRPr="00BF0378">
        <w:t>by</w:t>
      </w:r>
      <w:r w:rsidR="00755A53">
        <w:t xml:space="preserve"> the Conference of the Parties </w:t>
      </w:r>
      <w:r>
        <w:t xml:space="preserve">at </w:t>
      </w:r>
      <w:r w:rsidR="00755A53">
        <w:t>its</w:t>
      </w:r>
      <w:r>
        <w:t xml:space="preserve"> first meeting are </w:t>
      </w:r>
      <w:r w:rsidR="00511D7B">
        <w:t>addressed and concluded</w:t>
      </w:r>
      <w:r>
        <w:t>.</w:t>
      </w:r>
    </w:p>
    <w:p w14:paraId="2E64495E" w14:textId="54AFE197" w:rsidR="00775D8D" w:rsidRPr="00011B12" w:rsidRDefault="00775D8D" w:rsidP="00775D8D">
      <w:pPr>
        <w:pStyle w:val="Normalnumber"/>
        <w:numPr>
          <w:ilvl w:val="0"/>
          <w:numId w:val="7"/>
        </w:numPr>
        <w:tabs>
          <w:tab w:val="clear" w:pos="624"/>
          <w:tab w:val="left" w:pos="1247"/>
          <w:tab w:val="left" w:pos="1814"/>
          <w:tab w:val="left" w:pos="2381"/>
          <w:tab w:val="left" w:pos="2948"/>
          <w:tab w:val="left" w:pos="3515"/>
        </w:tabs>
      </w:pPr>
      <w:r>
        <w:t xml:space="preserve">The intergovernmental negotiating committee has prepared and submitted a significant amount of material for consideration and </w:t>
      </w:r>
      <w:r w:rsidRPr="003D3DF9">
        <w:t>anticipated formal adoption</w:t>
      </w:r>
      <w:r>
        <w:t xml:space="preserve"> by the Conference of the Parties</w:t>
      </w:r>
      <w:r w:rsidR="00C027FF">
        <w:t xml:space="preserve"> at </w:t>
      </w:r>
      <w:r w:rsidR="005B66F5">
        <w:t xml:space="preserve">the </w:t>
      </w:r>
      <w:r w:rsidR="00C027FF">
        <w:t>meeting</w:t>
      </w:r>
      <w:r>
        <w:t xml:space="preserve">. Throughout the negotiating process, </w:t>
      </w:r>
      <w:r w:rsidR="00C027FF">
        <w:t>G</w:t>
      </w:r>
      <w:r>
        <w:t>overnments have worked cooperatively to reach consensus on many issues</w:t>
      </w:r>
      <w:r w:rsidR="005B66F5">
        <w:t xml:space="preserve"> and</w:t>
      </w:r>
      <w:r>
        <w:t xml:space="preserve"> to ensure that all concerns raised have been addressed. With the entry into force of the Convention, and the convening of the first meeting of the </w:t>
      </w:r>
      <w:r w:rsidR="00C027FF" w:rsidRPr="003D2FCB">
        <w:t>C</w:t>
      </w:r>
      <w:r w:rsidRPr="003D2FCB">
        <w:t>onference</w:t>
      </w:r>
      <w:r w:rsidR="00C027FF" w:rsidRPr="003D2FCB">
        <w:t xml:space="preserve"> of the Parties</w:t>
      </w:r>
      <w:r>
        <w:t xml:space="preserve">, it is the hope of the retiring Bureau of the committee that the cooperative and inclusive spirit </w:t>
      </w:r>
      <w:r w:rsidR="00755A53">
        <w:t xml:space="preserve">that has characterized </w:t>
      </w:r>
      <w:r>
        <w:t xml:space="preserve">the work to date will continue, </w:t>
      </w:r>
      <w:r w:rsidR="005B66F5">
        <w:t xml:space="preserve">in the recognition </w:t>
      </w:r>
      <w:r>
        <w:t>that the</w:t>
      </w:r>
      <w:r w:rsidR="00755A53">
        <w:t xml:space="preserve"> overall</w:t>
      </w:r>
      <w:r>
        <w:t xml:space="preserve"> ambition of all</w:t>
      </w:r>
      <w:r w:rsidR="00755A53">
        <w:t xml:space="preserve"> those</w:t>
      </w:r>
      <w:r>
        <w:t xml:space="preserve"> who have participated in the negotiations is to </w:t>
      </w:r>
      <w:r w:rsidR="00755A53">
        <w:t>achieve</w:t>
      </w:r>
      <w:r>
        <w:t xml:space="preserve"> a </w:t>
      </w:r>
      <w:r w:rsidR="00755A53">
        <w:t>c</w:t>
      </w:r>
      <w:r>
        <w:t xml:space="preserve">onvention with </w:t>
      </w:r>
      <w:r w:rsidR="00755A53">
        <w:t xml:space="preserve">universal </w:t>
      </w:r>
      <w:r>
        <w:t xml:space="preserve">membership and global effect. </w:t>
      </w:r>
    </w:p>
    <w:p w14:paraId="585F5C7C" w14:textId="0F8EA892" w:rsidR="00775D8D" w:rsidRPr="004F6837" w:rsidRDefault="00775D8D" w:rsidP="004F6837">
      <w:pPr>
        <w:pStyle w:val="CH2"/>
      </w:pPr>
      <w:r w:rsidRPr="004F6837">
        <w:tab/>
      </w:r>
      <w:r w:rsidRPr="004F6837">
        <w:tab/>
        <w:t>Objectives of the first meeting of the Conference of the Parties</w:t>
      </w:r>
    </w:p>
    <w:p w14:paraId="5D6BE9DF" w14:textId="09EB9B29" w:rsidR="00775D8D" w:rsidRPr="004F5183" w:rsidRDefault="00775D8D" w:rsidP="00775D8D">
      <w:pPr>
        <w:pStyle w:val="Normalnumber"/>
        <w:numPr>
          <w:ilvl w:val="0"/>
          <w:numId w:val="7"/>
        </w:numPr>
        <w:tabs>
          <w:tab w:val="clear" w:pos="624"/>
          <w:tab w:val="left" w:pos="1247"/>
          <w:tab w:val="left" w:pos="1814"/>
          <w:tab w:val="left" w:pos="2381"/>
          <w:tab w:val="left" w:pos="2948"/>
          <w:tab w:val="left" w:pos="3515"/>
        </w:tabs>
      </w:pPr>
      <w:r w:rsidRPr="00AC6ADD">
        <w:t xml:space="preserve">The </w:t>
      </w:r>
      <w:r>
        <w:t xml:space="preserve">first </w:t>
      </w:r>
      <w:r w:rsidRPr="00BF0378">
        <w:t>meeting of</w:t>
      </w:r>
      <w:r w:rsidRPr="001B6F89">
        <w:t xml:space="preserve"> the Conference of the Parties has multiple objectives, including procedural, political and </w:t>
      </w:r>
      <w:r w:rsidRPr="004F5183">
        <w:t>celebratory.</w:t>
      </w:r>
    </w:p>
    <w:p w14:paraId="367B1D3B" w14:textId="7C1F29B0" w:rsidR="00C87EEF" w:rsidRDefault="00775D8D" w:rsidP="00775D8D">
      <w:pPr>
        <w:pStyle w:val="Normalnumber"/>
        <w:numPr>
          <w:ilvl w:val="0"/>
          <w:numId w:val="7"/>
        </w:numPr>
        <w:tabs>
          <w:tab w:val="clear" w:pos="624"/>
          <w:tab w:val="left" w:pos="1247"/>
          <w:tab w:val="left" w:pos="1814"/>
          <w:tab w:val="left" w:pos="2381"/>
          <w:tab w:val="left" w:pos="2948"/>
          <w:tab w:val="left" w:pos="3515"/>
        </w:tabs>
      </w:pPr>
      <w:r w:rsidRPr="001B6F89">
        <w:t xml:space="preserve">The Convention sets out a number of areas </w:t>
      </w:r>
      <w:r w:rsidR="00755A53">
        <w:t>in which</w:t>
      </w:r>
      <w:r w:rsidR="00755A53" w:rsidRPr="001B6F89">
        <w:t xml:space="preserve"> </w:t>
      </w:r>
      <w:r w:rsidRPr="001B6F89">
        <w:t xml:space="preserve">the </w:t>
      </w:r>
      <w:r w:rsidR="00C027FF" w:rsidRPr="001B6F89">
        <w:t xml:space="preserve">Conference of the Parties </w:t>
      </w:r>
      <w:r w:rsidR="00A91D38">
        <w:t xml:space="preserve">is required to adopt decisions </w:t>
      </w:r>
      <w:r w:rsidR="00C027FF" w:rsidRPr="001B6F89">
        <w:t xml:space="preserve">at its </w:t>
      </w:r>
      <w:r w:rsidRPr="001B6F89">
        <w:t xml:space="preserve">first meeting. </w:t>
      </w:r>
      <w:r w:rsidR="00C027FF" w:rsidRPr="001B6F89">
        <w:t xml:space="preserve">In </w:t>
      </w:r>
      <w:r w:rsidRPr="001B6F89">
        <w:t>many of th</w:t>
      </w:r>
      <w:r w:rsidR="00C87EEF">
        <w:t>o</w:t>
      </w:r>
      <w:r w:rsidRPr="001B6F89">
        <w:t xml:space="preserve">se areas, the intergovernmental negotiating committee has made good progress and </w:t>
      </w:r>
      <w:r w:rsidR="00665D0D">
        <w:t xml:space="preserve">has </w:t>
      </w:r>
      <w:r w:rsidRPr="001B6F89">
        <w:t xml:space="preserve">adopted guidance or other relevant material on a provisional basis for </w:t>
      </w:r>
      <w:r w:rsidR="00755A53">
        <w:t xml:space="preserve">subsequent </w:t>
      </w:r>
      <w:r w:rsidRPr="001B6F89">
        <w:t xml:space="preserve">formal adoption by the </w:t>
      </w:r>
      <w:r w:rsidR="00C027FF" w:rsidRPr="001B6F89">
        <w:t>C</w:t>
      </w:r>
      <w:r w:rsidRPr="001B6F89">
        <w:t>onference</w:t>
      </w:r>
      <w:r w:rsidR="00C027FF" w:rsidRPr="001B6F89">
        <w:t xml:space="preserve"> of the Parties</w:t>
      </w:r>
      <w:r w:rsidRPr="001B6F89">
        <w:t>. As th</w:t>
      </w:r>
      <w:r w:rsidR="00C87EEF">
        <w:t>o</w:t>
      </w:r>
      <w:r w:rsidRPr="001B6F89">
        <w:t xml:space="preserve">se </w:t>
      </w:r>
      <w:r w:rsidR="007A3DC0">
        <w:t>areas</w:t>
      </w:r>
      <w:r w:rsidR="007A3DC0" w:rsidRPr="001B6F89">
        <w:t xml:space="preserve"> </w:t>
      </w:r>
      <w:r w:rsidRPr="001B6F89">
        <w:t>have been considered in</w:t>
      </w:r>
      <w:r w:rsidR="00755A53">
        <w:t xml:space="preserve"> </w:t>
      </w:r>
      <w:r w:rsidRPr="001B6F89">
        <w:t>depth at a substantive level by the committee, it is my understanding that the</w:t>
      </w:r>
      <w:r w:rsidR="004375DD">
        <w:t>y</w:t>
      </w:r>
      <w:r w:rsidRPr="001B6F89">
        <w:t xml:space="preserve"> will </w:t>
      </w:r>
      <w:r w:rsidRPr="001B6F89">
        <w:lastRenderedPageBreak/>
        <w:t xml:space="preserve">not need to be reopened </w:t>
      </w:r>
      <w:r w:rsidR="00755A53">
        <w:t xml:space="preserve">for discussion </w:t>
      </w:r>
      <w:r w:rsidRPr="001B6F89">
        <w:t>by the Conference</w:t>
      </w:r>
      <w:r w:rsidR="001B6F89" w:rsidRPr="001B6F89">
        <w:t xml:space="preserve"> of the Parties</w:t>
      </w:r>
      <w:r w:rsidRPr="001B6F89">
        <w:t xml:space="preserve">. </w:t>
      </w:r>
      <w:r w:rsidR="00755A53">
        <w:t>With regard to</w:t>
      </w:r>
      <w:r w:rsidR="00755A53" w:rsidRPr="001B6F89">
        <w:t xml:space="preserve"> </w:t>
      </w:r>
      <w:r w:rsidR="000A5627">
        <w:t>other</w:t>
      </w:r>
      <w:r w:rsidR="000A5627" w:rsidRPr="001B6F89">
        <w:t xml:space="preserve"> </w:t>
      </w:r>
      <w:r w:rsidRPr="001B6F89">
        <w:t>areas</w:t>
      </w:r>
      <w:r w:rsidR="00755A53">
        <w:t>,</w:t>
      </w:r>
      <w:r w:rsidRPr="001B6F89">
        <w:t xml:space="preserve"> </w:t>
      </w:r>
      <w:r w:rsidR="000A5627">
        <w:t xml:space="preserve">however, </w:t>
      </w:r>
      <w:r w:rsidRPr="001B6F89">
        <w:t>additional information will be introduced for the first time at th</w:t>
      </w:r>
      <w:r w:rsidR="00755A53">
        <w:t>is</w:t>
      </w:r>
      <w:r w:rsidRPr="001B6F89">
        <w:t xml:space="preserve"> meeting. </w:t>
      </w:r>
    </w:p>
    <w:p w14:paraId="0FF7EE46" w14:textId="2B59D056" w:rsidR="00775D8D" w:rsidRPr="001B6F89" w:rsidRDefault="00775D8D" w:rsidP="00775D8D">
      <w:pPr>
        <w:pStyle w:val="Normalnumber"/>
        <w:numPr>
          <w:ilvl w:val="0"/>
          <w:numId w:val="7"/>
        </w:numPr>
        <w:tabs>
          <w:tab w:val="clear" w:pos="624"/>
          <w:tab w:val="left" w:pos="1247"/>
          <w:tab w:val="left" w:pos="1814"/>
          <w:tab w:val="left" w:pos="2381"/>
          <w:tab w:val="left" w:pos="2948"/>
          <w:tab w:val="left" w:pos="3515"/>
        </w:tabs>
      </w:pPr>
      <w:r w:rsidRPr="001B6F89">
        <w:t xml:space="preserve">The Convention also </w:t>
      </w:r>
      <w:r w:rsidRPr="00122F12">
        <w:t>requires decisions</w:t>
      </w:r>
      <w:r w:rsidRPr="001B6F89">
        <w:t xml:space="preserve"> by the Conference of the Parties </w:t>
      </w:r>
      <w:r w:rsidR="00755A53">
        <w:t xml:space="preserve">on other issues </w:t>
      </w:r>
      <w:r w:rsidRPr="001B6F89">
        <w:t xml:space="preserve">at an unspecified </w:t>
      </w:r>
      <w:r w:rsidR="00C87EEF">
        <w:t>time</w:t>
      </w:r>
      <w:r w:rsidRPr="001B6F89">
        <w:t>. Th</w:t>
      </w:r>
      <w:r w:rsidR="00C87EEF">
        <w:t>o</w:t>
      </w:r>
      <w:r w:rsidRPr="001B6F89">
        <w:t xml:space="preserve">se </w:t>
      </w:r>
      <w:r w:rsidR="001B6F89" w:rsidRPr="001B6F89">
        <w:t xml:space="preserve">issues </w:t>
      </w:r>
      <w:r w:rsidRPr="001B6F89">
        <w:t>will be introduced at the first meeting, but it is</w:t>
      </w:r>
      <w:r w:rsidR="001B6F89" w:rsidRPr="00DA4A45">
        <w:t xml:space="preserve"> to be</w:t>
      </w:r>
      <w:r w:rsidRPr="001B6F89">
        <w:t xml:space="preserve"> hoped that there will be a clear prioritization </w:t>
      </w:r>
      <w:r w:rsidR="001B6F89" w:rsidRPr="003C2885">
        <w:t>of</w:t>
      </w:r>
      <w:r w:rsidRPr="001B6F89">
        <w:t xml:space="preserve"> </w:t>
      </w:r>
      <w:r w:rsidR="00C87EEF">
        <w:t xml:space="preserve">matters on which </w:t>
      </w:r>
      <w:r w:rsidRPr="001B6F89">
        <w:t xml:space="preserve">decisions </w:t>
      </w:r>
      <w:r w:rsidR="00C87EEF">
        <w:t xml:space="preserve">must be adopted </w:t>
      </w:r>
      <w:r w:rsidRPr="001B6F89">
        <w:t xml:space="preserve">at </w:t>
      </w:r>
      <w:r w:rsidR="00514C13" w:rsidRPr="001B6F89">
        <w:t>the first meeting</w:t>
      </w:r>
      <w:r w:rsidRPr="001B6F89">
        <w:t xml:space="preserve"> and </w:t>
      </w:r>
      <w:r w:rsidR="00833D15">
        <w:t xml:space="preserve">that </w:t>
      </w:r>
      <w:r w:rsidRPr="001B6F89">
        <w:t>the organization of work will reflect this</w:t>
      </w:r>
      <w:r w:rsidR="00833D15">
        <w:t xml:space="preserve"> need to prioritize</w:t>
      </w:r>
      <w:r w:rsidRPr="001B6F89">
        <w:t xml:space="preserve">. </w:t>
      </w:r>
    </w:p>
    <w:p w14:paraId="357CBA3D" w14:textId="5E542540" w:rsidR="00775D8D" w:rsidRDefault="00775D8D" w:rsidP="00775D8D">
      <w:pPr>
        <w:pStyle w:val="Normalnumber"/>
        <w:numPr>
          <w:ilvl w:val="0"/>
          <w:numId w:val="7"/>
        </w:numPr>
        <w:tabs>
          <w:tab w:val="clear" w:pos="624"/>
          <w:tab w:val="left" w:pos="1247"/>
          <w:tab w:val="left" w:pos="1814"/>
          <w:tab w:val="left" w:pos="2381"/>
          <w:tab w:val="left" w:pos="2948"/>
          <w:tab w:val="left" w:pos="3515"/>
        </w:tabs>
      </w:pPr>
      <w:r>
        <w:t xml:space="preserve">The </w:t>
      </w:r>
      <w:r w:rsidRPr="003D3DF9">
        <w:t>Conference</w:t>
      </w:r>
      <w:r>
        <w:t xml:space="preserve"> of Plenipotentiaries for the Minamata Convention, </w:t>
      </w:r>
      <w:r w:rsidR="00A056B5">
        <w:t xml:space="preserve">which met </w:t>
      </w:r>
      <w:r>
        <w:t xml:space="preserve">in October 2013, also tasked the Conference at its first meeting </w:t>
      </w:r>
      <w:r w:rsidR="001B6F89">
        <w:t xml:space="preserve">with </w:t>
      </w:r>
      <w:r>
        <w:t>consider</w:t>
      </w:r>
      <w:r w:rsidR="001B6F89">
        <w:t>ing</w:t>
      </w:r>
      <w:r>
        <w:t xml:space="preserve"> some issues </w:t>
      </w:r>
      <w:r w:rsidR="001B6F89">
        <w:t xml:space="preserve">that </w:t>
      </w:r>
      <w:r>
        <w:t xml:space="preserve">are not referred to in the text of the Convention. In addition, the intergovernmental negotiating committee agreed to forward certain other matters to the Conference for its consideration. </w:t>
      </w:r>
    </w:p>
    <w:p w14:paraId="0D018297" w14:textId="5C25D5CA" w:rsidR="00775D8D" w:rsidRPr="00011B12" w:rsidRDefault="00514C13" w:rsidP="00775D8D">
      <w:pPr>
        <w:pStyle w:val="Normalnumber"/>
        <w:numPr>
          <w:ilvl w:val="0"/>
          <w:numId w:val="7"/>
        </w:numPr>
        <w:tabs>
          <w:tab w:val="clear" w:pos="624"/>
          <w:tab w:val="left" w:pos="1247"/>
          <w:tab w:val="left" w:pos="1814"/>
          <w:tab w:val="left" w:pos="2381"/>
          <w:tab w:val="left" w:pos="2948"/>
          <w:tab w:val="left" w:pos="3515"/>
        </w:tabs>
      </w:pPr>
      <w:r>
        <w:t>Lastly</w:t>
      </w:r>
      <w:r w:rsidR="00775D8D">
        <w:t xml:space="preserve">, the first meeting, as a milestone in the Minamata journey, provides a unique opportunity to raise </w:t>
      </w:r>
      <w:r w:rsidR="00775D8D" w:rsidRPr="009D32CE">
        <w:t xml:space="preserve">global awareness of the Convention, in particular at a high level, and to </w:t>
      </w:r>
      <w:r w:rsidRPr="009D32CE">
        <w:t xml:space="preserve">focus </w:t>
      </w:r>
      <w:r w:rsidR="00775D8D" w:rsidRPr="009D32CE">
        <w:t xml:space="preserve">attention </w:t>
      </w:r>
      <w:r w:rsidRPr="009D32CE">
        <w:t>on</w:t>
      </w:r>
      <w:r w:rsidR="00775D8D" w:rsidRPr="009D32CE">
        <w:t xml:space="preserve"> the far</w:t>
      </w:r>
      <w:r w:rsidRPr="009D32CE">
        <w:t>-</w:t>
      </w:r>
      <w:r w:rsidR="00775D8D" w:rsidRPr="009D32CE">
        <w:t xml:space="preserve">reaching impacts that the successful implementation of the Convention will </w:t>
      </w:r>
      <w:r w:rsidRPr="009D32CE">
        <w:t>achieve</w:t>
      </w:r>
      <w:r w:rsidR="00775D8D" w:rsidRPr="009D32CE">
        <w:t>. It is an</w:t>
      </w:r>
      <w:r w:rsidR="00775D8D">
        <w:t xml:space="preserve"> historic opportunity to celebrate the Convention</w:t>
      </w:r>
      <w:r w:rsidR="007334E8">
        <w:t xml:space="preserve"> and</w:t>
      </w:r>
      <w:r w:rsidR="00775D8D">
        <w:t xml:space="preserve"> the </w:t>
      </w:r>
      <w:r>
        <w:t>achievements</w:t>
      </w:r>
      <w:r w:rsidR="00775D8D">
        <w:t xml:space="preserve"> to date and to provide motivation and momentum to all as they take the next steps towards full implementation. </w:t>
      </w:r>
    </w:p>
    <w:p w14:paraId="0DFB98D3" w14:textId="1AEBF2CA" w:rsidR="00775D8D" w:rsidRPr="004F6837" w:rsidRDefault="00775D8D" w:rsidP="004F6837">
      <w:pPr>
        <w:pStyle w:val="CH2"/>
      </w:pPr>
      <w:r w:rsidRPr="004F6837">
        <w:tab/>
      </w:r>
      <w:r w:rsidRPr="004F6837">
        <w:tab/>
        <w:t xml:space="preserve">Timing and </w:t>
      </w:r>
      <w:r w:rsidR="00755A53" w:rsidRPr="004F6837">
        <w:t xml:space="preserve">organization </w:t>
      </w:r>
      <w:r w:rsidRPr="004F6837">
        <w:t>of the first meeting of the Conference of the Parties</w:t>
      </w:r>
    </w:p>
    <w:p w14:paraId="08229273" w14:textId="7FFDDB6A" w:rsidR="00775D8D" w:rsidRPr="00DC57E3" w:rsidRDefault="00775D8D" w:rsidP="00775D8D">
      <w:pPr>
        <w:pStyle w:val="Normalnumber"/>
        <w:numPr>
          <w:ilvl w:val="0"/>
          <w:numId w:val="7"/>
        </w:numPr>
        <w:tabs>
          <w:tab w:val="clear" w:pos="624"/>
          <w:tab w:val="left" w:pos="1247"/>
          <w:tab w:val="left" w:pos="1814"/>
          <w:tab w:val="left" w:pos="2381"/>
          <w:tab w:val="left" w:pos="2948"/>
          <w:tab w:val="left" w:pos="3515"/>
        </w:tabs>
      </w:pPr>
      <w:r>
        <w:t xml:space="preserve">Given the number of </w:t>
      </w:r>
      <w:r w:rsidRPr="007C320F">
        <w:t>issues that</w:t>
      </w:r>
      <w:r>
        <w:t xml:space="preserve"> need to be addressed by the Conference of the Parties</w:t>
      </w:r>
      <w:r w:rsidR="00C870D8">
        <w:t xml:space="preserve"> at its first meeting</w:t>
      </w:r>
      <w:r>
        <w:t xml:space="preserve">, it has been decided </w:t>
      </w:r>
      <w:r w:rsidRPr="00346911">
        <w:t>that th</w:t>
      </w:r>
      <w:r w:rsidR="00C870D8">
        <w:t>e duration of the meeting</w:t>
      </w:r>
      <w:r w:rsidRPr="00346911">
        <w:t xml:space="preserve"> should be five and a half day</w:t>
      </w:r>
      <w:r w:rsidR="00C870D8">
        <w:t>s</w:t>
      </w:r>
      <w:r w:rsidRPr="00346911">
        <w:t xml:space="preserve">. </w:t>
      </w:r>
      <w:r w:rsidR="00C870D8">
        <w:t>Accordingly, t</w:t>
      </w:r>
      <w:r w:rsidRPr="00346911">
        <w:t xml:space="preserve">he meeting will open </w:t>
      </w:r>
      <w:r w:rsidR="00C870D8">
        <w:t xml:space="preserve">at 3 p.m. </w:t>
      </w:r>
      <w:r w:rsidRPr="00346911">
        <w:t>on Sunday, 24 September 2017</w:t>
      </w:r>
      <w:r w:rsidR="00C870D8">
        <w:t>,</w:t>
      </w:r>
      <w:r w:rsidRPr="00346911">
        <w:t xml:space="preserve"> and close </w:t>
      </w:r>
      <w:r w:rsidR="00C870D8">
        <w:t xml:space="preserve">at 6 p.m. </w:t>
      </w:r>
      <w:r w:rsidRPr="00346911">
        <w:t>on Friday, 29 September 2017</w:t>
      </w:r>
      <w:r w:rsidR="00C870D8">
        <w:t>.</w:t>
      </w:r>
      <w:r w:rsidRPr="00DC57E3">
        <w:t xml:space="preserve"> </w:t>
      </w:r>
      <w:r>
        <w:t xml:space="preserve">Based on a mechanism used successfully </w:t>
      </w:r>
      <w:r w:rsidR="00C870D8">
        <w:t xml:space="preserve">for the first meetings of </w:t>
      </w:r>
      <w:r>
        <w:t xml:space="preserve">other </w:t>
      </w:r>
      <w:r w:rsidR="00C870D8">
        <w:t xml:space="preserve">conferences of the parties </w:t>
      </w:r>
      <w:r w:rsidR="0028635C">
        <w:t xml:space="preserve">to multilateral environmental agreements </w:t>
      </w:r>
      <w:r>
        <w:t xml:space="preserve">in the </w:t>
      </w:r>
      <w:r w:rsidR="00C870D8">
        <w:t>c</w:t>
      </w:r>
      <w:r>
        <w:t xml:space="preserve">hemicals and </w:t>
      </w:r>
      <w:r w:rsidR="00C870D8">
        <w:t>w</w:t>
      </w:r>
      <w:r>
        <w:t xml:space="preserve">astes cluster, </w:t>
      </w:r>
      <w:r w:rsidR="00614E24">
        <w:t xml:space="preserve">it is anticipated </w:t>
      </w:r>
      <w:r w:rsidR="00614E24" w:rsidRPr="0028635C">
        <w:t xml:space="preserve">that </w:t>
      </w:r>
      <w:r w:rsidRPr="0028635C">
        <w:t xml:space="preserve">the Conference of the Parties will meet both in plenary and as a </w:t>
      </w:r>
      <w:r w:rsidR="00C870D8" w:rsidRPr="0028635C">
        <w:t>sessional c</w:t>
      </w:r>
      <w:r w:rsidRPr="0028635C">
        <w:t xml:space="preserve">ommittee of the </w:t>
      </w:r>
      <w:r w:rsidR="00C870D8" w:rsidRPr="0028635C">
        <w:t>w</w:t>
      </w:r>
      <w:r w:rsidRPr="0028635C">
        <w:t>hole</w:t>
      </w:r>
      <w:r w:rsidR="0028635C" w:rsidRPr="0028635C">
        <w:t>,</w:t>
      </w:r>
      <w:r w:rsidR="00614E24" w:rsidRPr="0028635C">
        <w:t xml:space="preserve"> </w:t>
      </w:r>
      <w:r w:rsidR="0028635C">
        <w:t>with the latter having a</w:t>
      </w:r>
      <w:r w:rsidRPr="0028635C">
        <w:t xml:space="preserve"> greater focus on technical issues</w:t>
      </w:r>
      <w:r>
        <w:t xml:space="preserve">. Discussions </w:t>
      </w:r>
      <w:r w:rsidR="0028635C">
        <w:t xml:space="preserve">may </w:t>
      </w:r>
      <w:r w:rsidR="00C870D8">
        <w:t xml:space="preserve">also take place </w:t>
      </w:r>
      <w:r>
        <w:t xml:space="preserve">in smaller groups as required. </w:t>
      </w:r>
    </w:p>
    <w:p w14:paraId="3158F74E" w14:textId="52FD757E" w:rsidR="00775D8D" w:rsidRPr="00011B12" w:rsidRDefault="00775D8D" w:rsidP="00775D8D">
      <w:pPr>
        <w:pStyle w:val="Normalnumber"/>
        <w:numPr>
          <w:ilvl w:val="0"/>
          <w:numId w:val="7"/>
        </w:numPr>
        <w:tabs>
          <w:tab w:val="clear" w:pos="624"/>
          <w:tab w:val="left" w:pos="1247"/>
          <w:tab w:val="left" w:pos="1814"/>
          <w:tab w:val="left" w:pos="2381"/>
          <w:tab w:val="left" w:pos="2948"/>
          <w:tab w:val="left" w:pos="3515"/>
        </w:tabs>
      </w:pPr>
      <w:r>
        <w:t xml:space="preserve">Highlighting the celebratory aspect of the meeting, a series of special events will be </w:t>
      </w:r>
      <w:r w:rsidR="0028635C">
        <w:t xml:space="preserve">held </w:t>
      </w:r>
      <w:r>
        <w:t xml:space="preserve">throughout the </w:t>
      </w:r>
      <w:r w:rsidR="00614E24">
        <w:t xml:space="preserve">week, illustrating the successes </w:t>
      </w:r>
      <w:r>
        <w:t xml:space="preserve">achieved </w:t>
      </w:r>
      <w:r w:rsidR="00614E24">
        <w:t xml:space="preserve">thus </w:t>
      </w:r>
      <w:r>
        <w:t xml:space="preserve">far </w:t>
      </w:r>
      <w:r w:rsidR="0028635C">
        <w:t>i</w:t>
      </w:r>
      <w:r w:rsidR="00614E24">
        <w:t>n</w:t>
      </w:r>
      <w:r>
        <w:t xml:space="preserve"> the </w:t>
      </w:r>
      <w:proofErr w:type="spellStart"/>
      <w:r>
        <w:t>Minamata</w:t>
      </w:r>
      <w:proofErr w:type="spellEnd"/>
      <w:r w:rsidR="0028635C">
        <w:t xml:space="preserve"> quest</w:t>
      </w:r>
      <w:r>
        <w:t xml:space="preserve"> as well as the work</w:t>
      </w:r>
      <w:r w:rsidR="00614E24">
        <w:t xml:space="preserve"> that remains to be done</w:t>
      </w:r>
      <w:r>
        <w:t>. The events will focus on all areas of the Convention and the mercury life</w:t>
      </w:r>
      <w:r w:rsidR="00614E24">
        <w:t xml:space="preserve"> </w:t>
      </w:r>
      <w:r>
        <w:t xml:space="preserve">cycle and will be accompanied by an extensive </w:t>
      </w:r>
      <w:r w:rsidR="0028635C">
        <w:t>exhibition</w:t>
      </w:r>
      <w:r>
        <w:t xml:space="preserve"> area</w:t>
      </w:r>
      <w:r w:rsidR="00567280">
        <w:t>, including</w:t>
      </w:r>
      <w:r>
        <w:t xml:space="preserve"> interactive displays.</w:t>
      </w:r>
      <w:r w:rsidRPr="00011B12">
        <w:t xml:space="preserve"> </w:t>
      </w:r>
      <w:r>
        <w:t xml:space="preserve">In addition, a </w:t>
      </w:r>
      <w:r w:rsidR="00614E24">
        <w:t>h</w:t>
      </w:r>
      <w:r>
        <w:t>igh</w:t>
      </w:r>
      <w:r w:rsidR="00614E24">
        <w:t>-l</w:t>
      </w:r>
      <w:r>
        <w:t xml:space="preserve">evel </w:t>
      </w:r>
      <w:r w:rsidR="00614E24">
        <w:t>s</w:t>
      </w:r>
      <w:r>
        <w:t>egment</w:t>
      </w:r>
      <w:r w:rsidR="007C320F">
        <w:t>,</w:t>
      </w:r>
      <w:r w:rsidR="00614E24">
        <w:t xml:space="preserve"> under the theme</w:t>
      </w:r>
      <w:r>
        <w:t xml:space="preserve"> “Making </w:t>
      </w:r>
      <w:r w:rsidR="00614E24">
        <w:t>m</w:t>
      </w:r>
      <w:r>
        <w:t xml:space="preserve">ercury </w:t>
      </w:r>
      <w:r w:rsidR="00614E24">
        <w:t>h</w:t>
      </w:r>
      <w:r>
        <w:t xml:space="preserve">istory”, will be held during the final two days of the </w:t>
      </w:r>
      <w:r w:rsidR="00614E24">
        <w:t>meeting</w:t>
      </w:r>
      <w:r>
        <w:t>, on Thursday 28 and Friday 29 September. Th</w:t>
      </w:r>
      <w:r w:rsidR="00614E24">
        <w:t>e</w:t>
      </w:r>
      <w:r>
        <w:t xml:space="preserve"> </w:t>
      </w:r>
      <w:r w:rsidR="00614E24">
        <w:t>h</w:t>
      </w:r>
      <w:r>
        <w:t>igh</w:t>
      </w:r>
      <w:r w:rsidR="00614E24">
        <w:t>-l</w:t>
      </w:r>
      <w:r>
        <w:t xml:space="preserve">evel </w:t>
      </w:r>
      <w:r w:rsidR="00614E24">
        <w:t>s</w:t>
      </w:r>
      <w:r>
        <w:t xml:space="preserve">egment, hosted by the President </w:t>
      </w:r>
      <w:r w:rsidRPr="000B5621">
        <w:t xml:space="preserve">of the Swiss Confederation, will </w:t>
      </w:r>
      <w:r w:rsidR="000A33DF" w:rsidRPr="000B5621">
        <w:t>afford</w:t>
      </w:r>
      <w:r>
        <w:t xml:space="preserve"> senior dignitaries and ministers </w:t>
      </w:r>
      <w:r w:rsidR="000A33DF">
        <w:t xml:space="preserve">an opportunity </w:t>
      </w:r>
      <w:r>
        <w:t xml:space="preserve">to celebrate and discuss the achievements to date and to consider the way forward, </w:t>
      </w:r>
      <w:r w:rsidR="00567280">
        <w:t>including</w:t>
      </w:r>
      <w:r>
        <w:t xml:space="preserve"> key priorities </w:t>
      </w:r>
      <w:r w:rsidR="000A33DF">
        <w:t>in</w:t>
      </w:r>
      <w:r>
        <w:t xml:space="preserve"> address</w:t>
      </w:r>
      <w:r w:rsidR="000A33DF">
        <w:t>ing</w:t>
      </w:r>
      <w:r>
        <w:t xml:space="preserve"> the objectives of the Convention. </w:t>
      </w:r>
    </w:p>
    <w:p w14:paraId="3D1447A6" w14:textId="4B9BE2F4" w:rsidR="00775D8D" w:rsidRPr="00D710A2" w:rsidRDefault="00775D8D" w:rsidP="00775D8D">
      <w:pPr>
        <w:pStyle w:val="Normalnumber"/>
        <w:numPr>
          <w:ilvl w:val="0"/>
          <w:numId w:val="7"/>
        </w:numPr>
        <w:tabs>
          <w:tab w:val="clear" w:pos="624"/>
          <w:tab w:val="left" w:pos="1247"/>
          <w:tab w:val="left" w:pos="1814"/>
          <w:tab w:val="left" w:pos="2381"/>
          <w:tab w:val="left" w:pos="2948"/>
          <w:tab w:val="left" w:pos="3515"/>
        </w:tabs>
      </w:pPr>
      <w:r w:rsidRPr="00011B12">
        <w:t xml:space="preserve">Delegates are invited to use </w:t>
      </w:r>
      <w:r>
        <w:t>the afternoon of Saturday</w:t>
      </w:r>
      <w:r w:rsidR="000A33DF">
        <w:t>,</w:t>
      </w:r>
      <w:r>
        <w:t xml:space="preserve"> 23 </w:t>
      </w:r>
      <w:r w:rsidR="000A33DF">
        <w:t xml:space="preserve">September, </w:t>
      </w:r>
      <w:r>
        <w:t xml:space="preserve">and </w:t>
      </w:r>
      <w:r w:rsidR="000A33DF">
        <w:t xml:space="preserve">the </w:t>
      </w:r>
      <w:r>
        <w:t>morning of Sunday</w:t>
      </w:r>
      <w:r w:rsidR="000A33DF">
        <w:t>,</w:t>
      </w:r>
      <w:r>
        <w:t xml:space="preserve"> 24 September</w:t>
      </w:r>
      <w:r w:rsidR="000A33DF">
        <w:t>,</w:t>
      </w:r>
      <w:r w:rsidRPr="00011B12">
        <w:t xml:space="preserve"> for regional </w:t>
      </w:r>
      <w:r w:rsidR="00787240">
        <w:t>and possible interregional discussions</w:t>
      </w:r>
      <w:r w:rsidRPr="00011B12">
        <w:t xml:space="preserve"> to prepare for </w:t>
      </w:r>
      <w:r>
        <w:t xml:space="preserve">the opening of the meeting </w:t>
      </w:r>
      <w:r w:rsidR="00CD46C5">
        <w:t>o</w:t>
      </w:r>
      <w:r>
        <w:t>n the afternoon of Sunday</w:t>
      </w:r>
      <w:r w:rsidR="000A33DF">
        <w:t>,</w:t>
      </w:r>
      <w:r>
        <w:t xml:space="preserve"> 24 September. This extended opportunity for regional discussions will allow </w:t>
      </w:r>
      <w:r w:rsidR="000A33DF">
        <w:t xml:space="preserve">the </w:t>
      </w:r>
      <w:r w:rsidRPr="00D710A2">
        <w:t xml:space="preserve">regions to consider key issues of importance and will serve as a follow-up </w:t>
      </w:r>
      <w:r w:rsidR="000A33DF" w:rsidRPr="00D710A2">
        <w:t xml:space="preserve">to </w:t>
      </w:r>
      <w:r w:rsidRPr="00D710A2">
        <w:t xml:space="preserve">the full regional consultations </w:t>
      </w:r>
      <w:r w:rsidR="004F5183" w:rsidRPr="00D710A2">
        <w:t xml:space="preserve">to be </w:t>
      </w:r>
      <w:r w:rsidRPr="00D710A2">
        <w:t xml:space="preserve">held </w:t>
      </w:r>
      <w:r w:rsidR="000A33DF" w:rsidRPr="00D710A2">
        <w:t xml:space="preserve">in July </w:t>
      </w:r>
      <w:r w:rsidRPr="00D710A2">
        <w:t xml:space="preserve">in advance of the </w:t>
      </w:r>
      <w:r w:rsidR="000A33DF" w:rsidRPr="00D710A2">
        <w:t xml:space="preserve">first </w:t>
      </w:r>
      <w:r w:rsidRPr="00D710A2">
        <w:t xml:space="preserve">meeting. </w:t>
      </w:r>
      <w:r w:rsidR="000A33DF" w:rsidRPr="00D710A2">
        <w:t xml:space="preserve">Such discussions are </w:t>
      </w:r>
      <w:r w:rsidRPr="00D710A2">
        <w:t xml:space="preserve">considered </w:t>
      </w:r>
      <w:r w:rsidR="000A33DF" w:rsidRPr="00D710A2">
        <w:t xml:space="preserve">to be </w:t>
      </w:r>
      <w:r w:rsidRPr="00D710A2">
        <w:t>essential</w:t>
      </w:r>
      <w:r w:rsidR="000A33DF" w:rsidRPr="00D710A2">
        <w:t>,</w:t>
      </w:r>
      <w:r w:rsidRPr="00D710A2">
        <w:t xml:space="preserve"> particularly </w:t>
      </w:r>
      <w:r w:rsidR="000A33DF" w:rsidRPr="00D710A2">
        <w:t>for</w:t>
      </w:r>
      <w:r w:rsidRPr="00D710A2">
        <w:t xml:space="preserve"> the first meeting of the Conference</w:t>
      </w:r>
      <w:r w:rsidR="000A33DF" w:rsidRPr="00D710A2">
        <w:t xml:space="preserve"> of the Parties</w:t>
      </w:r>
      <w:r w:rsidRPr="00D710A2">
        <w:t xml:space="preserve">, to ensure that the views of all countries can be </w:t>
      </w:r>
      <w:r w:rsidR="000A33DF" w:rsidRPr="00D710A2">
        <w:t>heard</w:t>
      </w:r>
      <w:r w:rsidR="00787240" w:rsidRPr="00D710A2">
        <w:t xml:space="preserve"> in preparing for the adoption of decisions by </w:t>
      </w:r>
      <w:r w:rsidR="000A33DF" w:rsidRPr="00D710A2">
        <w:t>the Conference of the Parties</w:t>
      </w:r>
      <w:r w:rsidRPr="00D710A2">
        <w:t xml:space="preserve">. Conference rooms will be made available as necessary for </w:t>
      </w:r>
      <w:r w:rsidR="00787240" w:rsidRPr="00D710A2">
        <w:t>the</w:t>
      </w:r>
      <w:r w:rsidRPr="00D710A2">
        <w:t xml:space="preserve"> discussions. </w:t>
      </w:r>
    </w:p>
    <w:p w14:paraId="4E0D7CC0" w14:textId="7D434FC5" w:rsidR="00775D8D" w:rsidRPr="004F6837" w:rsidRDefault="004F6837" w:rsidP="004F6837">
      <w:pPr>
        <w:pStyle w:val="CH2"/>
      </w:pPr>
      <w:r>
        <w:tab/>
      </w:r>
      <w:r>
        <w:tab/>
      </w:r>
      <w:r w:rsidR="00775D8D" w:rsidRPr="00B83BFF">
        <w:t>Progress made at the sixth and seventh sessions of the intergovernmental negotiating committee</w:t>
      </w:r>
      <w:r w:rsidR="00082BFB" w:rsidRPr="00B83BFF">
        <w:t xml:space="preserve"> and</w:t>
      </w:r>
      <w:r w:rsidR="00775D8D" w:rsidRPr="00B83BFF">
        <w:t xml:space="preserve"> decisions </w:t>
      </w:r>
      <w:r w:rsidR="00082BFB" w:rsidRPr="00B83BFF">
        <w:t>adopted</w:t>
      </w:r>
      <w:r w:rsidR="00775D8D" w:rsidRPr="00B83BFF">
        <w:t xml:space="preserve"> </w:t>
      </w:r>
      <w:r w:rsidR="000A33DF" w:rsidRPr="00B83BFF">
        <w:t>by</w:t>
      </w:r>
      <w:r w:rsidR="00775D8D" w:rsidRPr="00B83BFF">
        <w:t xml:space="preserve"> the Conference of Plenipotentiaries</w:t>
      </w:r>
    </w:p>
    <w:p w14:paraId="7677BC98" w14:textId="1F57E333" w:rsidR="00775D8D" w:rsidRPr="00C172E3" w:rsidRDefault="00775D8D" w:rsidP="00775D8D">
      <w:pPr>
        <w:pStyle w:val="Normalnumber"/>
        <w:numPr>
          <w:ilvl w:val="0"/>
          <w:numId w:val="7"/>
        </w:numPr>
        <w:tabs>
          <w:tab w:val="clear" w:pos="624"/>
          <w:tab w:val="left" w:pos="1247"/>
          <w:tab w:val="left" w:pos="1814"/>
          <w:tab w:val="left" w:pos="2381"/>
          <w:tab w:val="left" w:pos="2948"/>
          <w:tab w:val="left" w:pos="3515"/>
        </w:tabs>
      </w:pPr>
      <w:r w:rsidRPr="00D710A2">
        <w:t xml:space="preserve">The intergovernmental negotiating committee has made good progress in a number of areas </w:t>
      </w:r>
      <w:r w:rsidR="00082BFB" w:rsidRPr="00D710A2">
        <w:t xml:space="preserve">that </w:t>
      </w:r>
      <w:r w:rsidRPr="00D710A2">
        <w:t>will be considered</w:t>
      </w:r>
      <w:r w:rsidR="000A33DF" w:rsidRPr="00D710A2">
        <w:t xml:space="preserve"> further</w:t>
      </w:r>
      <w:r w:rsidRPr="00D710A2">
        <w:t xml:space="preserve"> at the first meeting of the Conference of the Parties. The committee has adopted, on a provisional basis, relevant forms for use under article 3 of the Convention on mercury supply sources and trade, as well as under article 6 on exemptions available to a party upon request. The committee has also adopted, on a provisional basis, guidance required under article</w:t>
      </w:r>
      <w:r w:rsidR="00082BFB" w:rsidRPr="00D710A2">
        <w:t> </w:t>
      </w:r>
      <w:r w:rsidRPr="00D710A2">
        <w:t xml:space="preserve">3 on mercury supply sources and trade and article 8 on emissions. Some technical issues </w:t>
      </w:r>
      <w:r w:rsidR="00A43A67" w:rsidRPr="00D710A2">
        <w:t xml:space="preserve">on which the committee was unable to </w:t>
      </w:r>
      <w:r w:rsidR="004F5183" w:rsidRPr="00B83BFF">
        <w:t>reach a conclusion</w:t>
      </w:r>
      <w:r w:rsidR="00A43A67" w:rsidRPr="00D710A2">
        <w:t>,</w:t>
      </w:r>
      <w:r w:rsidR="00A43A67" w:rsidRPr="00B83BFF">
        <w:rPr>
          <w:b/>
        </w:rPr>
        <w:t xml:space="preserve"> </w:t>
      </w:r>
      <w:r w:rsidR="00A43A67" w:rsidRPr="00D710A2">
        <w:t xml:space="preserve">such as reporting, </w:t>
      </w:r>
      <w:r w:rsidRPr="00D710A2">
        <w:t xml:space="preserve">require additional work, and intersessional work requested by the committee on interim storage, waste, contaminated sites and </w:t>
      </w:r>
      <w:r w:rsidR="00D651E4" w:rsidRPr="00D710A2">
        <w:t xml:space="preserve">the </w:t>
      </w:r>
      <w:r w:rsidRPr="00D710A2">
        <w:t>effectiveness evaluation</w:t>
      </w:r>
      <w:r w:rsidR="00A43A67" w:rsidRPr="00D710A2">
        <w:t>, is</w:t>
      </w:r>
      <w:r w:rsidRPr="00D710A2">
        <w:t xml:space="preserve"> to be considered by the Conference of the Parties</w:t>
      </w:r>
      <w:r w:rsidR="00D651E4" w:rsidRPr="00D710A2">
        <w:t xml:space="preserve"> at its first meeting</w:t>
      </w:r>
      <w:r w:rsidRPr="00C172E3">
        <w:t>. On financ</w:t>
      </w:r>
      <w:r w:rsidR="0016251F">
        <w:t>ial</w:t>
      </w:r>
      <w:r w:rsidRPr="00C172E3">
        <w:t xml:space="preserve"> issues, the committee has forwarded to the </w:t>
      </w:r>
      <w:r w:rsidR="00EF5D53">
        <w:t xml:space="preserve">Council of </w:t>
      </w:r>
      <w:r w:rsidR="00EF5D53" w:rsidRPr="00EF5D53">
        <w:t xml:space="preserve">the </w:t>
      </w:r>
      <w:r w:rsidRPr="00EF5D53">
        <w:t>G</w:t>
      </w:r>
      <w:r w:rsidR="00D651E4" w:rsidRPr="00521EED">
        <w:t>lobal Environment Facility</w:t>
      </w:r>
      <w:r w:rsidRPr="00EF5D53">
        <w:t xml:space="preserve"> </w:t>
      </w:r>
      <w:r w:rsidR="000D24D3">
        <w:t xml:space="preserve">(GEF) </w:t>
      </w:r>
      <w:r w:rsidRPr="00EF5D53">
        <w:t>for its</w:t>
      </w:r>
      <w:r w:rsidRPr="00C172E3">
        <w:t xml:space="preserve"> consideration </w:t>
      </w:r>
      <w:r w:rsidR="0016251F">
        <w:t>a</w:t>
      </w:r>
      <w:r w:rsidR="0016251F" w:rsidRPr="00C172E3">
        <w:t xml:space="preserve"> </w:t>
      </w:r>
      <w:r w:rsidRPr="00C172E3">
        <w:t xml:space="preserve">memorandum of understanding </w:t>
      </w:r>
      <w:r w:rsidR="00C172E3">
        <w:t xml:space="preserve">between the </w:t>
      </w:r>
      <w:r w:rsidR="00EF5D53">
        <w:t xml:space="preserve">Conference of the Parties to the </w:t>
      </w:r>
      <w:r w:rsidR="00C172E3">
        <w:t>Minamata Convention</w:t>
      </w:r>
      <w:r w:rsidR="00EF5D53">
        <w:rPr>
          <w:b/>
        </w:rPr>
        <w:t xml:space="preserve"> </w:t>
      </w:r>
      <w:r w:rsidR="00C172E3">
        <w:t xml:space="preserve">and </w:t>
      </w:r>
      <w:r w:rsidRPr="00C172E3">
        <w:t>GEF, as well as draft guidance to GEF. The committee h</w:t>
      </w:r>
      <w:r w:rsidRPr="000D24D3">
        <w:t>as also made substantial progress on the specific international programme</w:t>
      </w:r>
      <w:r w:rsidR="00EC4197">
        <w:t xml:space="preserve"> to support capacity</w:t>
      </w:r>
      <w:r w:rsidR="00894DA2">
        <w:noBreakHyphen/>
      </w:r>
      <w:r w:rsidR="00EC4197">
        <w:t>building and technical assistance</w:t>
      </w:r>
      <w:r w:rsidRPr="00C172E3">
        <w:t xml:space="preserve">, with </w:t>
      </w:r>
      <w:r w:rsidR="000D24D3">
        <w:t xml:space="preserve">a few </w:t>
      </w:r>
      <w:r w:rsidRPr="00C172E3">
        <w:t xml:space="preserve">remaining details to be resolved at the first meeting of the Conference of the Parties. Progress has also been made on administrative aspects of </w:t>
      </w:r>
      <w:r w:rsidRPr="008D4EF1">
        <w:t>the Conference of the Parties, in particular</w:t>
      </w:r>
      <w:r w:rsidRPr="00C172E3">
        <w:t xml:space="preserve"> the rules of procedure and the financial rules, </w:t>
      </w:r>
      <w:r w:rsidR="00EC4197">
        <w:t>which are</w:t>
      </w:r>
      <w:r w:rsidRPr="00C172E3">
        <w:t xml:space="preserve"> to be adopted </w:t>
      </w:r>
      <w:r w:rsidR="00EC4197">
        <w:t xml:space="preserve">by the Conference of the Parties </w:t>
      </w:r>
      <w:r w:rsidRPr="00C947F1">
        <w:t xml:space="preserve">at </w:t>
      </w:r>
      <w:r w:rsidR="00A018C0" w:rsidRPr="00C947F1">
        <w:t>the</w:t>
      </w:r>
      <w:r w:rsidRPr="00C947F1">
        <w:t xml:space="preserve"> </w:t>
      </w:r>
      <w:r w:rsidR="000B5621" w:rsidRPr="00C947F1">
        <w:t>first</w:t>
      </w:r>
      <w:r w:rsidR="000B5621">
        <w:t xml:space="preserve"> </w:t>
      </w:r>
      <w:r w:rsidRPr="00C172E3">
        <w:t xml:space="preserve">meeting. </w:t>
      </w:r>
    </w:p>
    <w:p w14:paraId="6A8B142B" w14:textId="51ED87CE" w:rsidR="00775D8D" w:rsidRPr="00894171" w:rsidRDefault="00A018C0" w:rsidP="00775D8D">
      <w:pPr>
        <w:pStyle w:val="Normalnumber"/>
        <w:numPr>
          <w:ilvl w:val="0"/>
          <w:numId w:val="7"/>
        </w:numPr>
        <w:tabs>
          <w:tab w:val="clear" w:pos="624"/>
          <w:tab w:val="left" w:pos="1247"/>
          <w:tab w:val="left" w:pos="1814"/>
          <w:tab w:val="left" w:pos="2381"/>
          <w:tab w:val="left" w:pos="2948"/>
          <w:tab w:val="left" w:pos="3515"/>
        </w:tabs>
      </w:pPr>
      <w:r>
        <w:t>At its seventh session, the committee made progress o</w:t>
      </w:r>
      <w:r w:rsidR="00775D8D">
        <w:t xml:space="preserve">n issues highlighted in the </w:t>
      </w:r>
      <w:r w:rsidR="00775D8D" w:rsidRPr="003D3DF9">
        <w:t>Final Act adopted by the Conference of Plenipotentiaries</w:t>
      </w:r>
      <w:r w:rsidR="00775D8D">
        <w:t xml:space="preserve">, </w:t>
      </w:r>
      <w:r>
        <w:t xml:space="preserve">considering </w:t>
      </w:r>
      <w:r w:rsidR="00775D8D">
        <w:t xml:space="preserve">the report </w:t>
      </w:r>
      <w:r>
        <w:t>of</w:t>
      </w:r>
      <w:r w:rsidR="00775D8D">
        <w:t xml:space="preserve"> the </w:t>
      </w:r>
      <w:r w:rsidR="00775D8D" w:rsidRPr="004C20FD">
        <w:t>Executive Director</w:t>
      </w:r>
      <w:r w:rsidR="00775D8D">
        <w:t xml:space="preserve"> </w:t>
      </w:r>
      <w:r w:rsidR="00C947F1">
        <w:t xml:space="preserve">of the United Nations Environment Programme (UNEP) </w:t>
      </w:r>
      <w:r w:rsidR="00775D8D">
        <w:t xml:space="preserve">on the performance of the duties of the secretariat and </w:t>
      </w:r>
      <w:r w:rsidR="00620222">
        <w:t xml:space="preserve">deciding to forward </w:t>
      </w:r>
      <w:r w:rsidR="00775D8D">
        <w:t xml:space="preserve">the report, amended in line with the discussions, to the </w:t>
      </w:r>
      <w:r>
        <w:t xml:space="preserve">Conference of the Parties </w:t>
      </w:r>
      <w:r w:rsidR="00620222">
        <w:t xml:space="preserve">for consideration </w:t>
      </w:r>
      <w:r>
        <w:t xml:space="preserve">at its </w:t>
      </w:r>
      <w:r w:rsidR="00775D8D">
        <w:t>first meeting.</w:t>
      </w:r>
    </w:p>
    <w:p w14:paraId="7491A6AF" w14:textId="77777777" w:rsidR="00775D8D" w:rsidRPr="004F6837" w:rsidRDefault="00775D8D" w:rsidP="004F6837">
      <w:pPr>
        <w:pStyle w:val="CH2"/>
      </w:pPr>
      <w:r w:rsidRPr="004F6837">
        <w:tab/>
      </w:r>
      <w:r w:rsidRPr="004F6837">
        <w:tab/>
        <w:t>Preparing for the first meeting of the Conference of the Parties</w:t>
      </w:r>
    </w:p>
    <w:p w14:paraId="12B48B73" w14:textId="223DC9A8" w:rsidR="00775D8D" w:rsidRPr="00A91D38" w:rsidRDefault="00775D8D" w:rsidP="00775D8D">
      <w:pPr>
        <w:pStyle w:val="Normalnumber"/>
        <w:numPr>
          <w:ilvl w:val="0"/>
          <w:numId w:val="7"/>
        </w:numPr>
        <w:tabs>
          <w:tab w:val="clear" w:pos="624"/>
          <w:tab w:val="left" w:pos="1247"/>
          <w:tab w:val="left" w:pos="1814"/>
          <w:tab w:val="left" w:pos="2381"/>
          <w:tab w:val="left" w:pos="2948"/>
          <w:tab w:val="left" w:pos="3515"/>
        </w:tabs>
      </w:pPr>
      <w:r>
        <w:t>D</w:t>
      </w:r>
      <w:r w:rsidRPr="00011B12">
        <w:t xml:space="preserve">elegations </w:t>
      </w:r>
      <w:r>
        <w:t xml:space="preserve">will need </w:t>
      </w:r>
      <w:r w:rsidRPr="00011B12">
        <w:t xml:space="preserve">to prepare </w:t>
      </w:r>
      <w:r>
        <w:t xml:space="preserve">very </w:t>
      </w:r>
      <w:r w:rsidRPr="00011B12">
        <w:t xml:space="preserve">carefully for the </w:t>
      </w:r>
      <w:r>
        <w:t>first meeting of the Conference of the Parties</w:t>
      </w:r>
      <w:r w:rsidRPr="00011B12">
        <w:rPr>
          <w:lang w:val="en-US"/>
        </w:rPr>
        <w:t>.</w:t>
      </w:r>
      <w:r>
        <w:rPr>
          <w:lang w:val="en-US"/>
        </w:rPr>
        <w:t xml:space="preserve"> At th</w:t>
      </w:r>
      <w:r w:rsidR="005C4DFD">
        <w:rPr>
          <w:lang w:val="en-US"/>
        </w:rPr>
        <w:t>e</w:t>
      </w:r>
      <w:r>
        <w:rPr>
          <w:lang w:val="en-US"/>
        </w:rPr>
        <w:t xml:space="preserve"> </w:t>
      </w:r>
      <w:r w:rsidRPr="007C41EA">
        <w:rPr>
          <w:lang w:val="en-US"/>
        </w:rPr>
        <w:t>meeting a number</w:t>
      </w:r>
      <w:r>
        <w:rPr>
          <w:lang w:val="en-US"/>
        </w:rPr>
        <w:t xml:space="preserve"> of decisions relating to ongoing implementation</w:t>
      </w:r>
      <w:r w:rsidR="005C4DFD">
        <w:rPr>
          <w:lang w:val="en-US"/>
        </w:rPr>
        <w:t xml:space="preserve"> will be adopted</w:t>
      </w:r>
      <w:r>
        <w:rPr>
          <w:lang w:val="en-US"/>
        </w:rPr>
        <w:t>. While many of the</w:t>
      </w:r>
      <w:r w:rsidR="005C4DFD">
        <w:rPr>
          <w:lang w:val="en-US"/>
        </w:rPr>
        <w:t>m</w:t>
      </w:r>
      <w:r>
        <w:rPr>
          <w:lang w:val="en-US"/>
        </w:rPr>
        <w:t xml:space="preserve"> have been extensively discussed by the intergovernmental negotiating committee, some issues will be considered in depth for the first time. Delegations need to be prepared to </w:t>
      </w:r>
      <w:r w:rsidR="009D32CE">
        <w:rPr>
          <w:lang w:val="en-US"/>
        </w:rPr>
        <w:t>adopt</w:t>
      </w:r>
      <w:r>
        <w:rPr>
          <w:lang w:val="en-US"/>
        </w:rPr>
        <w:t xml:space="preserve"> decisions</w:t>
      </w:r>
      <w:r w:rsidR="009D32CE">
        <w:rPr>
          <w:lang w:val="en-US"/>
        </w:rPr>
        <w:t xml:space="preserve"> that</w:t>
      </w:r>
      <w:r>
        <w:rPr>
          <w:lang w:val="en-US"/>
        </w:rPr>
        <w:t xml:space="preserve"> are compatible with national policy. For countries </w:t>
      </w:r>
      <w:r w:rsidR="009D32CE">
        <w:rPr>
          <w:lang w:val="en-US"/>
        </w:rPr>
        <w:t xml:space="preserve">that </w:t>
      </w:r>
      <w:r>
        <w:rPr>
          <w:lang w:val="en-US"/>
        </w:rPr>
        <w:t xml:space="preserve">are not yet </w:t>
      </w:r>
      <w:r w:rsidR="009D32CE">
        <w:rPr>
          <w:lang w:val="en-US"/>
        </w:rPr>
        <w:t>p</w:t>
      </w:r>
      <w:r>
        <w:rPr>
          <w:lang w:val="en-US"/>
        </w:rPr>
        <w:t>arties to the Convention, it will be important to consider the decisions carefully and, should the</w:t>
      </w:r>
      <w:r w:rsidR="009D32CE">
        <w:rPr>
          <w:lang w:val="en-US"/>
        </w:rPr>
        <w:t xml:space="preserve">y </w:t>
      </w:r>
      <w:r w:rsidR="005C4DFD">
        <w:rPr>
          <w:lang w:val="en-US"/>
        </w:rPr>
        <w:t xml:space="preserve">conclude that a given </w:t>
      </w:r>
      <w:r w:rsidRPr="00A91D38">
        <w:rPr>
          <w:lang w:val="en-US"/>
        </w:rPr>
        <w:t>decision m</w:t>
      </w:r>
      <w:r w:rsidR="009D32CE" w:rsidRPr="00A91D38">
        <w:rPr>
          <w:lang w:val="en-US"/>
        </w:rPr>
        <w:t>ight</w:t>
      </w:r>
      <w:r w:rsidRPr="00A91D38">
        <w:rPr>
          <w:lang w:val="en-US"/>
        </w:rPr>
        <w:t xml:space="preserve"> be problematic, to work with </w:t>
      </w:r>
      <w:r w:rsidR="009D32CE" w:rsidRPr="00A91D38">
        <w:rPr>
          <w:lang w:val="en-US"/>
        </w:rPr>
        <w:t>the p</w:t>
      </w:r>
      <w:r w:rsidRPr="00A91D38">
        <w:rPr>
          <w:lang w:val="en-US"/>
        </w:rPr>
        <w:t xml:space="preserve">arties to the Convention to </w:t>
      </w:r>
      <w:r w:rsidR="00A92050" w:rsidRPr="00A91D38">
        <w:rPr>
          <w:lang w:val="en-US"/>
        </w:rPr>
        <w:t xml:space="preserve">ensure that </w:t>
      </w:r>
      <w:r w:rsidR="005C4DFD" w:rsidRPr="00521EED">
        <w:rPr>
          <w:lang w:val="en-US"/>
        </w:rPr>
        <w:t>all</w:t>
      </w:r>
      <w:r w:rsidR="00A92050" w:rsidRPr="00A91D38">
        <w:rPr>
          <w:lang w:val="en-US"/>
        </w:rPr>
        <w:t xml:space="preserve"> </w:t>
      </w:r>
      <w:r w:rsidRPr="00A91D38">
        <w:rPr>
          <w:lang w:val="en-US"/>
        </w:rPr>
        <w:t>decisions</w:t>
      </w:r>
      <w:r w:rsidR="00A92050" w:rsidRPr="00A91D38">
        <w:rPr>
          <w:lang w:val="en-US"/>
        </w:rPr>
        <w:t xml:space="preserve"> </w:t>
      </w:r>
      <w:r w:rsidR="005C4DFD" w:rsidRPr="00521EED">
        <w:rPr>
          <w:lang w:val="en-US"/>
        </w:rPr>
        <w:t xml:space="preserve">that are </w:t>
      </w:r>
      <w:r w:rsidR="00A92050" w:rsidRPr="00A91D38">
        <w:rPr>
          <w:lang w:val="en-US"/>
        </w:rPr>
        <w:t>adopted</w:t>
      </w:r>
      <w:r w:rsidRPr="00A91D38">
        <w:rPr>
          <w:lang w:val="en-US"/>
        </w:rPr>
        <w:t xml:space="preserve"> </w:t>
      </w:r>
      <w:r w:rsidR="00A92050" w:rsidRPr="00A91D38">
        <w:rPr>
          <w:lang w:val="en-US"/>
        </w:rPr>
        <w:t>can</w:t>
      </w:r>
      <w:r w:rsidRPr="00A91D38">
        <w:rPr>
          <w:lang w:val="en-US"/>
        </w:rPr>
        <w:t xml:space="preserve"> be implemented.</w:t>
      </w:r>
      <w:r w:rsidR="000D24D3" w:rsidRPr="00A91D38">
        <w:rPr>
          <w:lang w:val="en-US"/>
        </w:rPr>
        <w:t xml:space="preserve"> </w:t>
      </w:r>
    </w:p>
    <w:p w14:paraId="335688A1" w14:textId="5104DC29" w:rsidR="00775D8D" w:rsidRPr="00FD487F" w:rsidRDefault="00775D8D" w:rsidP="00775D8D">
      <w:pPr>
        <w:pStyle w:val="Normalnumber"/>
        <w:numPr>
          <w:ilvl w:val="0"/>
          <w:numId w:val="7"/>
        </w:numPr>
        <w:tabs>
          <w:tab w:val="clear" w:pos="624"/>
          <w:tab w:val="left" w:pos="1247"/>
          <w:tab w:val="left" w:pos="1814"/>
          <w:tab w:val="left" w:pos="2381"/>
          <w:tab w:val="left" w:pos="2948"/>
          <w:tab w:val="left" w:pos="3515"/>
        </w:tabs>
      </w:pPr>
      <w:r w:rsidRPr="00A91D38">
        <w:t>As th</w:t>
      </w:r>
      <w:r w:rsidR="002E6C80" w:rsidRPr="00A91D38">
        <w:t>e</w:t>
      </w:r>
      <w:r w:rsidRPr="00A91D38">
        <w:t xml:space="preserve"> first meeting will </w:t>
      </w:r>
      <w:r w:rsidRPr="007C41EA">
        <w:t>include a</w:t>
      </w:r>
      <w:r w:rsidRPr="00A91D38">
        <w:t xml:space="preserve"> </w:t>
      </w:r>
      <w:r w:rsidR="00A92050" w:rsidRPr="00A91D38">
        <w:t>h</w:t>
      </w:r>
      <w:r w:rsidRPr="00A91D38">
        <w:t>igh</w:t>
      </w:r>
      <w:r w:rsidR="00A92050" w:rsidRPr="00A91D38">
        <w:t>-l</w:t>
      </w:r>
      <w:r w:rsidRPr="00A91D38">
        <w:t xml:space="preserve">evel </w:t>
      </w:r>
      <w:r w:rsidR="00A92050" w:rsidRPr="00A91D38">
        <w:t>s</w:t>
      </w:r>
      <w:r w:rsidRPr="00A91D38">
        <w:t>egment, many delegations</w:t>
      </w:r>
      <w:r>
        <w:t xml:space="preserve"> will include </w:t>
      </w:r>
      <w:r w:rsidR="008473F4">
        <w:t>ministers and other high-level representatives</w:t>
      </w:r>
      <w:r>
        <w:t xml:space="preserve">. </w:t>
      </w:r>
      <w:r w:rsidR="00A92050">
        <w:t>The k</w:t>
      </w:r>
      <w:r>
        <w:t>ey to a successful high</w:t>
      </w:r>
      <w:r w:rsidR="00A92050">
        <w:t>-</w:t>
      </w:r>
      <w:r>
        <w:t xml:space="preserve">level discussion is </w:t>
      </w:r>
      <w:r w:rsidR="00E9582E">
        <w:t xml:space="preserve">to </w:t>
      </w:r>
      <w:r w:rsidR="00A92050">
        <w:t>ensur</w:t>
      </w:r>
      <w:r w:rsidR="00E9582E">
        <w:t>e</w:t>
      </w:r>
      <w:r w:rsidR="00A92050">
        <w:t xml:space="preserve"> that </w:t>
      </w:r>
      <w:r w:rsidR="00E9582E">
        <w:t xml:space="preserve">high-level </w:t>
      </w:r>
      <w:r w:rsidR="00A92050">
        <w:t xml:space="preserve">participants are </w:t>
      </w:r>
      <w:r>
        <w:t>well-briefed</w:t>
      </w:r>
      <w:r w:rsidR="00A92050">
        <w:t xml:space="preserve"> and</w:t>
      </w:r>
      <w:r>
        <w:t xml:space="preserve"> engaged. Information and documents relevant to th</w:t>
      </w:r>
      <w:r w:rsidR="00E9582E">
        <w:t xml:space="preserve">e </w:t>
      </w:r>
      <w:r w:rsidR="00FA6617">
        <w:br/>
      </w:r>
      <w:r w:rsidR="00E9582E">
        <w:t>high-level segment</w:t>
      </w:r>
      <w:r>
        <w:t xml:space="preserve"> should be considered </w:t>
      </w:r>
      <w:r w:rsidRPr="004F5183">
        <w:t xml:space="preserve">carefully, and delegations may wish to liaise with the interim secretariat </w:t>
      </w:r>
      <w:r w:rsidR="00A92050" w:rsidRPr="004F5183">
        <w:t>regarding any</w:t>
      </w:r>
      <w:r w:rsidRPr="004F5183">
        <w:t xml:space="preserve"> areas of </w:t>
      </w:r>
      <w:r w:rsidR="00A92050" w:rsidRPr="004F5183">
        <w:t xml:space="preserve">particular </w:t>
      </w:r>
      <w:r w:rsidRPr="004F5183">
        <w:t xml:space="preserve">interest or concern for their </w:t>
      </w:r>
      <w:r w:rsidR="00E9582E" w:rsidRPr="004F5183">
        <w:t>high</w:t>
      </w:r>
      <w:r w:rsidR="00E9582E">
        <w:t xml:space="preserve">-level </w:t>
      </w:r>
      <w:r>
        <w:t xml:space="preserve">representative.  </w:t>
      </w:r>
    </w:p>
    <w:p w14:paraId="19C457C4" w14:textId="2DAB3427" w:rsidR="00775D8D" w:rsidRPr="00011B12" w:rsidRDefault="00775D8D" w:rsidP="00775D8D">
      <w:pPr>
        <w:pStyle w:val="Normalnumber"/>
        <w:numPr>
          <w:ilvl w:val="0"/>
          <w:numId w:val="7"/>
        </w:numPr>
        <w:tabs>
          <w:tab w:val="clear" w:pos="624"/>
          <w:tab w:val="left" w:pos="1247"/>
          <w:tab w:val="left" w:pos="1814"/>
          <w:tab w:val="left" w:pos="2381"/>
          <w:tab w:val="left" w:pos="2948"/>
          <w:tab w:val="left" w:pos="3515"/>
        </w:tabs>
      </w:pPr>
      <w:r>
        <w:rPr>
          <w:lang w:val="en-US"/>
        </w:rPr>
        <w:t>The</w:t>
      </w:r>
      <w:r w:rsidR="00A92050">
        <w:rPr>
          <w:lang w:val="en-US"/>
        </w:rPr>
        <w:t xml:space="preserve"> Conference of the Parties </w:t>
      </w:r>
      <w:r>
        <w:rPr>
          <w:lang w:val="en-US"/>
        </w:rPr>
        <w:t xml:space="preserve">will </w:t>
      </w:r>
      <w:r w:rsidR="00A92050">
        <w:rPr>
          <w:lang w:val="en-US"/>
        </w:rPr>
        <w:t>have</w:t>
      </w:r>
      <w:r>
        <w:rPr>
          <w:lang w:val="en-US"/>
        </w:rPr>
        <w:t xml:space="preserve"> </w:t>
      </w:r>
      <w:r w:rsidR="00E94F86">
        <w:rPr>
          <w:lang w:val="en-US"/>
        </w:rPr>
        <w:t>many</w:t>
      </w:r>
      <w:r>
        <w:rPr>
          <w:lang w:val="en-US"/>
        </w:rPr>
        <w:t xml:space="preserve"> documents before </w:t>
      </w:r>
      <w:r w:rsidR="00A92050">
        <w:rPr>
          <w:lang w:val="en-US"/>
        </w:rPr>
        <w:t>it</w:t>
      </w:r>
      <w:r>
        <w:rPr>
          <w:lang w:val="en-US"/>
        </w:rPr>
        <w:t xml:space="preserve">, covering among other things administrative matters relating to the future operation </w:t>
      </w:r>
      <w:r w:rsidRPr="00075D5E">
        <w:rPr>
          <w:lang w:val="en-US"/>
        </w:rPr>
        <w:t>of the Conference of the Parties and its finances, operational issues relating to activities under the Convention</w:t>
      </w:r>
      <w:r>
        <w:rPr>
          <w:lang w:val="en-US"/>
        </w:rPr>
        <w:t>, technical issues relating to national activities under the Convention and policy issues such as financing following the entry into force of the Convention.</w:t>
      </w:r>
    </w:p>
    <w:p w14:paraId="1C67B46D" w14:textId="00AF84F8" w:rsidR="00775D8D" w:rsidRPr="00011B12" w:rsidRDefault="00775D8D" w:rsidP="00775D8D">
      <w:pPr>
        <w:pStyle w:val="Normalnumber"/>
        <w:numPr>
          <w:ilvl w:val="0"/>
          <w:numId w:val="7"/>
        </w:numPr>
        <w:tabs>
          <w:tab w:val="clear" w:pos="624"/>
          <w:tab w:val="left" w:pos="1247"/>
          <w:tab w:val="left" w:pos="1814"/>
          <w:tab w:val="left" w:pos="2381"/>
          <w:tab w:val="left" w:pos="2948"/>
          <w:tab w:val="left" w:pos="3515"/>
        </w:tabs>
      </w:pPr>
      <w:r w:rsidRPr="00513B74">
        <w:rPr>
          <w:lang w:val="en-US"/>
        </w:rPr>
        <w:t>I strongly encourage</w:t>
      </w:r>
      <w:r w:rsidRPr="00011B12">
        <w:rPr>
          <w:lang w:val="en-US"/>
        </w:rPr>
        <w:t xml:space="preserve"> all parties to arrive </w:t>
      </w:r>
      <w:r>
        <w:rPr>
          <w:lang w:val="en-US"/>
        </w:rPr>
        <w:t xml:space="preserve">at the first meeting </w:t>
      </w:r>
      <w:r w:rsidRPr="00011B12">
        <w:rPr>
          <w:lang w:val="en-US"/>
        </w:rPr>
        <w:t xml:space="preserve">with </w:t>
      </w:r>
      <w:r>
        <w:rPr>
          <w:lang w:val="en-US"/>
        </w:rPr>
        <w:t>a clear understanding of those issues, includ</w:t>
      </w:r>
      <w:r w:rsidR="00FA1D9B">
        <w:rPr>
          <w:lang w:val="en-US"/>
        </w:rPr>
        <w:t>ing</w:t>
      </w:r>
      <w:r>
        <w:rPr>
          <w:lang w:val="en-US"/>
        </w:rPr>
        <w:t xml:space="preserve"> a</w:t>
      </w:r>
      <w:r w:rsidR="00BB3A5D">
        <w:rPr>
          <w:lang w:val="en-US"/>
        </w:rPr>
        <w:t xml:space="preserve"> sound</w:t>
      </w:r>
      <w:r>
        <w:rPr>
          <w:lang w:val="en-US"/>
        </w:rPr>
        <w:t xml:space="preserve"> understanding of the relevant sections of the Convention text and </w:t>
      </w:r>
      <w:r w:rsidR="00326E66">
        <w:rPr>
          <w:lang w:val="en-US"/>
        </w:rPr>
        <w:t xml:space="preserve">of </w:t>
      </w:r>
      <w:r>
        <w:rPr>
          <w:lang w:val="en-US"/>
        </w:rPr>
        <w:t>country</w:t>
      </w:r>
      <w:r w:rsidR="000A035D">
        <w:rPr>
          <w:lang w:val="en-US"/>
        </w:rPr>
        <w:noBreakHyphen/>
      </w:r>
      <w:r>
        <w:rPr>
          <w:lang w:val="en-US"/>
        </w:rPr>
        <w:t>specific needs at the national level for certain structures and processes, as well as a detailed understanding of all meeting documents</w:t>
      </w:r>
      <w:r w:rsidRPr="00011B12">
        <w:rPr>
          <w:lang w:val="en-US"/>
        </w:rPr>
        <w:t>.</w:t>
      </w:r>
      <w:r>
        <w:rPr>
          <w:lang w:val="en-US"/>
        </w:rPr>
        <w:t xml:space="preserve"> </w:t>
      </w:r>
      <w:r w:rsidR="00A92050">
        <w:rPr>
          <w:lang w:val="en-US"/>
        </w:rPr>
        <w:t>The d</w:t>
      </w:r>
      <w:r>
        <w:rPr>
          <w:lang w:val="en-US"/>
        </w:rPr>
        <w:t xml:space="preserve">iscussions at the regional meetings in advance of the session will assist with this preparation to some extent. </w:t>
      </w:r>
    </w:p>
    <w:p w14:paraId="5181723E" w14:textId="010329A6" w:rsidR="00775D8D" w:rsidRDefault="00775D8D" w:rsidP="00775D8D">
      <w:pPr>
        <w:pStyle w:val="Normalnumber"/>
        <w:numPr>
          <w:ilvl w:val="0"/>
          <w:numId w:val="7"/>
        </w:numPr>
        <w:tabs>
          <w:tab w:val="clear" w:pos="624"/>
          <w:tab w:val="left" w:pos="1247"/>
          <w:tab w:val="left" w:pos="1814"/>
          <w:tab w:val="left" w:pos="2381"/>
          <w:tab w:val="left" w:pos="2948"/>
          <w:tab w:val="left" w:pos="3515"/>
        </w:tabs>
      </w:pPr>
      <w:r>
        <w:t xml:space="preserve">I anticipate </w:t>
      </w:r>
      <w:r w:rsidRPr="004C3661">
        <w:t>that we will</w:t>
      </w:r>
      <w:r>
        <w:t xml:space="preserve"> be able to take into consideration, where appropriate, existing examples and structures in </w:t>
      </w:r>
      <w:r w:rsidR="00FC6DA0">
        <w:t xml:space="preserve">other </w:t>
      </w:r>
      <w:r>
        <w:t xml:space="preserve">multilateral environmental agreements in the </w:t>
      </w:r>
      <w:r w:rsidR="00A92050">
        <w:t>c</w:t>
      </w:r>
      <w:r>
        <w:t xml:space="preserve">hemicals and </w:t>
      </w:r>
      <w:r w:rsidR="00A92050">
        <w:t>w</w:t>
      </w:r>
      <w:r>
        <w:t xml:space="preserve">astes cluster while </w:t>
      </w:r>
      <w:r w:rsidR="006F0D46">
        <w:t>bearing in mind</w:t>
      </w:r>
      <w:r>
        <w:t xml:space="preserve"> the specific requirements of the Minamata Convention. I am aware of the contributions</w:t>
      </w:r>
      <w:r w:rsidR="00FC6DA0">
        <w:t xml:space="preserve"> of</w:t>
      </w:r>
      <w:r w:rsidR="00A92050">
        <w:t xml:space="preserve">, </w:t>
      </w:r>
      <w:r>
        <w:t xml:space="preserve">and </w:t>
      </w:r>
      <w:r w:rsidR="00FC6DA0">
        <w:t xml:space="preserve">the interim secretariat’s </w:t>
      </w:r>
      <w:r>
        <w:t xml:space="preserve">close cooperation </w:t>
      </w:r>
      <w:r w:rsidR="00A92050">
        <w:t>with</w:t>
      </w:r>
      <w:r w:rsidR="00FC6DA0">
        <w:t>,</w:t>
      </w:r>
      <w:r w:rsidR="00A92050">
        <w:t xml:space="preserve"> </w:t>
      </w:r>
      <w:r>
        <w:t xml:space="preserve">the </w:t>
      </w:r>
      <w:r w:rsidRPr="00FC6DA0">
        <w:t>secretariat</w:t>
      </w:r>
      <w:r>
        <w:t xml:space="preserve"> of the </w:t>
      </w:r>
      <w:r w:rsidRPr="003422E7">
        <w:t xml:space="preserve">Basel Convention on the Control of Transboundary Movements of Hazardous Wastes and </w:t>
      </w:r>
      <w:r>
        <w:t>T</w:t>
      </w:r>
      <w:r w:rsidRPr="003422E7">
        <w:t>heir Disposal</w:t>
      </w:r>
      <w:r>
        <w:t xml:space="preserve">, the </w:t>
      </w:r>
      <w:r w:rsidRPr="003422E7">
        <w:t>Rotterdam Convention on the Prior Informed Consent Procedure for Certain Hazardous Chemicals and Pesticides in International Trade</w:t>
      </w:r>
      <w:r>
        <w:t xml:space="preserve"> and the </w:t>
      </w:r>
      <w:r w:rsidRPr="003422E7">
        <w:t>Stockholm Convention on Persistent Organic Pollutants</w:t>
      </w:r>
      <w:r>
        <w:t xml:space="preserve"> in </w:t>
      </w:r>
      <w:r w:rsidR="00FC6DA0">
        <w:t xml:space="preserve">the preparation of the </w:t>
      </w:r>
      <w:r>
        <w:t xml:space="preserve">documents </w:t>
      </w:r>
      <w:r w:rsidR="00FC6DA0">
        <w:t>that the Conference of the Parties will have before it at its first meeting</w:t>
      </w:r>
      <w:r>
        <w:t xml:space="preserve">. </w:t>
      </w:r>
      <w:r w:rsidRPr="00ED2C84">
        <w:t>Other organizations</w:t>
      </w:r>
      <w:r w:rsidR="00FC6DA0" w:rsidRPr="002F2D0F">
        <w:t>, in particular the World Health Organization and the</w:t>
      </w:r>
      <w:r w:rsidR="00FC6DA0">
        <w:t xml:space="preserve"> GEF</w:t>
      </w:r>
      <w:r w:rsidR="00FC6DA0" w:rsidRPr="002F2D0F">
        <w:t xml:space="preserve"> secretariat</w:t>
      </w:r>
      <w:r w:rsidR="00FC6DA0">
        <w:t>,</w:t>
      </w:r>
      <w:r w:rsidRPr="002F2D0F">
        <w:t xml:space="preserve"> have also been contribut</w:t>
      </w:r>
      <w:r w:rsidR="00FC6DA0">
        <w:t xml:space="preserve">ed to those </w:t>
      </w:r>
      <w:r w:rsidRPr="002F2D0F">
        <w:t>documents where appropriate</w:t>
      </w:r>
      <w:r w:rsidR="00A92050">
        <w:t>.</w:t>
      </w:r>
    </w:p>
    <w:p w14:paraId="6E089AA6" w14:textId="1C52F896" w:rsidR="00775D8D" w:rsidRPr="00011B12" w:rsidRDefault="00775D8D" w:rsidP="00775D8D">
      <w:pPr>
        <w:pStyle w:val="Normalnumber"/>
        <w:numPr>
          <w:ilvl w:val="0"/>
          <w:numId w:val="7"/>
        </w:numPr>
        <w:tabs>
          <w:tab w:val="clear" w:pos="624"/>
          <w:tab w:val="left" w:pos="1247"/>
          <w:tab w:val="left" w:pos="1814"/>
          <w:tab w:val="left" w:pos="2381"/>
          <w:tab w:val="left" w:pos="2948"/>
          <w:tab w:val="left" w:pos="3515"/>
        </w:tabs>
      </w:pPr>
      <w:r w:rsidRPr="00ED2C84">
        <w:t>I strongly encourage</w:t>
      </w:r>
      <w:r w:rsidRPr="00011B12">
        <w:t xml:space="preserve"> you to undertake the necessary </w:t>
      </w:r>
      <w:r w:rsidR="00B52581">
        <w:t xml:space="preserve">national and regional </w:t>
      </w:r>
      <w:r w:rsidRPr="00011B12">
        <w:t>consultations</w:t>
      </w:r>
      <w:r w:rsidR="00B52581">
        <w:t>,</w:t>
      </w:r>
      <w:r>
        <w:t xml:space="preserve"> </w:t>
      </w:r>
      <w:r w:rsidRPr="00011B12">
        <w:t xml:space="preserve">and to take the opportunity to consult </w:t>
      </w:r>
      <w:r>
        <w:t xml:space="preserve">with </w:t>
      </w:r>
      <w:r w:rsidRPr="00011B12">
        <w:t>other regions and delegations as you consider appropriate</w:t>
      </w:r>
      <w:r w:rsidR="00B52581">
        <w:t>, both before and during the meeting</w:t>
      </w:r>
      <w:r w:rsidRPr="00011B12">
        <w:t xml:space="preserve">. </w:t>
      </w:r>
      <w:r w:rsidR="002274D8">
        <w:t xml:space="preserve">Thorough </w:t>
      </w:r>
      <w:r>
        <w:t>preparation for the meeting will enable us to ma</w:t>
      </w:r>
      <w:r w:rsidR="00774E34">
        <w:t>ximize</w:t>
      </w:r>
      <w:r>
        <w:t xml:space="preserve"> progress. </w:t>
      </w:r>
    </w:p>
    <w:p w14:paraId="5B21C23F" w14:textId="6ECFB3B8" w:rsidR="00775D8D" w:rsidRPr="004F6837" w:rsidRDefault="00775D8D" w:rsidP="004F6837">
      <w:pPr>
        <w:pStyle w:val="CH2"/>
      </w:pPr>
      <w:r w:rsidRPr="004F6837">
        <w:tab/>
      </w:r>
      <w:r w:rsidRPr="004F6837">
        <w:tab/>
        <w:t xml:space="preserve">Organization of work </w:t>
      </w:r>
      <w:r w:rsidR="002274D8" w:rsidRPr="004F6837">
        <w:t>of</w:t>
      </w:r>
      <w:r w:rsidRPr="004F6837">
        <w:t xml:space="preserve"> the first meeting of the Conference of the Parties</w:t>
      </w:r>
    </w:p>
    <w:p w14:paraId="3925D31D" w14:textId="325BB816" w:rsidR="00775D8D" w:rsidRPr="00CB1D0F" w:rsidRDefault="00775D8D" w:rsidP="00775D8D">
      <w:pPr>
        <w:pStyle w:val="Normalnumber"/>
        <w:numPr>
          <w:ilvl w:val="0"/>
          <w:numId w:val="7"/>
        </w:numPr>
        <w:tabs>
          <w:tab w:val="clear" w:pos="624"/>
          <w:tab w:val="left" w:pos="1247"/>
          <w:tab w:val="left" w:pos="1814"/>
          <w:tab w:val="left" w:pos="2381"/>
          <w:tab w:val="left" w:pos="2948"/>
          <w:tab w:val="left" w:pos="3515"/>
        </w:tabs>
      </w:pPr>
      <w:r>
        <w:t xml:space="preserve">As this will be the inaugural </w:t>
      </w:r>
      <w:r w:rsidR="002274D8">
        <w:t xml:space="preserve">meeting of the </w:t>
      </w:r>
      <w:r>
        <w:t xml:space="preserve">Conference of the Parties, with many more ratifications </w:t>
      </w:r>
      <w:r w:rsidR="002274D8">
        <w:t xml:space="preserve">of the Convention </w:t>
      </w:r>
      <w:r>
        <w:t xml:space="preserve">anticipated in the months following </w:t>
      </w:r>
      <w:r w:rsidR="002274D8">
        <w:t xml:space="preserve">its </w:t>
      </w:r>
      <w:r>
        <w:t xml:space="preserve">entry into force, </w:t>
      </w:r>
      <w:r w:rsidR="002274D8">
        <w:t xml:space="preserve">certain </w:t>
      </w:r>
      <w:r>
        <w:t>special provisions are planned for th</w:t>
      </w:r>
      <w:r w:rsidR="002274D8">
        <w:t>e</w:t>
      </w:r>
      <w:r>
        <w:t xml:space="preserve"> meeting </w:t>
      </w:r>
      <w:r w:rsidR="002274D8">
        <w:t xml:space="preserve">in order </w:t>
      </w:r>
      <w:r>
        <w:t xml:space="preserve">to </w:t>
      </w:r>
      <w:r w:rsidR="002274D8">
        <w:t xml:space="preserve">maintain </w:t>
      </w:r>
      <w:r>
        <w:t>the history of inclusivity</w:t>
      </w:r>
      <w:r w:rsidR="002274D8">
        <w:t xml:space="preserve"> of the Convention</w:t>
      </w:r>
      <w:r>
        <w:t xml:space="preserve"> </w:t>
      </w:r>
      <w:r w:rsidR="00361855">
        <w:t xml:space="preserve">and the process leading to its development, </w:t>
      </w:r>
      <w:r w:rsidR="002274D8">
        <w:t xml:space="preserve">notwithstanding that </w:t>
      </w:r>
      <w:r>
        <w:t>future</w:t>
      </w:r>
      <w:r w:rsidR="002274D8">
        <w:t xml:space="preserve"> meetings of the Conference of the Parties</w:t>
      </w:r>
      <w:r>
        <w:t xml:space="preserve"> </w:t>
      </w:r>
      <w:r w:rsidR="002274D8">
        <w:t>m</w:t>
      </w:r>
      <w:r w:rsidR="00361855">
        <w:t>ay</w:t>
      </w:r>
      <w:r>
        <w:t xml:space="preserve"> be </w:t>
      </w:r>
      <w:r w:rsidR="002274D8">
        <w:t xml:space="preserve">structured </w:t>
      </w:r>
      <w:r>
        <w:t xml:space="preserve">more traditionally. For instance, there will be opportunities for discussion at a number of different levels </w:t>
      </w:r>
      <w:r w:rsidR="002274D8">
        <w:t>during</w:t>
      </w:r>
      <w:r>
        <w:t xml:space="preserve"> the meeting. </w:t>
      </w:r>
      <w:r w:rsidR="002274D8">
        <w:t>While t</w:t>
      </w:r>
      <w:r>
        <w:t xml:space="preserve">he plenary of the meeting of the Conference of the Parties will serve as </w:t>
      </w:r>
      <w:r w:rsidR="002274D8">
        <w:t>the</w:t>
      </w:r>
      <w:r>
        <w:t xml:space="preserve"> formal mechanism </w:t>
      </w:r>
      <w:r w:rsidR="00643B4C">
        <w:t xml:space="preserve">for </w:t>
      </w:r>
      <w:r>
        <w:t>open</w:t>
      </w:r>
      <w:r w:rsidR="00643B4C">
        <w:t>ing the</w:t>
      </w:r>
      <w:r>
        <w:t xml:space="preserve"> discussions</w:t>
      </w:r>
      <w:r w:rsidR="002274D8">
        <w:t>, i</w:t>
      </w:r>
      <w:r>
        <w:t>t is planned</w:t>
      </w:r>
      <w:r w:rsidR="002274D8">
        <w:t xml:space="preserve"> that</w:t>
      </w:r>
      <w:r>
        <w:t xml:space="preserve"> a</w:t>
      </w:r>
      <w:r w:rsidR="002274D8">
        <w:t xml:space="preserve"> sessional c</w:t>
      </w:r>
      <w:r>
        <w:t xml:space="preserve">ommittee of the </w:t>
      </w:r>
      <w:r w:rsidR="002274D8">
        <w:t>w</w:t>
      </w:r>
      <w:r>
        <w:t>hole</w:t>
      </w:r>
      <w:r w:rsidR="002274D8">
        <w:t xml:space="preserve"> will be established</w:t>
      </w:r>
      <w:r w:rsidR="00643B4C">
        <w:t xml:space="preserve"> to </w:t>
      </w:r>
      <w:r w:rsidR="00361855">
        <w:t>provid</w:t>
      </w:r>
      <w:r w:rsidR="00643B4C">
        <w:t>e a more</w:t>
      </w:r>
      <w:r>
        <w:t xml:space="preserve"> suitable forum </w:t>
      </w:r>
      <w:r w:rsidR="00643B4C">
        <w:t xml:space="preserve">for </w:t>
      </w:r>
      <w:r>
        <w:t>discuss</w:t>
      </w:r>
      <w:r w:rsidR="00643B4C">
        <w:t>ing</w:t>
      </w:r>
      <w:r>
        <w:t xml:space="preserve"> overarching policy issues of a general nature</w:t>
      </w:r>
      <w:r w:rsidR="00361855">
        <w:t>. Participants in t</w:t>
      </w:r>
      <w:r>
        <w:t xml:space="preserve">he </w:t>
      </w:r>
      <w:r w:rsidR="00361855">
        <w:t>h</w:t>
      </w:r>
      <w:r>
        <w:t>igh</w:t>
      </w:r>
      <w:r w:rsidR="00361855">
        <w:t>-l</w:t>
      </w:r>
      <w:r>
        <w:t xml:space="preserve">evel </w:t>
      </w:r>
      <w:r w:rsidR="00361855">
        <w:t>s</w:t>
      </w:r>
      <w:r>
        <w:t>egment of the meeting will focus on significant policy and cross</w:t>
      </w:r>
      <w:r w:rsidR="00361855">
        <w:noBreakHyphen/>
      </w:r>
      <w:r>
        <w:t xml:space="preserve">cutting issues, </w:t>
      </w:r>
      <w:r w:rsidR="00361855">
        <w:t xml:space="preserve">considering in particular the impact of the Convention’s </w:t>
      </w:r>
      <w:r>
        <w:t xml:space="preserve">implementation </w:t>
      </w:r>
      <w:r w:rsidR="00361855">
        <w:t>on</w:t>
      </w:r>
      <w:r>
        <w:t xml:space="preserve"> other key environmental, health and sustainable development </w:t>
      </w:r>
      <w:r w:rsidRPr="00CB1D0F">
        <w:t xml:space="preserve">issues, </w:t>
      </w:r>
      <w:r w:rsidR="00361855" w:rsidRPr="00D710A2">
        <w:t>as well as the impact of</w:t>
      </w:r>
      <w:r w:rsidRPr="00CB1D0F">
        <w:t xml:space="preserve"> other issues both on the effective implementation </w:t>
      </w:r>
      <w:r w:rsidR="00361855" w:rsidRPr="00CB1D0F">
        <w:t xml:space="preserve">of the Convention </w:t>
      </w:r>
      <w:r w:rsidRPr="00CB1D0F">
        <w:t xml:space="preserve">and on </w:t>
      </w:r>
      <w:r w:rsidR="00643B4C" w:rsidRPr="00CB1D0F">
        <w:t xml:space="preserve">its expected </w:t>
      </w:r>
      <w:r w:rsidRPr="00CB1D0F">
        <w:t>impact</w:t>
      </w:r>
      <w:r w:rsidR="00361855" w:rsidRPr="00CB1D0F">
        <w:t xml:space="preserve"> </w:t>
      </w:r>
      <w:r w:rsidRPr="00CB1D0F">
        <w:t xml:space="preserve">such as </w:t>
      </w:r>
      <w:r w:rsidR="00643B4C" w:rsidRPr="00CB1D0F">
        <w:t>a</w:t>
      </w:r>
      <w:r w:rsidRPr="00CB1D0F">
        <w:t xml:space="preserve"> reduction </w:t>
      </w:r>
      <w:r w:rsidR="00361855" w:rsidRPr="00CB1D0F">
        <w:t xml:space="preserve">in </w:t>
      </w:r>
      <w:r w:rsidRPr="00CB1D0F">
        <w:t>environmental levels of mercury.</w:t>
      </w:r>
      <w:r w:rsidR="00A4058E" w:rsidRPr="00CB1D0F">
        <w:t xml:space="preserve"> </w:t>
      </w:r>
    </w:p>
    <w:p w14:paraId="7B20CC69" w14:textId="356E3212" w:rsidR="00775D8D" w:rsidRDefault="008A2570" w:rsidP="00775D8D">
      <w:pPr>
        <w:pStyle w:val="Normalnumber"/>
        <w:numPr>
          <w:ilvl w:val="0"/>
          <w:numId w:val="7"/>
        </w:numPr>
        <w:tabs>
          <w:tab w:val="clear" w:pos="624"/>
          <w:tab w:val="left" w:pos="1247"/>
          <w:tab w:val="left" w:pos="1814"/>
          <w:tab w:val="left" w:pos="2381"/>
          <w:tab w:val="left" w:pos="2948"/>
          <w:tab w:val="left" w:pos="3515"/>
        </w:tabs>
      </w:pPr>
      <w:r>
        <w:t>A</w:t>
      </w:r>
      <w:r w:rsidR="00775D8D">
        <w:t xml:space="preserve"> </w:t>
      </w:r>
      <w:r w:rsidR="00361855">
        <w:t>sessional c</w:t>
      </w:r>
      <w:r w:rsidR="00775D8D">
        <w:t xml:space="preserve">ommittee </w:t>
      </w:r>
      <w:r w:rsidR="00775D8D" w:rsidRPr="004B60B5">
        <w:t xml:space="preserve">of the </w:t>
      </w:r>
      <w:r w:rsidR="00361855" w:rsidRPr="004B60B5">
        <w:t>w</w:t>
      </w:r>
      <w:r w:rsidR="00775D8D" w:rsidRPr="004B60B5">
        <w:t>hole</w:t>
      </w:r>
      <w:r w:rsidR="00775D8D">
        <w:t xml:space="preserve"> </w:t>
      </w:r>
      <w:r w:rsidR="00361855">
        <w:t xml:space="preserve">is considered </w:t>
      </w:r>
      <w:r w:rsidR="00BB3A5D">
        <w:t xml:space="preserve">to be </w:t>
      </w:r>
      <w:r>
        <w:t xml:space="preserve">an especially apt forum because it </w:t>
      </w:r>
      <w:r w:rsidR="00775D8D">
        <w:t xml:space="preserve">is similar in nature to </w:t>
      </w:r>
      <w:r w:rsidR="00361855">
        <w:t>the</w:t>
      </w:r>
      <w:r w:rsidR="00775D8D">
        <w:t xml:space="preserve"> intergovernmental negotiating committee</w:t>
      </w:r>
      <w:r>
        <w:t xml:space="preserve"> and a</w:t>
      </w:r>
      <w:r w:rsidR="00521EED">
        <w:t>s</w:t>
      </w:r>
      <w:r>
        <w:t xml:space="preserve"> such will facilitate </w:t>
      </w:r>
      <w:r w:rsidR="00775D8D">
        <w:t xml:space="preserve">discussion of specific issues such as technical implementation issues and issues relating to finance. A similar mechanism has operated successfully at </w:t>
      </w:r>
      <w:r w:rsidR="00361855">
        <w:t>sessions</w:t>
      </w:r>
      <w:r w:rsidR="00775D8D">
        <w:t xml:space="preserve"> of the </w:t>
      </w:r>
      <w:r w:rsidR="00361855">
        <w:t xml:space="preserve">United Nations Environment Assembly of the United Nations Environment Programme </w:t>
      </w:r>
      <w:r w:rsidR="00D1226D">
        <w:t>(UNEP)</w:t>
      </w:r>
      <w:r w:rsidR="00361855">
        <w:t xml:space="preserve"> and its predecessor, the </w:t>
      </w:r>
      <w:r w:rsidR="00775D8D">
        <w:t xml:space="preserve">Governing Council </w:t>
      </w:r>
      <w:r w:rsidR="00361855">
        <w:t>of UNEP</w:t>
      </w:r>
      <w:r w:rsidR="00D1226D">
        <w:t xml:space="preserve">, </w:t>
      </w:r>
      <w:r w:rsidR="00775D8D">
        <w:t>as well as</w:t>
      </w:r>
      <w:r w:rsidR="00D1226D">
        <w:t xml:space="preserve"> for</w:t>
      </w:r>
      <w:r w:rsidR="00775D8D">
        <w:t xml:space="preserve"> </w:t>
      </w:r>
      <w:r w:rsidR="00D1226D">
        <w:t xml:space="preserve">the </w:t>
      </w:r>
      <w:r w:rsidR="00775D8D">
        <w:t>first meeting</w:t>
      </w:r>
      <w:r w:rsidR="00D1226D">
        <w:t>s</w:t>
      </w:r>
      <w:r w:rsidR="00775D8D">
        <w:t xml:space="preserve"> of the </w:t>
      </w:r>
      <w:r w:rsidR="00D1226D">
        <w:t>co</w:t>
      </w:r>
      <w:r w:rsidR="00775D8D">
        <w:t>nference</w:t>
      </w:r>
      <w:r w:rsidR="00D1226D">
        <w:t>s</w:t>
      </w:r>
      <w:r w:rsidR="00775D8D">
        <w:t xml:space="preserve"> of the </w:t>
      </w:r>
      <w:r w:rsidR="00D1226D">
        <w:t>p</w:t>
      </w:r>
      <w:r w:rsidR="00775D8D">
        <w:t xml:space="preserve">arties </w:t>
      </w:r>
      <w:r w:rsidR="00D1226D">
        <w:t xml:space="preserve">to </w:t>
      </w:r>
      <w:r w:rsidR="00775D8D">
        <w:t xml:space="preserve">other multilateral environment agreements. </w:t>
      </w:r>
    </w:p>
    <w:p w14:paraId="344EBFEC" w14:textId="3E8B8C24" w:rsidR="00775D8D" w:rsidRPr="00011B12" w:rsidRDefault="00775D8D" w:rsidP="00775D8D">
      <w:pPr>
        <w:pStyle w:val="Normalnumber"/>
        <w:numPr>
          <w:ilvl w:val="0"/>
          <w:numId w:val="7"/>
        </w:numPr>
        <w:tabs>
          <w:tab w:val="clear" w:pos="624"/>
          <w:tab w:val="left" w:pos="1247"/>
          <w:tab w:val="left" w:pos="1814"/>
          <w:tab w:val="left" w:pos="2381"/>
          <w:tab w:val="left" w:pos="2948"/>
          <w:tab w:val="left" w:pos="3515"/>
        </w:tabs>
      </w:pPr>
      <w:r w:rsidRPr="00ED2C84">
        <w:t>We will need to balance</w:t>
      </w:r>
      <w:r>
        <w:t xml:space="preserve"> </w:t>
      </w:r>
      <w:r w:rsidR="00D1226D">
        <w:t xml:space="preserve">the time we spend </w:t>
      </w:r>
      <w:r>
        <w:t xml:space="preserve">working in the </w:t>
      </w:r>
      <w:r w:rsidR="00D1226D">
        <w:t>c</w:t>
      </w:r>
      <w:r>
        <w:t xml:space="preserve">ommittee of the </w:t>
      </w:r>
      <w:r w:rsidR="00D1226D">
        <w:t>w</w:t>
      </w:r>
      <w:r>
        <w:t xml:space="preserve">hole </w:t>
      </w:r>
      <w:r w:rsidR="00D1226D">
        <w:t xml:space="preserve">with the time spent </w:t>
      </w:r>
      <w:r>
        <w:t xml:space="preserve">in </w:t>
      </w:r>
      <w:r w:rsidR="00D1226D">
        <w:t xml:space="preserve">discussion in </w:t>
      </w:r>
      <w:r w:rsidR="00721A6D">
        <w:t xml:space="preserve">any </w:t>
      </w:r>
      <w:r>
        <w:t>smaller groups</w:t>
      </w:r>
      <w:r w:rsidR="00D1226D">
        <w:t xml:space="preserve"> that are established. This approach will facilitate the airing of </w:t>
      </w:r>
      <w:r>
        <w:t>all</w:t>
      </w:r>
      <w:r w:rsidR="00D1226D">
        <w:t xml:space="preserve"> </w:t>
      </w:r>
      <w:r>
        <w:t>view</w:t>
      </w:r>
      <w:r w:rsidR="00BB3A5D">
        <w:t>points</w:t>
      </w:r>
      <w:r w:rsidR="00D1226D">
        <w:t xml:space="preserve"> and allow for</w:t>
      </w:r>
      <w:r>
        <w:t xml:space="preserve"> more detailed </w:t>
      </w:r>
      <w:r w:rsidR="00D1226D">
        <w:t xml:space="preserve">and in-depth consideration of </w:t>
      </w:r>
      <w:r w:rsidR="00BB3A5D">
        <w:t>specific</w:t>
      </w:r>
      <w:r w:rsidR="00D1226D">
        <w:t xml:space="preserve"> issues in the</w:t>
      </w:r>
      <w:r>
        <w:t xml:space="preserve"> smaller group</w:t>
      </w:r>
      <w:r w:rsidR="00D1226D">
        <w:t>s</w:t>
      </w:r>
      <w:r>
        <w:t xml:space="preserve">. Both types of discussion will be required </w:t>
      </w:r>
      <w:r w:rsidR="00D1226D">
        <w:t>in order</w:t>
      </w:r>
      <w:r>
        <w:t xml:space="preserve"> to reach consensus. </w:t>
      </w:r>
    </w:p>
    <w:p w14:paraId="4C258A3D" w14:textId="0A8C1D05" w:rsidR="00775D8D" w:rsidRPr="004F6837" w:rsidRDefault="00775D8D" w:rsidP="004F6837">
      <w:pPr>
        <w:pStyle w:val="CH2"/>
      </w:pPr>
      <w:r w:rsidRPr="004F6837">
        <w:tab/>
      </w:r>
      <w:r w:rsidRPr="004F6837">
        <w:tab/>
        <w:t xml:space="preserve">Use of small groups </w:t>
      </w:r>
    </w:p>
    <w:p w14:paraId="57352744" w14:textId="0A0E37B0" w:rsidR="00775D8D" w:rsidRPr="002F2D0F" w:rsidRDefault="00775D8D" w:rsidP="00775D8D">
      <w:pPr>
        <w:pStyle w:val="Normalnumber"/>
        <w:keepNext/>
        <w:keepLines/>
        <w:numPr>
          <w:ilvl w:val="0"/>
          <w:numId w:val="7"/>
        </w:numPr>
        <w:tabs>
          <w:tab w:val="clear" w:pos="624"/>
          <w:tab w:val="left" w:pos="1247"/>
          <w:tab w:val="left" w:pos="1814"/>
          <w:tab w:val="left" w:pos="2381"/>
          <w:tab w:val="left" w:pos="2948"/>
          <w:tab w:val="left" w:pos="3515"/>
        </w:tabs>
      </w:pPr>
      <w:r>
        <w:t xml:space="preserve"> </w:t>
      </w:r>
      <w:r w:rsidR="00D1226D">
        <w:t xml:space="preserve">While </w:t>
      </w:r>
      <w:r>
        <w:t xml:space="preserve">it may </w:t>
      </w:r>
      <w:r w:rsidRPr="00011B12">
        <w:t xml:space="preserve">be </w:t>
      </w:r>
      <w:r>
        <w:t xml:space="preserve">necessary </w:t>
      </w:r>
      <w:r w:rsidRPr="00011B12">
        <w:t xml:space="preserve">to </w:t>
      </w:r>
      <w:r w:rsidR="00D1226D">
        <w:t xml:space="preserve">establish </w:t>
      </w:r>
      <w:r w:rsidRPr="00011B12">
        <w:t>small groups</w:t>
      </w:r>
      <w:r w:rsidR="00D1226D">
        <w:t xml:space="preserve"> for more detailed consideration of certain issues,</w:t>
      </w:r>
      <w:r w:rsidRPr="00011B12">
        <w:t xml:space="preserve"> </w:t>
      </w:r>
      <w:r>
        <w:t xml:space="preserve">I hope that the use of such groups </w:t>
      </w:r>
      <w:r w:rsidR="00BC5810">
        <w:t xml:space="preserve">can </w:t>
      </w:r>
      <w:r>
        <w:t xml:space="preserve">be kept to a minimum and that as many issues as possible can be resolved </w:t>
      </w:r>
      <w:r w:rsidR="00D1226D">
        <w:t>by</w:t>
      </w:r>
      <w:r>
        <w:t xml:space="preserve"> the </w:t>
      </w:r>
      <w:r w:rsidR="00D1226D">
        <w:t>c</w:t>
      </w:r>
      <w:r>
        <w:t xml:space="preserve">ommittee of the </w:t>
      </w:r>
      <w:r w:rsidR="00D1226D">
        <w:t>w</w:t>
      </w:r>
      <w:r>
        <w:t xml:space="preserve">hole prior to their referral to </w:t>
      </w:r>
      <w:r w:rsidR="00D1226D">
        <w:t xml:space="preserve">the Conference of the Parties </w:t>
      </w:r>
      <w:r>
        <w:t>for formal adoption</w:t>
      </w:r>
      <w:r w:rsidR="00580923">
        <w:t xml:space="preserve"> in plenary</w:t>
      </w:r>
      <w:r>
        <w:t xml:space="preserve">. I hope in particular that any policy </w:t>
      </w:r>
      <w:r w:rsidR="007E5F07">
        <w:t xml:space="preserve">issues </w:t>
      </w:r>
      <w:r>
        <w:t xml:space="preserve">will be resolved </w:t>
      </w:r>
      <w:r w:rsidR="007E5F07">
        <w:t>by</w:t>
      </w:r>
      <w:r>
        <w:t xml:space="preserve"> the </w:t>
      </w:r>
      <w:r w:rsidR="007E5F07">
        <w:t>c</w:t>
      </w:r>
      <w:r>
        <w:t xml:space="preserve">ommittee of the </w:t>
      </w:r>
      <w:r w:rsidR="007E5F07">
        <w:t>w</w:t>
      </w:r>
      <w:r>
        <w:t>hole and that smaller</w:t>
      </w:r>
      <w:r w:rsidRPr="00011B12">
        <w:t xml:space="preserve"> groups</w:t>
      </w:r>
      <w:r>
        <w:t xml:space="preserve"> of g</w:t>
      </w:r>
      <w:r w:rsidRPr="00011B12">
        <w:t xml:space="preserve">overnment </w:t>
      </w:r>
      <w:r w:rsidRPr="00FA6617">
        <w:t xml:space="preserve">representatives </w:t>
      </w:r>
      <w:r w:rsidR="007E5F07" w:rsidRPr="00FA6617">
        <w:t xml:space="preserve">can then </w:t>
      </w:r>
      <w:r w:rsidRPr="00AC62F0">
        <w:t xml:space="preserve">ensure that </w:t>
      </w:r>
      <w:r w:rsidRPr="00DB34E0">
        <w:t>policy choices made in larger groups are accurately captured.</w:t>
      </w:r>
      <w:r w:rsidR="00AC62F0">
        <w:t xml:space="preserve"> </w:t>
      </w:r>
      <w:r w:rsidRPr="00FA6617" w:rsidDel="00C87D26">
        <w:t>T</w:t>
      </w:r>
      <w:r w:rsidRPr="00FA6617">
        <w:t xml:space="preserve">he results of the deliberations of the smaller groups will </w:t>
      </w:r>
      <w:r w:rsidRPr="002F2D0F">
        <w:t xml:space="preserve">be presented to the committee for its </w:t>
      </w:r>
      <w:r w:rsidR="001143B8">
        <w:t xml:space="preserve">consideration and possible </w:t>
      </w:r>
      <w:r>
        <w:t>adoption</w:t>
      </w:r>
      <w:r w:rsidR="001143B8">
        <w:t>.</w:t>
      </w:r>
      <w:r w:rsidRPr="007E5F07">
        <w:t xml:space="preserve"> </w:t>
      </w:r>
    </w:p>
    <w:p w14:paraId="2D304521" w14:textId="20B4657F" w:rsidR="00775D8D" w:rsidRPr="00011B12" w:rsidRDefault="00775D8D" w:rsidP="00775D8D">
      <w:pPr>
        <w:pStyle w:val="Normalnumber"/>
        <w:numPr>
          <w:ilvl w:val="0"/>
          <w:numId w:val="7"/>
        </w:numPr>
        <w:tabs>
          <w:tab w:val="clear" w:pos="624"/>
          <w:tab w:val="left" w:pos="1247"/>
          <w:tab w:val="left" w:pos="1814"/>
          <w:tab w:val="left" w:pos="2381"/>
          <w:tab w:val="left" w:pos="2948"/>
          <w:tab w:val="left" w:pos="3515"/>
        </w:tabs>
      </w:pPr>
      <w:r w:rsidRPr="00011B12">
        <w:t xml:space="preserve">The Bureau and I </w:t>
      </w:r>
      <w:r>
        <w:t xml:space="preserve">are fully aware </w:t>
      </w:r>
      <w:r w:rsidRPr="00011B12">
        <w:t xml:space="preserve">of the challenges faced by many delegations in covering a </w:t>
      </w:r>
      <w:r w:rsidR="00DC5AB5">
        <w:t>wide-ranging</w:t>
      </w:r>
      <w:r w:rsidRPr="00011B12">
        <w:t xml:space="preserve"> </w:t>
      </w:r>
      <w:r>
        <w:t>set of simultaneous discussions</w:t>
      </w:r>
      <w:r w:rsidRPr="00011B12">
        <w:t xml:space="preserve"> </w:t>
      </w:r>
      <w:r>
        <w:t xml:space="preserve">and we will endeavour to limit the number of groups working simultaneously. </w:t>
      </w:r>
      <w:r w:rsidRPr="00011B12">
        <w:t xml:space="preserve">Decisions concerning </w:t>
      </w:r>
      <w:r>
        <w:t xml:space="preserve">the </w:t>
      </w:r>
      <w:r w:rsidR="007E5F07">
        <w:t xml:space="preserve">number and nature of the </w:t>
      </w:r>
      <w:r w:rsidRPr="00011B12">
        <w:t xml:space="preserve">groups </w:t>
      </w:r>
      <w:r w:rsidR="007E5F07">
        <w:t>required</w:t>
      </w:r>
      <w:r w:rsidRPr="00011B12">
        <w:t xml:space="preserve"> and </w:t>
      </w:r>
      <w:r>
        <w:t xml:space="preserve">the </w:t>
      </w:r>
      <w:r w:rsidR="007E5F07">
        <w:t>organization of their work</w:t>
      </w:r>
      <w:r w:rsidRPr="00011B12">
        <w:t xml:space="preserve"> will be </w:t>
      </w:r>
      <w:r>
        <w:t xml:space="preserve">made in consultation </w:t>
      </w:r>
      <w:r w:rsidRPr="005D25CF">
        <w:t xml:space="preserve">with the Bureau </w:t>
      </w:r>
      <w:r w:rsidR="007E5F07" w:rsidRPr="005D25CF">
        <w:t xml:space="preserve">throughout </w:t>
      </w:r>
      <w:r w:rsidRPr="005D25CF">
        <w:t xml:space="preserve">the </w:t>
      </w:r>
      <w:r w:rsidR="00A2589A" w:rsidRPr="005D25CF">
        <w:t>meeting</w:t>
      </w:r>
      <w:r w:rsidRPr="005D25CF">
        <w:t>.</w:t>
      </w:r>
      <w:r w:rsidRPr="00011B12">
        <w:t xml:space="preserve"> </w:t>
      </w:r>
    </w:p>
    <w:p w14:paraId="2FD8CC45" w14:textId="77777777" w:rsidR="00775D8D" w:rsidRPr="004F6837" w:rsidRDefault="00775D8D" w:rsidP="004F6837">
      <w:pPr>
        <w:pStyle w:val="CH2"/>
      </w:pPr>
      <w:r w:rsidRPr="004F6837">
        <w:tab/>
      </w:r>
      <w:r w:rsidRPr="004F6837">
        <w:tab/>
        <w:t>Desired outcome of the first meeting of the Conference of the Parties</w:t>
      </w:r>
    </w:p>
    <w:p w14:paraId="2B213F45" w14:textId="5E7AFF47" w:rsidR="00775D8D" w:rsidRPr="00011B12" w:rsidRDefault="00775D8D" w:rsidP="00775D8D">
      <w:pPr>
        <w:pStyle w:val="Normalnumber"/>
        <w:keepNext/>
        <w:keepLines/>
        <w:numPr>
          <w:ilvl w:val="0"/>
          <w:numId w:val="7"/>
        </w:numPr>
        <w:tabs>
          <w:tab w:val="clear" w:pos="624"/>
          <w:tab w:val="left" w:pos="1247"/>
          <w:tab w:val="left" w:pos="1814"/>
          <w:tab w:val="left" w:pos="2381"/>
          <w:tab w:val="left" w:pos="2948"/>
          <w:tab w:val="left" w:pos="3515"/>
        </w:tabs>
      </w:pPr>
      <w:r w:rsidRPr="00012BDF">
        <w:t xml:space="preserve">The </w:t>
      </w:r>
      <w:r w:rsidR="00624B58">
        <w:t xml:space="preserve">principal </w:t>
      </w:r>
      <w:r w:rsidRPr="00012BDF">
        <w:t>desired outcome</w:t>
      </w:r>
      <w:r w:rsidRPr="00011B12">
        <w:t xml:space="preserve"> of the </w:t>
      </w:r>
      <w:r w:rsidR="00624B58">
        <w:t xml:space="preserve">first </w:t>
      </w:r>
      <w:r>
        <w:t>meeting</w:t>
      </w:r>
      <w:r w:rsidRPr="00011B12">
        <w:t xml:space="preserve"> is</w:t>
      </w:r>
      <w:r>
        <w:t xml:space="preserve"> that all </w:t>
      </w:r>
      <w:r w:rsidR="007E5F07">
        <w:t xml:space="preserve">the </w:t>
      </w:r>
      <w:r>
        <w:t xml:space="preserve">issues </w:t>
      </w:r>
      <w:r w:rsidR="003F10BE">
        <w:t xml:space="preserve">that </w:t>
      </w:r>
      <w:r>
        <w:t xml:space="preserve">are required by the Convention to be considered or adopted by the Conference of the Parties </w:t>
      </w:r>
      <w:r w:rsidR="007E5F07">
        <w:t xml:space="preserve">at its first meeting </w:t>
      </w:r>
      <w:r>
        <w:t xml:space="preserve">are </w:t>
      </w:r>
      <w:r w:rsidR="003F10BE">
        <w:t>concluded</w:t>
      </w:r>
      <w:r>
        <w:t xml:space="preserve">. The </w:t>
      </w:r>
      <w:r w:rsidR="00624B58">
        <w:t xml:space="preserve">provisional </w:t>
      </w:r>
      <w:r>
        <w:t xml:space="preserve">adoption </w:t>
      </w:r>
      <w:r w:rsidR="00624B58">
        <w:t xml:space="preserve">of work on a number of issues </w:t>
      </w:r>
      <w:r>
        <w:t>by the intergovernmental negotiating committee should facilitate this outcome</w:t>
      </w:r>
      <w:r w:rsidR="004375DD">
        <w:t xml:space="preserve">, </w:t>
      </w:r>
      <w:r w:rsidR="00624B58">
        <w:t xml:space="preserve">but </w:t>
      </w:r>
      <w:r>
        <w:t xml:space="preserve">a number of key issues will </w:t>
      </w:r>
      <w:r w:rsidR="004375DD">
        <w:t>need to be resolved</w:t>
      </w:r>
      <w:r>
        <w:t xml:space="preserve"> at th</w:t>
      </w:r>
      <w:r w:rsidR="00624B58">
        <w:t>e</w:t>
      </w:r>
      <w:r>
        <w:t xml:space="preserve"> meeting. In addition, agreement on </w:t>
      </w:r>
      <w:r w:rsidR="00661446">
        <w:t>a number of</w:t>
      </w:r>
      <w:r w:rsidR="004375DD">
        <w:t xml:space="preserve"> </w:t>
      </w:r>
      <w:r>
        <w:t xml:space="preserve">other issues </w:t>
      </w:r>
      <w:r w:rsidR="00624B58">
        <w:t xml:space="preserve">not </w:t>
      </w:r>
      <w:r>
        <w:t xml:space="preserve">requiring decision </w:t>
      </w:r>
      <w:r w:rsidR="00624B58">
        <w:t xml:space="preserve">at the first meeting </w:t>
      </w:r>
      <w:r>
        <w:t xml:space="preserve">would assist the further implementation of the Convention by </w:t>
      </w:r>
      <w:r w:rsidR="004375DD">
        <w:t>p</w:t>
      </w:r>
      <w:r>
        <w:t>arties</w:t>
      </w:r>
      <w:r w:rsidR="00624B58">
        <w:t xml:space="preserve"> and </w:t>
      </w:r>
      <w:r>
        <w:t xml:space="preserve">guide further work </w:t>
      </w:r>
      <w:r w:rsidR="00867A15">
        <w:t xml:space="preserve">on matters </w:t>
      </w:r>
      <w:r w:rsidR="00624B58">
        <w:t>to be taken up at</w:t>
      </w:r>
      <w:r>
        <w:t xml:space="preserve"> the second and subsequent </w:t>
      </w:r>
      <w:r w:rsidR="004375DD">
        <w:t>meetings</w:t>
      </w:r>
      <w:r>
        <w:t xml:space="preserve">.  </w:t>
      </w:r>
    </w:p>
    <w:p w14:paraId="3585097E" w14:textId="026D854B" w:rsidR="00775D8D" w:rsidRPr="00011B12" w:rsidRDefault="00775D8D" w:rsidP="00775D8D">
      <w:pPr>
        <w:pStyle w:val="Normalnumber"/>
        <w:numPr>
          <w:ilvl w:val="0"/>
          <w:numId w:val="7"/>
        </w:numPr>
        <w:tabs>
          <w:tab w:val="clear" w:pos="624"/>
          <w:tab w:val="left" w:pos="1247"/>
          <w:tab w:val="left" w:pos="1814"/>
          <w:tab w:val="left" w:pos="2381"/>
          <w:tab w:val="left" w:pos="2948"/>
          <w:tab w:val="left" w:pos="3515"/>
        </w:tabs>
      </w:pPr>
      <w:r w:rsidRPr="00011B12">
        <w:t xml:space="preserve">In conclusion, I urge all delegates to prepare themselves to </w:t>
      </w:r>
      <w:r>
        <w:t xml:space="preserve">commence this new chapter of </w:t>
      </w:r>
      <w:r w:rsidRPr="00011B12">
        <w:t xml:space="preserve">our work </w:t>
      </w:r>
      <w:r>
        <w:t xml:space="preserve">on the Convention </w:t>
      </w:r>
      <w:r w:rsidRPr="00011B12">
        <w:t>in a spirit</w:t>
      </w:r>
      <w:r>
        <w:t xml:space="preserve"> of cooperation, with </w:t>
      </w:r>
      <w:r w:rsidR="009F7611">
        <w:t xml:space="preserve">a </w:t>
      </w:r>
      <w:r w:rsidR="004375DD">
        <w:t xml:space="preserve">clear </w:t>
      </w:r>
      <w:r>
        <w:t xml:space="preserve">recognition of </w:t>
      </w:r>
      <w:r w:rsidR="009F7611">
        <w:t xml:space="preserve">our </w:t>
      </w:r>
      <w:r>
        <w:t xml:space="preserve">objectives. </w:t>
      </w:r>
      <w:r w:rsidR="004375DD">
        <w:t>Although o</w:t>
      </w:r>
      <w:r>
        <w:t xml:space="preserve">ur journey together in the intergovernmental negotiating committee has been challenging at times, </w:t>
      </w:r>
      <w:r w:rsidR="004375DD">
        <w:t>it</w:t>
      </w:r>
      <w:r>
        <w:t xml:space="preserve"> has</w:t>
      </w:r>
      <w:r w:rsidR="004375DD">
        <w:t xml:space="preserve"> also</w:t>
      </w:r>
      <w:r>
        <w:t xml:space="preserve"> been inspiring, particularly </w:t>
      </w:r>
      <w:r w:rsidR="004375DD">
        <w:t xml:space="preserve">in terms of understanding </w:t>
      </w:r>
      <w:r w:rsidR="00661446">
        <w:t>how much can be achieved by</w:t>
      </w:r>
      <w:r>
        <w:t xml:space="preserve"> a group of dedicated, committed individuals when they have a common goal</w:t>
      </w:r>
      <w:r w:rsidR="004375DD">
        <w:t xml:space="preserve"> of</w:t>
      </w:r>
      <w:r>
        <w:t xml:space="preserve"> protect</w:t>
      </w:r>
      <w:r w:rsidR="004375DD">
        <w:t>ing</w:t>
      </w:r>
      <w:r>
        <w:t xml:space="preserve"> our heritage and </w:t>
      </w:r>
      <w:r w:rsidR="004375DD">
        <w:t xml:space="preserve">safeguarding </w:t>
      </w:r>
      <w:r>
        <w:t>future generations. I look forward to seeing you in Geneva to mark this historic event</w:t>
      </w:r>
      <w:r w:rsidR="004375DD">
        <w:t xml:space="preserve"> aimed at</w:t>
      </w:r>
      <w:r>
        <w:t xml:space="preserve"> “Mak</w:t>
      </w:r>
      <w:r w:rsidR="004375DD">
        <w:t>ing</w:t>
      </w:r>
      <w:r>
        <w:t xml:space="preserve"> </w:t>
      </w:r>
      <w:r w:rsidR="004375DD">
        <w:t>m</w:t>
      </w:r>
      <w:r>
        <w:t xml:space="preserve">ercury </w:t>
      </w:r>
      <w:r w:rsidR="004375DD">
        <w:t>h</w:t>
      </w:r>
      <w:r>
        <w:t>istory”</w:t>
      </w:r>
      <w:r w:rsidR="004375DD">
        <w:t xml:space="preserve"> as we </w:t>
      </w:r>
      <w:r w:rsidR="00922BA1">
        <w:t xml:space="preserve">come </w:t>
      </w:r>
      <w:r w:rsidR="004375DD">
        <w:t xml:space="preserve">to grips with the real </w:t>
      </w:r>
      <w:r>
        <w:t xml:space="preserve">work of the Convention </w:t>
      </w:r>
      <w:r w:rsidR="004375DD">
        <w:t xml:space="preserve">in </w:t>
      </w:r>
      <w:r>
        <w:t>address</w:t>
      </w:r>
      <w:r w:rsidR="004375DD">
        <w:t>ing</w:t>
      </w:r>
      <w:r>
        <w:t xml:space="preserve"> the global challenge of mercury. </w:t>
      </w:r>
    </w:p>
    <w:p w14:paraId="4BC9EEEE" w14:textId="77777777" w:rsidR="00775D8D" w:rsidRPr="00F5014A" w:rsidRDefault="00775D8D" w:rsidP="00775D8D">
      <w:pPr>
        <w:pStyle w:val="Normalnumber"/>
        <w:numPr>
          <w:ilvl w:val="0"/>
          <w:numId w:val="0"/>
        </w:numPr>
        <w:spacing w:after="0"/>
        <w:ind w:left="1247"/>
        <w:jc w:val="right"/>
      </w:pPr>
      <w:r w:rsidRPr="00F5014A">
        <w:t xml:space="preserve">Fernando Lugris </w:t>
      </w:r>
    </w:p>
    <w:p w14:paraId="1CDFF73B" w14:textId="09B3EAE1" w:rsidR="00775D8D" w:rsidRDefault="00775D8D" w:rsidP="00775D8D">
      <w:pPr>
        <w:pStyle w:val="Normalnumber"/>
        <w:numPr>
          <w:ilvl w:val="0"/>
          <w:numId w:val="0"/>
        </w:numPr>
        <w:spacing w:after="0"/>
        <w:ind w:left="1247"/>
        <w:jc w:val="right"/>
      </w:pPr>
      <w:r w:rsidRPr="00F5014A">
        <w:t>Chair</w:t>
      </w:r>
      <w:r>
        <w:t xml:space="preserve"> of the </w:t>
      </w:r>
      <w:r w:rsidR="00C87AAA">
        <w:t>i</w:t>
      </w:r>
      <w:r>
        <w:t xml:space="preserve">ntergovernmental </w:t>
      </w:r>
      <w:r w:rsidR="00C87AAA">
        <w:t>n</w:t>
      </w:r>
      <w:r>
        <w:t xml:space="preserve">egotiating </w:t>
      </w:r>
      <w:r w:rsidR="00C87AAA">
        <w:t>c</w:t>
      </w:r>
      <w:r>
        <w:t>ommittee</w:t>
      </w:r>
    </w:p>
    <w:p w14:paraId="571C52F2" w14:textId="77777777" w:rsidR="00483E03" w:rsidRPr="00775D8D" w:rsidRDefault="00483E03" w:rsidP="00775D8D">
      <w:pPr>
        <w:pStyle w:val="Normal-pool"/>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42"/>
        <w:gridCol w:w="1942"/>
        <w:gridCol w:w="1942"/>
        <w:gridCol w:w="1943"/>
        <w:gridCol w:w="1943"/>
      </w:tblGrid>
      <w:tr w:rsidR="000832C7" w:rsidRPr="00C6062B" w14:paraId="4FD71714" w14:textId="77777777" w:rsidTr="000832C7">
        <w:tc>
          <w:tcPr>
            <w:tcW w:w="1942" w:type="dxa"/>
          </w:tcPr>
          <w:p w14:paraId="74A6F6D0" w14:textId="77777777" w:rsidR="000832C7" w:rsidRPr="00C6062B" w:rsidRDefault="000832C7" w:rsidP="000832C7">
            <w:pPr>
              <w:pStyle w:val="Normal-pool"/>
              <w:spacing w:before="520"/>
            </w:pPr>
          </w:p>
        </w:tc>
        <w:tc>
          <w:tcPr>
            <w:tcW w:w="1942" w:type="dxa"/>
          </w:tcPr>
          <w:p w14:paraId="44576ECA" w14:textId="77777777" w:rsidR="000832C7" w:rsidRPr="00C6062B" w:rsidRDefault="000832C7" w:rsidP="000832C7">
            <w:pPr>
              <w:pStyle w:val="Normal-pool"/>
              <w:spacing w:before="520"/>
            </w:pPr>
          </w:p>
        </w:tc>
        <w:tc>
          <w:tcPr>
            <w:tcW w:w="1942" w:type="dxa"/>
            <w:tcBorders>
              <w:bottom w:val="single" w:sz="4" w:space="0" w:color="auto"/>
            </w:tcBorders>
          </w:tcPr>
          <w:p w14:paraId="69422481" w14:textId="77777777" w:rsidR="000832C7" w:rsidRPr="00C6062B" w:rsidRDefault="000832C7" w:rsidP="000832C7">
            <w:pPr>
              <w:pStyle w:val="Normal-pool"/>
              <w:spacing w:before="520"/>
            </w:pPr>
          </w:p>
        </w:tc>
        <w:tc>
          <w:tcPr>
            <w:tcW w:w="1943" w:type="dxa"/>
          </w:tcPr>
          <w:p w14:paraId="297F6300" w14:textId="77777777" w:rsidR="000832C7" w:rsidRPr="00C6062B" w:rsidRDefault="000832C7" w:rsidP="000832C7">
            <w:pPr>
              <w:pStyle w:val="Normal-pool"/>
              <w:spacing w:before="520"/>
            </w:pPr>
          </w:p>
        </w:tc>
        <w:tc>
          <w:tcPr>
            <w:tcW w:w="1943" w:type="dxa"/>
          </w:tcPr>
          <w:p w14:paraId="1705AD53" w14:textId="77777777" w:rsidR="000832C7" w:rsidRPr="00C6062B" w:rsidRDefault="000832C7" w:rsidP="000832C7">
            <w:pPr>
              <w:pStyle w:val="Normal-pool"/>
              <w:spacing w:before="520"/>
            </w:pPr>
          </w:p>
        </w:tc>
      </w:tr>
    </w:tbl>
    <w:p w14:paraId="099D3083" w14:textId="77777777" w:rsidR="00F83855" w:rsidRPr="00C6062B" w:rsidRDefault="00F83855" w:rsidP="000832C7">
      <w:pPr>
        <w:pStyle w:val="Normal-pool"/>
      </w:pPr>
    </w:p>
    <w:sectPr w:rsidR="00F83855" w:rsidRPr="00C6062B" w:rsidSect="00C6062B">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907" w:right="992" w:bottom="1418" w:left="1418" w:header="539" w:footer="975" w:gutter="0"/>
      <w:cols w:space="539"/>
      <w:titlePg/>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02C12AD" w15:done="0"/>
  <w15:commentEx w15:paraId="37228E53" w15:done="0"/>
  <w15:commentEx w15:paraId="39809848" w15:done="0"/>
  <w15:commentEx w15:paraId="791E2084" w15:done="0"/>
  <w15:commentEx w15:paraId="2BB64BB6" w15:done="0"/>
  <w15:commentEx w15:paraId="1F852539"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E97F404" w14:textId="77777777" w:rsidR="004C20FD" w:rsidRDefault="004C20FD">
      <w:r>
        <w:separator/>
      </w:r>
    </w:p>
  </w:endnote>
  <w:endnote w:type="continuationSeparator" w:id="0">
    <w:p w14:paraId="01314AF5" w14:textId="77777777" w:rsidR="004C20FD" w:rsidRDefault="004C20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69DB75" w14:textId="77777777" w:rsidR="004C20FD" w:rsidRDefault="004C20FD">
    <w:pPr>
      <w:pStyle w:val="Footer"/>
    </w:pPr>
    <w:r>
      <w:rPr>
        <w:rStyle w:val="PageNumber"/>
      </w:rPr>
      <w:fldChar w:fldCharType="begin"/>
    </w:r>
    <w:r>
      <w:rPr>
        <w:rStyle w:val="PageNumber"/>
      </w:rPr>
      <w:instrText xml:space="preserve"> PAGE </w:instrText>
    </w:r>
    <w:r>
      <w:rPr>
        <w:rStyle w:val="PageNumber"/>
      </w:rPr>
      <w:fldChar w:fldCharType="separate"/>
    </w:r>
    <w:r w:rsidR="008D2BA7">
      <w:rPr>
        <w:rStyle w:val="PageNumber"/>
        <w:noProof/>
      </w:rPr>
      <w:t>2</w:t>
    </w:r>
    <w:r>
      <w:rPr>
        <w:rStyle w:val="PageNumber"/>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03D921" w14:textId="77777777" w:rsidR="004C20FD" w:rsidRDefault="004C20FD" w:rsidP="00035EDE">
    <w:pPr>
      <w:pStyle w:val="Footer"/>
      <w:jc w:val="right"/>
    </w:pPr>
    <w:r>
      <w:rPr>
        <w:rStyle w:val="PageNumber"/>
      </w:rPr>
      <w:fldChar w:fldCharType="begin"/>
    </w:r>
    <w:r>
      <w:rPr>
        <w:rStyle w:val="PageNumber"/>
      </w:rPr>
      <w:instrText xml:space="preserve"> PAGE </w:instrText>
    </w:r>
    <w:r>
      <w:rPr>
        <w:rStyle w:val="PageNumber"/>
      </w:rPr>
      <w:fldChar w:fldCharType="separate"/>
    </w:r>
    <w:r w:rsidR="008D2BA7">
      <w:rPr>
        <w:rStyle w:val="PageNumber"/>
        <w:noProof/>
      </w:rPr>
      <w:t>3</w:t>
    </w:r>
    <w:r>
      <w:rPr>
        <w:rStyle w:val="PageNumber"/>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FBE341" w14:textId="733FA934" w:rsidR="004C20FD" w:rsidRDefault="004C20FD">
    <w:pPr>
      <w:pStyle w:val="Footer"/>
    </w:pPr>
    <w:r>
      <w:t>K1702577</w:t>
    </w:r>
    <w:r>
      <w:tab/>
    </w:r>
    <w:r w:rsidR="008D2BA7">
      <w:t>08</w:t>
    </w:r>
    <w:r w:rsidR="00B83BFF">
      <w:t>06</w:t>
    </w:r>
    <w:r>
      <w:t>17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80B04BD" w14:textId="77777777" w:rsidR="004C20FD" w:rsidRDefault="004C20FD" w:rsidP="00851756">
      <w:pPr>
        <w:spacing w:before="60"/>
        <w:ind w:left="624"/>
      </w:pPr>
      <w:r>
        <w:separator/>
      </w:r>
    </w:p>
  </w:footnote>
  <w:footnote w:type="continuationSeparator" w:id="0">
    <w:p w14:paraId="5650A7FD" w14:textId="77777777" w:rsidR="004C20FD" w:rsidRDefault="004C20FD">
      <w:r>
        <w:continuationSeparator/>
      </w:r>
    </w:p>
  </w:footnote>
  <w:footnote w:id="1">
    <w:p w14:paraId="5AD20420" w14:textId="77777777" w:rsidR="004C20FD" w:rsidRPr="001176CB" w:rsidRDefault="004C20FD" w:rsidP="00775D8D">
      <w:pPr>
        <w:tabs>
          <w:tab w:val="left" w:pos="624"/>
        </w:tabs>
        <w:spacing w:before="20" w:after="40"/>
        <w:ind w:left="1247"/>
        <w:rPr>
          <w:sz w:val="18"/>
          <w:szCs w:val="18"/>
        </w:rPr>
      </w:pPr>
      <w:proofErr w:type="gramStart"/>
      <w:r w:rsidRPr="001176CB">
        <w:rPr>
          <w:sz w:val="18"/>
          <w:szCs w:val="18"/>
        </w:rPr>
        <w:t>* UNEP/MC/COP.1/1.</w:t>
      </w:r>
      <w:proofErr w:type="gramEnd"/>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E12C64" w14:textId="73814861" w:rsidR="004C20FD" w:rsidRPr="00CA5CA9" w:rsidRDefault="004C20FD" w:rsidP="001A04AA">
    <w:pPr>
      <w:pStyle w:val="Header"/>
      <w:rPr>
        <w:szCs w:val="18"/>
      </w:rPr>
    </w:pPr>
    <w:r w:rsidRPr="00CA5CA9">
      <w:rPr>
        <w:bCs/>
        <w:szCs w:val="18"/>
      </w:rPr>
      <w:t>UNEP</w:t>
    </w:r>
    <w:r w:rsidRPr="00CA5CA9">
      <w:rPr>
        <w:szCs w:val="18"/>
      </w:rPr>
      <w:t>/</w:t>
    </w:r>
    <w:r>
      <w:rPr>
        <w:szCs w:val="18"/>
      </w:rPr>
      <w:t>MC</w:t>
    </w:r>
    <w:r w:rsidRPr="00CA5CA9">
      <w:rPr>
        <w:szCs w:val="18"/>
      </w:rPr>
      <w:t>/</w:t>
    </w:r>
    <w:r>
      <w:rPr>
        <w:szCs w:val="18"/>
      </w:rPr>
      <w:t>COP.1</w:t>
    </w:r>
    <w:r w:rsidRPr="00CA5CA9">
      <w:rPr>
        <w:szCs w:val="18"/>
      </w:rPr>
      <w:t>/</w:t>
    </w:r>
    <w:r>
      <w:rPr>
        <w:szCs w:val="18"/>
      </w:rPr>
      <w:t>2</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A6C210" w14:textId="41C2B723" w:rsidR="004C20FD" w:rsidRPr="00CA5CA9" w:rsidRDefault="004C20FD" w:rsidP="001A04AA">
    <w:pPr>
      <w:pStyle w:val="Header"/>
      <w:jc w:val="right"/>
      <w:rPr>
        <w:szCs w:val="18"/>
      </w:rPr>
    </w:pPr>
    <w:r w:rsidRPr="00312543">
      <w:rPr>
        <w:bCs/>
        <w:szCs w:val="18"/>
      </w:rPr>
      <w:t>UNEP/MC/COP.1/</w:t>
    </w:r>
    <w:r>
      <w:rPr>
        <w:bCs/>
        <w:szCs w:val="18"/>
      </w:rPr>
      <w:t>2</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F63D9A" w14:textId="4D55E6BA" w:rsidR="004C20FD" w:rsidRDefault="004C20FD" w:rsidP="00032E4E">
    <w:pPr>
      <w:pStyle w:val="Header"/>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1113A7"/>
    <w:multiLevelType w:val="multilevel"/>
    <w:tmpl w:val="48241D10"/>
    <w:lvl w:ilvl="0">
      <w:start w:val="1"/>
      <w:numFmt w:val="decimal"/>
      <w:lvlText w:val="%1."/>
      <w:lvlJc w:val="left"/>
      <w:pPr>
        <w:tabs>
          <w:tab w:val="num" w:pos="567"/>
        </w:tabs>
        <w:ind w:left="1247" w:firstLine="0"/>
      </w:pPr>
      <w:rPr>
        <w:rFonts w:hint="default"/>
      </w:r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Letter"/>
      <w:lvlText w:val="%5."/>
      <w:lvlJc w:val="left"/>
      <w:pPr>
        <w:tabs>
          <w:tab w:val="num" w:pos="6548"/>
        </w:tabs>
        <w:ind w:left="6548" w:hanging="360"/>
      </w:pPr>
      <w:rPr>
        <w:rFonts w:hint="default"/>
      </w:rPr>
    </w:lvl>
    <w:lvl w:ilvl="5">
      <w:start w:val="1"/>
      <w:numFmt w:val="lowerRoman"/>
      <w:lvlText w:val="%6."/>
      <w:lvlJc w:val="right"/>
      <w:pPr>
        <w:tabs>
          <w:tab w:val="num" w:pos="7268"/>
        </w:tabs>
        <w:ind w:left="7268" w:hanging="180"/>
      </w:pPr>
      <w:rPr>
        <w:rFonts w:hint="default"/>
      </w:rPr>
    </w:lvl>
    <w:lvl w:ilvl="6">
      <w:start w:val="1"/>
      <w:numFmt w:val="decimal"/>
      <w:lvlText w:val="%7."/>
      <w:lvlJc w:val="left"/>
      <w:pPr>
        <w:tabs>
          <w:tab w:val="num" w:pos="7988"/>
        </w:tabs>
        <w:ind w:left="7988" w:hanging="360"/>
      </w:pPr>
      <w:rPr>
        <w:rFonts w:hint="default"/>
      </w:rPr>
    </w:lvl>
    <w:lvl w:ilvl="7">
      <w:start w:val="1"/>
      <w:numFmt w:val="lowerLetter"/>
      <w:lvlText w:val="%8."/>
      <w:lvlJc w:val="left"/>
      <w:pPr>
        <w:tabs>
          <w:tab w:val="num" w:pos="8708"/>
        </w:tabs>
        <w:ind w:left="8708" w:hanging="360"/>
      </w:pPr>
      <w:rPr>
        <w:rFonts w:hint="default"/>
      </w:rPr>
    </w:lvl>
    <w:lvl w:ilvl="8">
      <w:start w:val="1"/>
      <w:numFmt w:val="lowerRoman"/>
      <w:lvlText w:val="%9."/>
      <w:lvlJc w:val="right"/>
      <w:pPr>
        <w:tabs>
          <w:tab w:val="num" w:pos="9428"/>
        </w:tabs>
        <w:ind w:left="9428" w:hanging="180"/>
      </w:pPr>
      <w:rPr>
        <w:rFonts w:hint="default"/>
      </w:rPr>
    </w:lvl>
  </w:abstractNum>
  <w:abstractNum w:abstractNumId="1">
    <w:nsid w:val="1B571867"/>
    <w:multiLevelType w:val="singleLevel"/>
    <w:tmpl w:val="A2E252AA"/>
    <w:lvl w:ilvl="0">
      <w:start w:val="1"/>
      <w:numFmt w:val="upperRoman"/>
      <w:pStyle w:val="Heading8"/>
      <w:lvlText w:val="%1."/>
      <w:lvlJc w:val="left"/>
      <w:pPr>
        <w:tabs>
          <w:tab w:val="num" w:pos="720"/>
        </w:tabs>
        <w:ind w:left="720" w:hanging="720"/>
      </w:pPr>
      <w:rPr>
        <w:rFonts w:hint="default"/>
      </w:rPr>
    </w:lvl>
  </w:abstractNum>
  <w:abstractNum w:abstractNumId="2">
    <w:nsid w:val="28C127C6"/>
    <w:multiLevelType w:val="multilevel"/>
    <w:tmpl w:val="4D36A532"/>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854"/>
        </w:tabs>
        <w:ind w:left="1494" w:hanging="360"/>
      </w:pPr>
      <w:rPr>
        <w:rFonts w:ascii="Times New Roman" w:hAnsi="Times New Roman" w:hint="default"/>
        <w:b w:val="0"/>
        <w:i w:val="0"/>
        <w:sz w:val="20"/>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nsid w:val="35571603"/>
    <w:multiLevelType w:val="singleLevel"/>
    <w:tmpl w:val="2868AC2A"/>
    <w:lvl w:ilvl="0">
      <w:start w:val="6"/>
      <w:numFmt w:val="upperLetter"/>
      <w:pStyle w:val="Heading9"/>
      <w:lvlText w:val="%1."/>
      <w:lvlJc w:val="left"/>
      <w:pPr>
        <w:tabs>
          <w:tab w:val="num" w:pos="360"/>
        </w:tabs>
        <w:ind w:left="360" w:hanging="360"/>
      </w:pPr>
      <w:rPr>
        <w:rFonts w:hint="default"/>
      </w:rPr>
    </w:lvl>
  </w:abstractNum>
  <w:abstractNum w:abstractNumId="4">
    <w:nsid w:val="4FF53DE2"/>
    <w:multiLevelType w:val="hybridMultilevel"/>
    <w:tmpl w:val="86DAFF5E"/>
    <w:lvl w:ilvl="0" w:tplc="0809000F">
      <w:start w:val="1"/>
      <w:numFmt w:val="decimal"/>
      <w:lvlText w:val="%1."/>
      <w:lvlJc w:val="left"/>
      <w:pPr>
        <w:ind w:left="2591" w:hanging="360"/>
      </w:pPr>
    </w:lvl>
    <w:lvl w:ilvl="1" w:tplc="08090019" w:tentative="1">
      <w:start w:val="1"/>
      <w:numFmt w:val="lowerLetter"/>
      <w:lvlText w:val="%2."/>
      <w:lvlJc w:val="left"/>
      <w:pPr>
        <w:ind w:left="3311" w:hanging="360"/>
      </w:pPr>
    </w:lvl>
    <w:lvl w:ilvl="2" w:tplc="0809001B" w:tentative="1">
      <w:start w:val="1"/>
      <w:numFmt w:val="lowerRoman"/>
      <w:lvlText w:val="%3."/>
      <w:lvlJc w:val="right"/>
      <w:pPr>
        <w:ind w:left="4031" w:hanging="180"/>
      </w:pPr>
    </w:lvl>
    <w:lvl w:ilvl="3" w:tplc="0809000F" w:tentative="1">
      <w:start w:val="1"/>
      <w:numFmt w:val="decimal"/>
      <w:lvlText w:val="%4."/>
      <w:lvlJc w:val="left"/>
      <w:pPr>
        <w:ind w:left="4751" w:hanging="360"/>
      </w:pPr>
    </w:lvl>
    <w:lvl w:ilvl="4" w:tplc="08090019" w:tentative="1">
      <w:start w:val="1"/>
      <w:numFmt w:val="lowerLetter"/>
      <w:lvlText w:val="%5."/>
      <w:lvlJc w:val="left"/>
      <w:pPr>
        <w:ind w:left="5471" w:hanging="360"/>
      </w:pPr>
    </w:lvl>
    <w:lvl w:ilvl="5" w:tplc="0809001B" w:tentative="1">
      <w:start w:val="1"/>
      <w:numFmt w:val="lowerRoman"/>
      <w:lvlText w:val="%6."/>
      <w:lvlJc w:val="right"/>
      <w:pPr>
        <w:ind w:left="6191" w:hanging="180"/>
      </w:pPr>
    </w:lvl>
    <w:lvl w:ilvl="6" w:tplc="0809000F" w:tentative="1">
      <w:start w:val="1"/>
      <w:numFmt w:val="decimal"/>
      <w:lvlText w:val="%7."/>
      <w:lvlJc w:val="left"/>
      <w:pPr>
        <w:ind w:left="6911" w:hanging="360"/>
      </w:pPr>
    </w:lvl>
    <w:lvl w:ilvl="7" w:tplc="08090019" w:tentative="1">
      <w:start w:val="1"/>
      <w:numFmt w:val="lowerLetter"/>
      <w:lvlText w:val="%8."/>
      <w:lvlJc w:val="left"/>
      <w:pPr>
        <w:ind w:left="7631" w:hanging="360"/>
      </w:pPr>
    </w:lvl>
    <w:lvl w:ilvl="8" w:tplc="0809001B" w:tentative="1">
      <w:start w:val="1"/>
      <w:numFmt w:val="lowerRoman"/>
      <w:lvlText w:val="%9."/>
      <w:lvlJc w:val="right"/>
      <w:pPr>
        <w:ind w:left="8351" w:hanging="180"/>
      </w:pPr>
    </w:lvl>
  </w:abstractNum>
  <w:abstractNum w:abstractNumId="5">
    <w:nsid w:val="52A66A9D"/>
    <w:multiLevelType w:val="multilevel"/>
    <w:tmpl w:val="BBB80F2E"/>
    <w:styleLink w:val="Normallist"/>
    <w:lvl w:ilvl="0">
      <w:start w:val="1"/>
      <w:numFmt w:val="decimal"/>
      <w:pStyle w:val="Normalnumber"/>
      <w:lvlText w:val="%1."/>
      <w:lvlJc w:val="left"/>
      <w:pPr>
        <w:ind w:left="1607" w:hanging="36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righ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6">
    <w:nsid w:val="62291BF8"/>
    <w:multiLevelType w:val="multilevel"/>
    <w:tmpl w:val="F4ACF36E"/>
    <w:lvl w:ilvl="0">
      <w:start w:val="1"/>
      <w:numFmt w:val="decimal"/>
      <w:pStyle w:val="Articleheading"/>
      <w:lvlText w:val="%1."/>
      <w:lvlJc w:val="left"/>
      <w:pPr>
        <w:tabs>
          <w:tab w:val="num" w:pos="567"/>
        </w:tabs>
        <w:ind w:left="1247" w:firstLine="0"/>
      </w:pPr>
      <w:rPr>
        <w:rFonts w:hint="default"/>
      </w:r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Roman"/>
      <w:lvlText w:val="%5."/>
      <w:lvlJc w:val="left"/>
      <w:pPr>
        <w:tabs>
          <w:tab w:val="num" w:pos="567"/>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7">
    <w:nsid w:val="68C652F8"/>
    <w:multiLevelType w:val="hybridMultilevel"/>
    <w:tmpl w:val="59AA36CC"/>
    <w:lvl w:ilvl="0" w:tplc="0409001B">
      <w:start w:val="1"/>
      <w:numFmt w:val="lowerRoman"/>
      <w:lvlText w:val="%1."/>
      <w:lvlJc w:val="righ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8">
    <w:nsid w:val="7D2E1FDA"/>
    <w:multiLevelType w:val="hybridMultilevel"/>
    <w:tmpl w:val="D8EC986A"/>
    <w:lvl w:ilvl="0" w:tplc="3CA059FE">
      <w:start w:val="1"/>
      <w:numFmt w:val="lowerRoman"/>
      <w:lvlText w:val="(%1)"/>
      <w:lvlJc w:val="left"/>
      <w:pPr>
        <w:ind w:left="1980" w:hanging="72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num w:numId="1">
    <w:abstractNumId w:val="5"/>
  </w:num>
  <w:num w:numId="2">
    <w:abstractNumId w:val="1"/>
  </w:num>
  <w:num w:numId="3">
    <w:abstractNumId w:val="3"/>
  </w:num>
  <w:num w:numId="4">
    <w:abstractNumId w:val="5"/>
  </w:num>
  <w:num w:numId="5">
    <w:abstractNumId w:val="5"/>
    <w:lvlOverride w:ilvl="0">
      <w:lvl w:ilvl="0">
        <w:start w:val="1"/>
        <w:numFmt w:val="decimal"/>
        <w:pStyle w:val="Normalnumber"/>
        <w:lvlText w:val="%1."/>
        <w:lvlJc w:val="left"/>
        <w:pPr>
          <w:ind w:left="1607" w:hanging="36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righ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6">
    <w:abstractNumId w:val="2"/>
  </w:num>
  <w:num w:numId="7">
    <w:abstractNumId w:val="0"/>
  </w:num>
  <w:num w:numId="8">
    <w:abstractNumId w:val="6"/>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7"/>
  </w:num>
  <w:num w:numId="12">
    <w:abstractNumId w:val="8"/>
  </w:num>
  <w:num w:numId="13">
    <w:abstractNumId w:val="5"/>
  </w:num>
  <w:num w:numId="14">
    <w:abstractNumId w:val="5"/>
  </w:num>
  <w:num w:numId="15">
    <w:abstractNumId w:val="5"/>
  </w:num>
  <w:num w:numId="1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lvlOverride w:ilvl="0">
      <w:startOverride w:val="1"/>
      <w:lvl w:ilvl="0">
        <w:start w:val="1"/>
        <w:numFmt w:val="decimal"/>
        <w:pStyle w:val="Normalnumber"/>
        <w:lvlText w:val="%1."/>
        <w:lvlJc w:val="left"/>
        <w:pPr>
          <w:ind w:left="1607" w:hanging="360"/>
        </w:pPr>
        <w:rPr>
          <w:rFonts w:hint="default"/>
        </w:rPr>
      </w:lvl>
    </w:lvlOverride>
    <w:lvlOverride w:ilvl="1">
      <w:startOverride w:val="1"/>
      <w:lvl w:ilvl="1">
        <w:start w:val="1"/>
        <w:numFmt w:val="lowerLetter"/>
        <w:lvlText w:val="(%2)"/>
        <w:lvlJc w:val="left"/>
        <w:pPr>
          <w:tabs>
            <w:tab w:val="num" w:pos="1134"/>
          </w:tabs>
          <w:ind w:left="1247" w:firstLine="567"/>
        </w:pPr>
        <w:rPr>
          <w:rFonts w:hint="default"/>
        </w:rPr>
      </w:lvl>
    </w:lvlOverride>
    <w:lvlOverride w:ilvl="2">
      <w:startOverride w:val="1"/>
      <w:lvl w:ilvl="2">
        <w:start w:val="1"/>
        <w:numFmt w:val="lowerRoman"/>
        <w:lvlText w:val="%3."/>
        <w:lvlJc w:val="right"/>
        <w:pPr>
          <w:tabs>
            <w:tab w:val="num" w:pos="1134"/>
          </w:tabs>
          <w:ind w:left="2948" w:hanging="567"/>
        </w:pPr>
        <w:rPr>
          <w:rFonts w:hint="default"/>
        </w:rPr>
      </w:lvl>
    </w:lvlOverride>
    <w:lvlOverride w:ilvl="3">
      <w:startOverride w:val="1"/>
      <w:lvl w:ilvl="3">
        <w:start w:val="1"/>
        <w:numFmt w:val="lowerLetter"/>
        <w:lvlText w:val="%4."/>
        <w:lvlJc w:val="left"/>
        <w:pPr>
          <w:tabs>
            <w:tab w:val="num" w:pos="1134"/>
          </w:tabs>
          <w:ind w:left="3515" w:hanging="567"/>
        </w:pPr>
        <w:rPr>
          <w:rFonts w:hint="default"/>
        </w:rPr>
      </w:lvl>
    </w:lvlOverride>
    <w:lvlOverride w:ilvl="4">
      <w:startOverride w:val="1"/>
      <w:lvl w:ilvl="4">
        <w:start w:val="1"/>
        <w:numFmt w:val="lowerRoman"/>
        <w:lvlText w:val="%5."/>
        <w:lvlJc w:val="left"/>
        <w:pPr>
          <w:tabs>
            <w:tab w:val="num" w:pos="1134"/>
          </w:tabs>
          <w:ind w:left="4082" w:hanging="567"/>
        </w:pPr>
        <w:rPr>
          <w:rFonts w:hint="default"/>
        </w:rPr>
      </w:lvl>
    </w:lvlOverride>
    <w:lvlOverride w:ilvl="5">
      <w:startOverride w:val="1"/>
      <w:lvl w:ilvl="5">
        <w:start w:val="1"/>
        <w:numFmt w:val="lowerRoman"/>
        <w:lvlText w:val="%6."/>
        <w:lvlJc w:val="right"/>
        <w:pPr>
          <w:tabs>
            <w:tab w:val="num" w:pos="7835"/>
          </w:tabs>
          <w:ind w:left="7835" w:hanging="180"/>
        </w:pPr>
        <w:rPr>
          <w:rFonts w:hint="default"/>
        </w:rPr>
      </w:lvl>
    </w:lvlOverride>
    <w:lvlOverride w:ilvl="6">
      <w:startOverride w:val="1"/>
      <w:lvl w:ilvl="6">
        <w:start w:val="1"/>
        <w:numFmt w:val="decimal"/>
        <w:lvlText w:val="%7."/>
        <w:lvlJc w:val="left"/>
        <w:pPr>
          <w:tabs>
            <w:tab w:val="num" w:pos="8555"/>
          </w:tabs>
          <w:ind w:left="8555" w:hanging="360"/>
        </w:pPr>
        <w:rPr>
          <w:rFonts w:hint="default"/>
        </w:rPr>
      </w:lvl>
    </w:lvlOverride>
    <w:lvlOverride w:ilvl="7">
      <w:startOverride w:val="1"/>
      <w:lvl w:ilvl="7">
        <w:start w:val="1"/>
        <w:numFmt w:val="lowerLetter"/>
        <w:lvlText w:val="%8."/>
        <w:lvlJc w:val="left"/>
        <w:pPr>
          <w:tabs>
            <w:tab w:val="num" w:pos="9275"/>
          </w:tabs>
          <w:ind w:left="9275" w:hanging="360"/>
        </w:pPr>
        <w:rPr>
          <w:rFonts w:hint="default"/>
        </w:rPr>
      </w:lvl>
    </w:lvlOverride>
    <w:lvlOverride w:ilvl="8">
      <w:startOverride w:val="1"/>
      <w:lvl w:ilvl="8">
        <w:start w:val="1"/>
        <w:numFmt w:val="lowerRoman"/>
        <w:lvlText w:val="%9."/>
        <w:lvlJc w:val="right"/>
        <w:pPr>
          <w:tabs>
            <w:tab w:val="num" w:pos="9995"/>
          </w:tabs>
          <w:ind w:left="9995" w:hanging="180"/>
        </w:pPr>
        <w:rPr>
          <w:rFonts w:hint="default"/>
        </w:rPr>
      </w:lvl>
    </w:lvlOverride>
  </w:num>
  <w:num w:numId="18">
    <w:abstractNumId w:val="4"/>
  </w:num>
  <w:num w:numId="19">
    <w:abstractNumId w:val="5"/>
    <w:lvlOverride w:ilvl="1">
      <w:lvl w:ilvl="1">
        <w:start w:val="1"/>
        <w:numFmt w:val="lowerLetter"/>
        <w:lvlText w:val="(%2)"/>
        <w:lvlJc w:val="left"/>
        <w:pPr>
          <w:tabs>
            <w:tab w:val="num" w:pos="1134"/>
          </w:tabs>
          <w:ind w:left="1247" w:firstLine="567"/>
        </w:pPr>
        <w:rPr>
          <w:rFonts w:hint="default"/>
        </w:rPr>
      </w:lvl>
    </w:lvlOverride>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activeWritingStyle w:appName="MSWord" w:lang="fr-FR" w:vendorID="64" w:dllVersion="131078" w:nlCheck="1" w:checkStyle="1"/>
  <w:activeWritingStyle w:appName="MSWord" w:lang="en-US" w:vendorID="64" w:dllVersion="131078" w:nlCheck="1" w:checkStyle="1"/>
  <w:activeWritingStyle w:appName="MSWord" w:lang="en-GB" w:vendorID="64" w:dllVersion="131078" w:nlCheck="1" w:checkStyle="1"/>
  <w:activeWritingStyle w:appName="MSWord" w:lang="es-ES" w:vendorID="64" w:dllVersion="131078" w:nlCheck="1" w:checkStyle="1"/>
  <w:proofState w:spelling="clean" w:grammar="clean"/>
  <w:stylePaneFormatFilter w:val="0002" w:allStyles="0" w:customStyles="1"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624"/>
  <w:hyphenationZone w:val="425"/>
  <w:evenAndOddHeaders/>
  <w:noPunctuationKerning/>
  <w:characterSpacingControl w:val="doNotCompress"/>
  <w:hdrShapeDefaults>
    <o:shapedefaults v:ext="edit" spidmax="10244"/>
  </w:hdrShapeDefaults>
  <w:footnotePr>
    <w:footnote w:id="-1"/>
    <w:footnote w:id="0"/>
  </w:footnotePr>
  <w:endnotePr>
    <w:endnote w:id="-1"/>
    <w:endnote w:id="0"/>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7D7F"/>
    <w:rsid w:val="00000E4A"/>
    <w:rsid w:val="000016E8"/>
    <w:rsid w:val="000024A3"/>
    <w:rsid w:val="000149E6"/>
    <w:rsid w:val="00023DA9"/>
    <w:rsid w:val="000247B0"/>
    <w:rsid w:val="0002502C"/>
    <w:rsid w:val="00026997"/>
    <w:rsid w:val="00026A08"/>
    <w:rsid w:val="00032E4E"/>
    <w:rsid w:val="00033E0B"/>
    <w:rsid w:val="00035EDE"/>
    <w:rsid w:val="000509B4"/>
    <w:rsid w:val="000553F1"/>
    <w:rsid w:val="0006035B"/>
    <w:rsid w:val="0006096F"/>
    <w:rsid w:val="000649C5"/>
    <w:rsid w:val="00071886"/>
    <w:rsid w:val="000742BC"/>
    <w:rsid w:val="00075D5E"/>
    <w:rsid w:val="00076CC6"/>
    <w:rsid w:val="00082A0C"/>
    <w:rsid w:val="00082BFB"/>
    <w:rsid w:val="000832C7"/>
    <w:rsid w:val="00083504"/>
    <w:rsid w:val="000849CA"/>
    <w:rsid w:val="0009640C"/>
    <w:rsid w:val="000A035D"/>
    <w:rsid w:val="000A0AFA"/>
    <w:rsid w:val="000A33DF"/>
    <w:rsid w:val="000A5627"/>
    <w:rsid w:val="000B22A2"/>
    <w:rsid w:val="000B5621"/>
    <w:rsid w:val="000B6C42"/>
    <w:rsid w:val="000B73F9"/>
    <w:rsid w:val="000C2A52"/>
    <w:rsid w:val="000D24D3"/>
    <w:rsid w:val="000D33C0"/>
    <w:rsid w:val="000D4CF6"/>
    <w:rsid w:val="000D6941"/>
    <w:rsid w:val="000E04CD"/>
    <w:rsid w:val="000F1B80"/>
    <w:rsid w:val="000F4829"/>
    <w:rsid w:val="000F6535"/>
    <w:rsid w:val="001143B8"/>
    <w:rsid w:val="001202E3"/>
    <w:rsid w:val="00122F12"/>
    <w:rsid w:val="00123699"/>
    <w:rsid w:val="001241FB"/>
    <w:rsid w:val="00126CBE"/>
    <w:rsid w:val="0013059D"/>
    <w:rsid w:val="00136187"/>
    <w:rsid w:val="00141A55"/>
    <w:rsid w:val="0014293F"/>
    <w:rsid w:val="0014397D"/>
    <w:rsid w:val="001446A3"/>
    <w:rsid w:val="00152B6B"/>
    <w:rsid w:val="00155395"/>
    <w:rsid w:val="00156B6B"/>
    <w:rsid w:val="00160D74"/>
    <w:rsid w:val="0016251F"/>
    <w:rsid w:val="001646EA"/>
    <w:rsid w:val="00167D02"/>
    <w:rsid w:val="001759D8"/>
    <w:rsid w:val="00177D7F"/>
    <w:rsid w:val="00180C3F"/>
    <w:rsid w:val="00181EC8"/>
    <w:rsid w:val="00184349"/>
    <w:rsid w:val="00195F33"/>
    <w:rsid w:val="001A04AA"/>
    <w:rsid w:val="001B1617"/>
    <w:rsid w:val="001B504B"/>
    <w:rsid w:val="001B6F89"/>
    <w:rsid w:val="001B6F98"/>
    <w:rsid w:val="001C191A"/>
    <w:rsid w:val="001D3874"/>
    <w:rsid w:val="001D7E75"/>
    <w:rsid w:val="001E0D73"/>
    <w:rsid w:val="001E4028"/>
    <w:rsid w:val="001E45BD"/>
    <w:rsid w:val="001E56D2"/>
    <w:rsid w:val="001E7D56"/>
    <w:rsid w:val="001F0FBB"/>
    <w:rsid w:val="001F4EF3"/>
    <w:rsid w:val="001F75DE"/>
    <w:rsid w:val="00200D58"/>
    <w:rsid w:val="002011C1"/>
    <w:rsid w:val="002013BE"/>
    <w:rsid w:val="00201EDC"/>
    <w:rsid w:val="002063A4"/>
    <w:rsid w:val="0021145B"/>
    <w:rsid w:val="00220C23"/>
    <w:rsid w:val="002247F6"/>
    <w:rsid w:val="00225E21"/>
    <w:rsid w:val="002274D8"/>
    <w:rsid w:val="00234E78"/>
    <w:rsid w:val="00243D36"/>
    <w:rsid w:val="00246151"/>
    <w:rsid w:val="0024616E"/>
    <w:rsid w:val="00247707"/>
    <w:rsid w:val="00255632"/>
    <w:rsid w:val="0026018E"/>
    <w:rsid w:val="002623CD"/>
    <w:rsid w:val="00277CE2"/>
    <w:rsid w:val="0028635C"/>
    <w:rsid w:val="00286740"/>
    <w:rsid w:val="00291EAE"/>
    <w:rsid w:val="002929D8"/>
    <w:rsid w:val="0029570E"/>
    <w:rsid w:val="002A237D"/>
    <w:rsid w:val="002A4C53"/>
    <w:rsid w:val="002B0672"/>
    <w:rsid w:val="002B247F"/>
    <w:rsid w:val="002B50D4"/>
    <w:rsid w:val="002C145D"/>
    <w:rsid w:val="002C2C3E"/>
    <w:rsid w:val="002C533E"/>
    <w:rsid w:val="002D027F"/>
    <w:rsid w:val="002D3E15"/>
    <w:rsid w:val="002D7A85"/>
    <w:rsid w:val="002D7B60"/>
    <w:rsid w:val="002E6C80"/>
    <w:rsid w:val="002F4761"/>
    <w:rsid w:val="002F5C79"/>
    <w:rsid w:val="002F68EE"/>
    <w:rsid w:val="003019E2"/>
    <w:rsid w:val="00304499"/>
    <w:rsid w:val="00310B4B"/>
    <w:rsid w:val="00310BEB"/>
    <w:rsid w:val="00312543"/>
    <w:rsid w:val="0031413F"/>
    <w:rsid w:val="00314854"/>
    <w:rsid w:val="003148BB"/>
    <w:rsid w:val="00317976"/>
    <w:rsid w:val="00320F2F"/>
    <w:rsid w:val="00326E66"/>
    <w:rsid w:val="00332216"/>
    <w:rsid w:val="003338F7"/>
    <w:rsid w:val="00355EA9"/>
    <w:rsid w:val="003578DE"/>
    <w:rsid w:val="00361688"/>
    <w:rsid w:val="003616AB"/>
    <w:rsid w:val="00361855"/>
    <w:rsid w:val="00372443"/>
    <w:rsid w:val="00377FD5"/>
    <w:rsid w:val="003877D5"/>
    <w:rsid w:val="003929B8"/>
    <w:rsid w:val="00396257"/>
    <w:rsid w:val="00397EB8"/>
    <w:rsid w:val="003A4FD0"/>
    <w:rsid w:val="003A69D1"/>
    <w:rsid w:val="003A7705"/>
    <w:rsid w:val="003A77F1"/>
    <w:rsid w:val="003B1545"/>
    <w:rsid w:val="003C2885"/>
    <w:rsid w:val="003C3219"/>
    <w:rsid w:val="003C34B1"/>
    <w:rsid w:val="003C409D"/>
    <w:rsid w:val="003C5583"/>
    <w:rsid w:val="003C5BA6"/>
    <w:rsid w:val="003C74CF"/>
    <w:rsid w:val="003D2FCB"/>
    <w:rsid w:val="003D3752"/>
    <w:rsid w:val="003E35DA"/>
    <w:rsid w:val="003E455D"/>
    <w:rsid w:val="003F0E85"/>
    <w:rsid w:val="003F10BE"/>
    <w:rsid w:val="003F5F95"/>
    <w:rsid w:val="00410C55"/>
    <w:rsid w:val="00415FE6"/>
    <w:rsid w:val="00416854"/>
    <w:rsid w:val="00417725"/>
    <w:rsid w:val="00420709"/>
    <w:rsid w:val="004375DD"/>
    <w:rsid w:val="00437F26"/>
    <w:rsid w:val="00444097"/>
    <w:rsid w:val="00445487"/>
    <w:rsid w:val="0044713F"/>
    <w:rsid w:val="00447E0D"/>
    <w:rsid w:val="00453A68"/>
    <w:rsid w:val="00454769"/>
    <w:rsid w:val="00465D27"/>
    <w:rsid w:val="00466991"/>
    <w:rsid w:val="0047064C"/>
    <w:rsid w:val="004822B7"/>
    <w:rsid w:val="00483E03"/>
    <w:rsid w:val="004844FA"/>
    <w:rsid w:val="0049469E"/>
    <w:rsid w:val="004A2217"/>
    <w:rsid w:val="004A24F9"/>
    <w:rsid w:val="004A42E1"/>
    <w:rsid w:val="004B162C"/>
    <w:rsid w:val="004B2ABE"/>
    <w:rsid w:val="004B60B5"/>
    <w:rsid w:val="004C20FD"/>
    <w:rsid w:val="004C3661"/>
    <w:rsid w:val="004C3DBE"/>
    <w:rsid w:val="004C5C96"/>
    <w:rsid w:val="004D06A4"/>
    <w:rsid w:val="004F1A81"/>
    <w:rsid w:val="004F3976"/>
    <w:rsid w:val="004F5183"/>
    <w:rsid w:val="004F6837"/>
    <w:rsid w:val="005050D2"/>
    <w:rsid w:val="00511D7B"/>
    <w:rsid w:val="0051272E"/>
    <w:rsid w:val="00514C13"/>
    <w:rsid w:val="00516D71"/>
    <w:rsid w:val="005218D9"/>
    <w:rsid w:val="00521EED"/>
    <w:rsid w:val="0052216E"/>
    <w:rsid w:val="0052730A"/>
    <w:rsid w:val="005360CF"/>
    <w:rsid w:val="00536186"/>
    <w:rsid w:val="00544CBB"/>
    <w:rsid w:val="00545499"/>
    <w:rsid w:val="005656D7"/>
    <w:rsid w:val="00567280"/>
    <w:rsid w:val="00571C42"/>
    <w:rsid w:val="0057315F"/>
    <w:rsid w:val="005738A4"/>
    <w:rsid w:val="00576104"/>
    <w:rsid w:val="00580923"/>
    <w:rsid w:val="00584860"/>
    <w:rsid w:val="00592B21"/>
    <w:rsid w:val="005B44BF"/>
    <w:rsid w:val="005B66F5"/>
    <w:rsid w:val="005C4DFD"/>
    <w:rsid w:val="005C67C8"/>
    <w:rsid w:val="005D0249"/>
    <w:rsid w:val="005D18FA"/>
    <w:rsid w:val="005D2120"/>
    <w:rsid w:val="005D25CF"/>
    <w:rsid w:val="005D4FD4"/>
    <w:rsid w:val="005D6E8C"/>
    <w:rsid w:val="005E3004"/>
    <w:rsid w:val="005E3C86"/>
    <w:rsid w:val="005F100C"/>
    <w:rsid w:val="005F68DA"/>
    <w:rsid w:val="00601BC9"/>
    <w:rsid w:val="0060773B"/>
    <w:rsid w:val="00613FD6"/>
    <w:rsid w:val="00614E24"/>
    <w:rsid w:val="006157B5"/>
    <w:rsid w:val="00617224"/>
    <w:rsid w:val="00620222"/>
    <w:rsid w:val="006233C8"/>
    <w:rsid w:val="00624B58"/>
    <w:rsid w:val="00626FC6"/>
    <w:rsid w:val="006303B4"/>
    <w:rsid w:val="00630ADC"/>
    <w:rsid w:val="00633D3D"/>
    <w:rsid w:val="006343C4"/>
    <w:rsid w:val="006368F1"/>
    <w:rsid w:val="00641703"/>
    <w:rsid w:val="006431A6"/>
    <w:rsid w:val="00643B4C"/>
    <w:rsid w:val="00643E3A"/>
    <w:rsid w:val="006459F6"/>
    <w:rsid w:val="006501AD"/>
    <w:rsid w:val="00651BFA"/>
    <w:rsid w:val="006534F9"/>
    <w:rsid w:val="00654475"/>
    <w:rsid w:val="00655560"/>
    <w:rsid w:val="00656DF0"/>
    <w:rsid w:val="00661446"/>
    <w:rsid w:val="00665A4B"/>
    <w:rsid w:val="00665D0D"/>
    <w:rsid w:val="00684BE1"/>
    <w:rsid w:val="00692E2A"/>
    <w:rsid w:val="006A76F2"/>
    <w:rsid w:val="006A7DE0"/>
    <w:rsid w:val="006B6333"/>
    <w:rsid w:val="006D19D4"/>
    <w:rsid w:val="006D7EFB"/>
    <w:rsid w:val="006E6672"/>
    <w:rsid w:val="006E6722"/>
    <w:rsid w:val="006F0D46"/>
    <w:rsid w:val="006F7AFF"/>
    <w:rsid w:val="007027B9"/>
    <w:rsid w:val="007066B5"/>
    <w:rsid w:val="007145DA"/>
    <w:rsid w:val="00715E88"/>
    <w:rsid w:val="00721A6D"/>
    <w:rsid w:val="007334E8"/>
    <w:rsid w:val="00734CAA"/>
    <w:rsid w:val="00741552"/>
    <w:rsid w:val="00742680"/>
    <w:rsid w:val="007551E2"/>
    <w:rsid w:val="0075533C"/>
    <w:rsid w:val="00755A53"/>
    <w:rsid w:val="00757581"/>
    <w:rsid w:val="007602F5"/>
    <w:rsid w:val="00760D36"/>
    <w:rsid w:val="007611A0"/>
    <w:rsid w:val="00773E54"/>
    <w:rsid w:val="00774E34"/>
    <w:rsid w:val="00775D8D"/>
    <w:rsid w:val="0078489D"/>
    <w:rsid w:val="00787240"/>
    <w:rsid w:val="00787688"/>
    <w:rsid w:val="007935E6"/>
    <w:rsid w:val="00796D3F"/>
    <w:rsid w:val="007A1683"/>
    <w:rsid w:val="007A3DC0"/>
    <w:rsid w:val="007A5C12"/>
    <w:rsid w:val="007A7CB0"/>
    <w:rsid w:val="007B68A3"/>
    <w:rsid w:val="007C2541"/>
    <w:rsid w:val="007C320F"/>
    <w:rsid w:val="007C41EA"/>
    <w:rsid w:val="007D298B"/>
    <w:rsid w:val="007D66A8"/>
    <w:rsid w:val="007E003F"/>
    <w:rsid w:val="007E5F07"/>
    <w:rsid w:val="007F0CF8"/>
    <w:rsid w:val="007F62CB"/>
    <w:rsid w:val="00805335"/>
    <w:rsid w:val="008142EC"/>
    <w:rsid w:val="008164F2"/>
    <w:rsid w:val="00821395"/>
    <w:rsid w:val="00830E26"/>
    <w:rsid w:val="00833D15"/>
    <w:rsid w:val="00843576"/>
    <w:rsid w:val="00843B64"/>
    <w:rsid w:val="008473F4"/>
    <w:rsid w:val="008478FC"/>
    <w:rsid w:val="00851756"/>
    <w:rsid w:val="00851C51"/>
    <w:rsid w:val="00856CDB"/>
    <w:rsid w:val="00867A15"/>
    <w:rsid w:val="00867BFF"/>
    <w:rsid w:val="00871542"/>
    <w:rsid w:val="00871E08"/>
    <w:rsid w:val="00872BF6"/>
    <w:rsid w:val="0088480A"/>
    <w:rsid w:val="0088757A"/>
    <w:rsid w:val="0089431B"/>
    <w:rsid w:val="00894479"/>
    <w:rsid w:val="00894DA2"/>
    <w:rsid w:val="00895668"/>
    <w:rsid w:val="008957DD"/>
    <w:rsid w:val="00897D98"/>
    <w:rsid w:val="008A2570"/>
    <w:rsid w:val="008A2F23"/>
    <w:rsid w:val="008A6DF2"/>
    <w:rsid w:val="008A7807"/>
    <w:rsid w:val="008B0CED"/>
    <w:rsid w:val="008B4CC9"/>
    <w:rsid w:val="008C5FFF"/>
    <w:rsid w:val="008D2BA7"/>
    <w:rsid w:val="008D4EF1"/>
    <w:rsid w:val="008D75E4"/>
    <w:rsid w:val="008D7C99"/>
    <w:rsid w:val="008E0FCB"/>
    <w:rsid w:val="008F6DFE"/>
    <w:rsid w:val="009008EA"/>
    <w:rsid w:val="0090529F"/>
    <w:rsid w:val="00905742"/>
    <w:rsid w:val="00917EEE"/>
    <w:rsid w:val="0092178C"/>
    <w:rsid w:val="00922BA1"/>
    <w:rsid w:val="00930B88"/>
    <w:rsid w:val="00934554"/>
    <w:rsid w:val="00940DCC"/>
    <w:rsid w:val="0094179A"/>
    <w:rsid w:val="0094459E"/>
    <w:rsid w:val="00944DBC"/>
    <w:rsid w:val="00950977"/>
    <w:rsid w:val="00951A7B"/>
    <w:rsid w:val="009541FC"/>
    <w:rsid w:val="009564A6"/>
    <w:rsid w:val="00960425"/>
    <w:rsid w:val="00966A53"/>
    <w:rsid w:val="00967621"/>
    <w:rsid w:val="00967E6A"/>
    <w:rsid w:val="009907B9"/>
    <w:rsid w:val="00990918"/>
    <w:rsid w:val="009933BF"/>
    <w:rsid w:val="009A3A83"/>
    <w:rsid w:val="009B0D04"/>
    <w:rsid w:val="009B1C44"/>
    <w:rsid w:val="009B30FD"/>
    <w:rsid w:val="009B4A0F"/>
    <w:rsid w:val="009C11D2"/>
    <w:rsid w:val="009C3362"/>
    <w:rsid w:val="009C6C70"/>
    <w:rsid w:val="009C7B0A"/>
    <w:rsid w:val="009D0B63"/>
    <w:rsid w:val="009D32CE"/>
    <w:rsid w:val="009D5CB8"/>
    <w:rsid w:val="009E307E"/>
    <w:rsid w:val="009F7611"/>
    <w:rsid w:val="00A018C0"/>
    <w:rsid w:val="00A056B5"/>
    <w:rsid w:val="00A07870"/>
    <w:rsid w:val="00A07C54"/>
    <w:rsid w:val="00A07F19"/>
    <w:rsid w:val="00A1348D"/>
    <w:rsid w:val="00A13C99"/>
    <w:rsid w:val="00A232EE"/>
    <w:rsid w:val="00A243E5"/>
    <w:rsid w:val="00A2589A"/>
    <w:rsid w:val="00A4058E"/>
    <w:rsid w:val="00A414F6"/>
    <w:rsid w:val="00A4175F"/>
    <w:rsid w:val="00A43A67"/>
    <w:rsid w:val="00A44411"/>
    <w:rsid w:val="00A469FA"/>
    <w:rsid w:val="00A53662"/>
    <w:rsid w:val="00A55B01"/>
    <w:rsid w:val="00A56158"/>
    <w:rsid w:val="00A56B5B"/>
    <w:rsid w:val="00A603FF"/>
    <w:rsid w:val="00A619B6"/>
    <w:rsid w:val="00A648CA"/>
    <w:rsid w:val="00A657DD"/>
    <w:rsid w:val="00A65D0C"/>
    <w:rsid w:val="00A666A6"/>
    <w:rsid w:val="00A675FD"/>
    <w:rsid w:val="00A72437"/>
    <w:rsid w:val="00A8048B"/>
    <w:rsid w:val="00A80611"/>
    <w:rsid w:val="00A91D38"/>
    <w:rsid w:val="00A92050"/>
    <w:rsid w:val="00AA5BF4"/>
    <w:rsid w:val="00AB5340"/>
    <w:rsid w:val="00AC0A89"/>
    <w:rsid w:val="00AC62F0"/>
    <w:rsid w:val="00AC7252"/>
    <w:rsid w:val="00AC7C96"/>
    <w:rsid w:val="00AD4326"/>
    <w:rsid w:val="00AE237D"/>
    <w:rsid w:val="00AE38EB"/>
    <w:rsid w:val="00AE502A"/>
    <w:rsid w:val="00AF0010"/>
    <w:rsid w:val="00AF2C1F"/>
    <w:rsid w:val="00AF5E0F"/>
    <w:rsid w:val="00AF600D"/>
    <w:rsid w:val="00AF7A9F"/>
    <w:rsid w:val="00AF7C07"/>
    <w:rsid w:val="00B03E98"/>
    <w:rsid w:val="00B06C64"/>
    <w:rsid w:val="00B11CAC"/>
    <w:rsid w:val="00B15A29"/>
    <w:rsid w:val="00B17A26"/>
    <w:rsid w:val="00B22C93"/>
    <w:rsid w:val="00B27589"/>
    <w:rsid w:val="00B405B7"/>
    <w:rsid w:val="00B45A38"/>
    <w:rsid w:val="00B52222"/>
    <w:rsid w:val="00B52581"/>
    <w:rsid w:val="00B531DA"/>
    <w:rsid w:val="00B54895"/>
    <w:rsid w:val="00B54FE7"/>
    <w:rsid w:val="00B62CB6"/>
    <w:rsid w:val="00B647C6"/>
    <w:rsid w:val="00B655F9"/>
    <w:rsid w:val="00B66901"/>
    <w:rsid w:val="00B70F47"/>
    <w:rsid w:val="00B71151"/>
    <w:rsid w:val="00B71E6D"/>
    <w:rsid w:val="00B72070"/>
    <w:rsid w:val="00B779E1"/>
    <w:rsid w:val="00B81E3A"/>
    <w:rsid w:val="00B83BFF"/>
    <w:rsid w:val="00B85CFB"/>
    <w:rsid w:val="00B91EE1"/>
    <w:rsid w:val="00B94602"/>
    <w:rsid w:val="00BA0090"/>
    <w:rsid w:val="00BA1A67"/>
    <w:rsid w:val="00BA6A80"/>
    <w:rsid w:val="00BB3A5D"/>
    <w:rsid w:val="00BB4ABB"/>
    <w:rsid w:val="00BC041F"/>
    <w:rsid w:val="00BC5810"/>
    <w:rsid w:val="00BD506D"/>
    <w:rsid w:val="00BE5B5F"/>
    <w:rsid w:val="00BE7993"/>
    <w:rsid w:val="00BF0378"/>
    <w:rsid w:val="00BF5992"/>
    <w:rsid w:val="00C027FF"/>
    <w:rsid w:val="00C116AA"/>
    <w:rsid w:val="00C12FD1"/>
    <w:rsid w:val="00C168A7"/>
    <w:rsid w:val="00C172E3"/>
    <w:rsid w:val="00C20A2D"/>
    <w:rsid w:val="00C26F55"/>
    <w:rsid w:val="00C27DCA"/>
    <w:rsid w:val="00C30C63"/>
    <w:rsid w:val="00C30FF3"/>
    <w:rsid w:val="00C36B8B"/>
    <w:rsid w:val="00C415C1"/>
    <w:rsid w:val="00C47DBF"/>
    <w:rsid w:val="00C543FE"/>
    <w:rsid w:val="00C552FF"/>
    <w:rsid w:val="00C558DA"/>
    <w:rsid w:val="00C55AF3"/>
    <w:rsid w:val="00C57E56"/>
    <w:rsid w:val="00C6062B"/>
    <w:rsid w:val="00C724EE"/>
    <w:rsid w:val="00C75781"/>
    <w:rsid w:val="00C771A9"/>
    <w:rsid w:val="00C84759"/>
    <w:rsid w:val="00C854BD"/>
    <w:rsid w:val="00C870D8"/>
    <w:rsid w:val="00C87AAA"/>
    <w:rsid w:val="00C87EEF"/>
    <w:rsid w:val="00C947F1"/>
    <w:rsid w:val="00CA2EA3"/>
    <w:rsid w:val="00CA5CA9"/>
    <w:rsid w:val="00CA6C7F"/>
    <w:rsid w:val="00CB1D0F"/>
    <w:rsid w:val="00CB6B35"/>
    <w:rsid w:val="00CC0FC7"/>
    <w:rsid w:val="00CC10A6"/>
    <w:rsid w:val="00CD2011"/>
    <w:rsid w:val="00CD46C5"/>
    <w:rsid w:val="00CD5EB8"/>
    <w:rsid w:val="00CD7044"/>
    <w:rsid w:val="00CE08B9"/>
    <w:rsid w:val="00CE524C"/>
    <w:rsid w:val="00CF141F"/>
    <w:rsid w:val="00CF4777"/>
    <w:rsid w:val="00CF65C8"/>
    <w:rsid w:val="00D013F5"/>
    <w:rsid w:val="00D05E3F"/>
    <w:rsid w:val="00D067BB"/>
    <w:rsid w:val="00D1226D"/>
    <w:rsid w:val="00D1352A"/>
    <w:rsid w:val="00D15EC4"/>
    <w:rsid w:val="00D169AF"/>
    <w:rsid w:val="00D25249"/>
    <w:rsid w:val="00D37EBA"/>
    <w:rsid w:val="00D411B5"/>
    <w:rsid w:val="00D44172"/>
    <w:rsid w:val="00D47BE3"/>
    <w:rsid w:val="00D63B8C"/>
    <w:rsid w:val="00D651E4"/>
    <w:rsid w:val="00D710A2"/>
    <w:rsid w:val="00D739CC"/>
    <w:rsid w:val="00D8093D"/>
    <w:rsid w:val="00D8108C"/>
    <w:rsid w:val="00D842AE"/>
    <w:rsid w:val="00D9211C"/>
    <w:rsid w:val="00D92DE0"/>
    <w:rsid w:val="00D92FEF"/>
    <w:rsid w:val="00D93A0F"/>
    <w:rsid w:val="00D9579D"/>
    <w:rsid w:val="00DA1BCA"/>
    <w:rsid w:val="00DA4A45"/>
    <w:rsid w:val="00DB34E0"/>
    <w:rsid w:val="00DB5925"/>
    <w:rsid w:val="00DC46FF"/>
    <w:rsid w:val="00DC5254"/>
    <w:rsid w:val="00DC569D"/>
    <w:rsid w:val="00DC5AB5"/>
    <w:rsid w:val="00DD0B5A"/>
    <w:rsid w:val="00DD1A4F"/>
    <w:rsid w:val="00DD3107"/>
    <w:rsid w:val="00DD7C2C"/>
    <w:rsid w:val="00DE5BDA"/>
    <w:rsid w:val="00DF433C"/>
    <w:rsid w:val="00E0035A"/>
    <w:rsid w:val="00E06797"/>
    <w:rsid w:val="00E1265B"/>
    <w:rsid w:val="00E13B48"/>
    <w:rsid w:val="00E1404F"/>
    <w:rsid w:val="00E2042D"/>
    <w:rsid w:val="00E21C83"/>
    <w:rsid w:val="00E24ADA"/>
    <w:rsid w:val="00E32F59"/>
    <w:rsid w:val="00E41908"/>
    <w:rsid w:val="00E46D9A"/>
    <w:rsid w:val="00E565FF"/>
    <w:rsid w:val="00E64C2C"/>
    <w:rsid w:val="00E65388"/>
    <w:rsid w:val="00E76752"/>
    <w:rsid w:val="00E7741D"/>
    <w:rsid w:val="00E808CD"/>
    <w:rsid w:val="00E82928"/>
    <w:rsid w:val="00E8348F"/>
    <w:rsid w:val="00E85B7D"/>
    <w:rsid w:val="00E9121B"/>
    <w:rsid w:val="00E9302E"/>
    <w:rsid w:val="00E94F86"/>
    <w:rsid w:val="00E9582E"/>
    <w:rsid w:val="00E96942"/>
    <w:rsid w:val="00E976AB"/>
    <w:rsid w:val="00EA0AE2"/>
    <w:rsid w:val="00EA1159"/>
    <w:rsid w:val="00EA39E5"/>
    <w:rsid w:val="00EA57A3"/>
    <w:rsid w:val="00EC2813"/>
    <w:rsid w:val="00EC4197"/>
    <w:rsid w:val="00EC5A46"/>
    <w:rsid w:val="00EC63E2"/>
    <w:rsid w:val="00EC7AAA"/>
    <w:rsid w:val="00ED366A"/>
    <w:rsid w:val="00ED6BB7"/>
    <w:rsid w:val="00EE1723"/>
    <w:rsid w:val="00EF22B3"/>
    <w:rsid w:val="00EF5D53"/>
    <w:rsid w:val="00F03B69"/>
    <w:rsid w:val="00F07A50"/>
    <w:rsid w:val="00F113DA"/>
    <w:rsid w:val="00F12DA4"/>
    <w:rsid w:val="00F1495C"/>
    <w:rsid w:val="00F266FC"/>
    <w:rsid w:val="00F3037A"/>
    <w:rsid w:val="00F3465A"/>
    <w:rsid w:val="00F37DC8"/>
    <w:rsid w:val="00F439B3"/>
    <w:rsid w:val="00F650C3"/>
    <w:rsid w:val="00F65D85"/>
    <w:rsid w:val="00F6700B"/>
    <w:rsid w:val="00F8091E"/>
    <w:rsid w:val="00F83855"/>
    <w:rsid w:val="00F8615C"/>
    <w:rsid w:val="00F8673E"/>
    <w:rsid w:val="00F969E5"/>
    <w:rsid w:val="00FA1D9B"/>
    <w:rsid w:val="00FA4972"/>
    <w:rsid w:val="00FA6617"/>
    <w:rsid w:val="00FA6BB0"/>
    <w:rsid w:val="00FB2DBD"/>
    <w:rsid w:val="00FB53D9"/>
    <w:rsid w:val="00FC6DA0"/>
    <w:rsid w:val="00FD48DF"/>
    <w:rsid w:val="00FD5860"/>
    <w:rsid w:val="00FE352D"/>
    <w:rsid w:val="00FE40EB"/>
    <w:rsid w:val="00FE4D02"/>
    <w:rsid w:val="00FE7D62"/>
    <w:rsid w:val="00FF08D3"/>
    <w:rsid w:val="00FF3559"/>
    <w:rsid w:val="00FF3819"/>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4"/>
    <o:shapelayout v:ext="edit">
      <o:idmap v:ext="edit" data="1"/>
    </o:shapelayout>
  </w:shapeDefaults>
  <w:decimalSymbol w:val="."/>
  <w:listSeparator w:val=","/>
  <w14:docId w14:val="275BAC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note text"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2E4E"/>
    <w:pPr>
      <w:tabs>
        <w:tab w:val="left" w:pos="1247"/>
        <w:tab w:val="left" w:pos="1814"/>
        <w:tab w:val="left" w:pos="2381"/>
        <w:tab w:val="left" w:pos="2948"/>
        <w:tab w:val="left" w:pos="3515"/>
      </w:tabs>
    </w:pPr>
    <w:rPr>
      <w:lang w:eastAsia="en-US"/>
    </w:rPr>
  </w:style>
  <w:style w:type="paragraph" w:styleId="Heading1">
    <w:name w:val="heading 1"/>
    <w:basedOn w:val="Normal"/>
    <w:next w:val="Normalnumber"/>
    <w:qFormat/>
    <w:rsid w:val="000D6941"/>
    <w:pPr>
      <w:keepNext/>
      <w:spacing w:before="240" w:after="120"/>
      <w:ind w:left="1247" w:hanging="680"/>
      <w:outlineLvl w:val="0"/>
    </w:pPr>
    <w:rPr>
      <w:b/>
      <w:sz w:val="28"/>
    </w:rPr>
  </w:style>
  <w:style w:type="paragraph" w:styleId="Heading2">
    <w:name w:val="heading 2"/>
    <w:basedOn w:val="Normal"/>
    <w:next w:val="Normalnumber"/>
    <w:qFormat/>
    <w:rsid w:val="000D6941"/>
    <w:pPr>
      <w:keepNext/>
      <w:spacing w:before="240" w:after="120"/>
      <w:ind w:left="1247" w:hanging="680"/>
      <w:outlineLvl w:val="1"/>
    </w:pPr>
    <w:rPr>
      <w:b/>
      <w:sz w:val="24"/>
      <w:szCs w:val="24"/>
    </w:rPr>
  </w:style>
  <w:style w:type="paragraph" w:styleId="Heading3">
    <w:name w:val="heading 3"/>
    <w:basedOn w:val="Normal"/>
    <w:next w:val="Normalnumber"/>
    <w:qFormat/>
    <w:rsid w:val="000D6941"/>
    <w:pPr>
      <w:spacing w:after="120"/>
      <w:ind w:left="1247" w:hanging="680"/>
      <w:outlineLvl w:val="2"/>
    </w:pPr>
    <w:rPr>
      <w:b/>
    </w:rPr>
  </w:style>
  <w:style w:type="paragraph" w:styleId="Heading4">
    <w:name w:val="heading 4"/>
    <w:basedOn w:val="Heading3"/>
    <w:next w:val="Normalnumber"/>
    <w:qFormat/>
    <w:rsid w:val="000D6941"/>
    <w:pPr>
      <w:keepNext/>
      <w:outlineLvl w:val="3"/>
    </w:pPr>
  </w:style>
  <w:style w:type="paragraph" w:styleId="Heading5">
    <w:name w:val="heading 5"/>
    <w:basedOn w:val="Normal"/>
    <w:next w:val="Normal"/>
    <w:qFormat/>
    <w:rsid w:val="000D6941"/>
    <w:pPr>
      <w:keepNext/>
      <w:outlineLvl w:val="4"/>
    </w:pPr>
    <w:rPr>
      <w:rFonts w:ascii="Univers" w:hAnsi="Univers"/>
      <w:b/>
      <w:sz w:val="24"/>
    </w:rPr>
  </w:style>
  <w:style w:type="paragraph" w:styleId="Heading6">
    <w:name w:val="heading 6"/>
    <w:basedOn w:val="Normal"/>
    <w:next w:val="Normal"/>
    <w:qFormat/>
    <w:rsid w:val="000D6941"/>
    <w:pPr>
      <w:keepNext/>
      <w:ind w:left="578"/>
      <w:outlineLvl w:val="5"/>
    </w:pPr>
    <w:rPr>
      <w:b/>
      <w:bCs/>
      <w:sz w:val="24"/>
    </w:rPr>
  </w:style>
  <w:style w:type="paragraph" w:styleId="Heading7">
    <w:name w:val="heading 7"/>
    <w:basedOn w:val="Normal"/>
    <w:next w:val="Normal"/>
    <w:qFormat/>
    <w:rsid w:val="000D6941"/>
    <w:pPr>
      <w:keepNext/>
      <w:widowControl w:val="0"/>
      <w:jc w:val="center"/>
      <w:outlineLvl w:val="6"/>
    </w:pPr>
    <w:rPr>
      <w:snapToGrid w:val="0"/>
      <w:u w:val="single"/>
      <w:lang w:val="en-US"/>
    </w:rPr>
  </w:style>
  <w:style w:type="paragraph" w:styleId="Heading8">
    <w:name w:val="heading 8"/>
    <w:basedOn w:val="Normal"/>
    <w:next w:val="Normal"/>
    <w:qFormat/>
    <w:rsid w:val="000D6941"/>
    <w:pPr>
      <w:keepNext/>
      <w:widowControl w:val="0"/>
      <w:numPr>
        <w:numId w:val="2"/>
      </w:numPr>
      <w:tabs>
        <w:tab w:val="left" w:pos="-1440"/>
        <w:tab w:val="left" w:pos="-720"/>
      </w:tabs>
      <w:suppressAutoHyphens/>
      <w:jc w:val="center"/>
      <w:outlineLvl w:val="7"/>
    </w:pPr>
    <w:rPr>
      <w:snapToGrid w:val="0"/>
      <w:u w:val="single"/>
      <w:lang w:val="en-US"/>
    </w:rPr>
  </w:style>
  <w:style w:type="paragraph" w:styleId="Heading9">
    <w:name w:val="heading 9"/>
    <w:basedOn w:val="Normal"/>
    <w:next w:val="Normal"/>
    <w:qFormat/>
    <w:rsid w:val="000D6941"/>
    <w:pPr>
      <w:keepNext/>
      <w:widowControl w:val="0"/>
      <w:numPr>
        <w:numId w:val="3"/>
      </w:numPr>
      <w:suppressAutoHyphens/>
      <w:jc w:val="center"/>
      <w:outlineLvl w:val="8"/>
    </w:pPr>
    <w:rPr>
      <w:snapToGrid w:val="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semiHidden/>
    <w:rsid w:val="000D6941"/>
    <w:rPr>
      <w:rFonts w:ascii="Times New Roman" w:hAnsi="Times New Roman"/>
      <w:b/>
      <w:sz w:val="18"/>
    </w:rPr>
  </w:style>
  <w:style w:type="table" w:customStyle="1" w:styleId="Tabledocright">
    <w:name w:val="Table_doc_right"/>
    <w:basedOn w:val="TableNormal"/>
    <w:rsid w:val="003A77F1"/>
    <w:pPr>
      <w:spacing w:before="40" w:after="40"/>
    </w:pPr>
    <w:rPr>
      <w:sz w:val="18"/>
      <w:szCs w:val="18"/>
    </w:rPr>
    <w:tblPr>
      <w:jc w:val="righ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0D6941"/>
    <w:pPr>
      <w:tabs>
        <w:tab w:val="clear" w:pos="1814"/>
        <w:tab w:val="clear" w:pos="2381"/>
        <w:tab w:val="clear" w:pos="2948"/>
        <w:tab w:val="clear" w:pos="3515"/>
      </w:tabs>
      <w:ind w:left="1000"/>
    </w:pPr>
    <w:rPr>
      <w:sz w:val="18"/>
      <w:szCs w:val="18"/>
    </w:rPr>
  </w:style>
  <w:style w:type="paragraph" w:styleId="TOC7">
    <w:name w:val="toc 7"/>
    <w:basedOn w:val="Normal"/>
    <w:next w:val="Normal"/>
    <w:autoRedefine/>
    <w:semiHidden/>
    <w:rsid w:val="000D6941"/>
    <w:pPr>
      <w:tabs>
        <w:tab w:val="clear" w:pos="1814"/>
        <w:tab w:val="clear" w:pos="2381"/>
        <w:tab w:val="clear" w:pos="2948"/>
        <w:tab w:val="clear" w:pos="3515"/>
      </w:tabs>
      <w:ind w:left="1200"/>
    </w:pPr>
    <w:rPr>
      <w:sz w:val="18"/>
      <w:szCs w:val="18"/>
    </w:rPr>
  </w:style>
  <w:style w:type="paragraph" w:styleId="TOC8">
    <w:name w:val="toc 8"/>
    <w:basedOn w:val="Normal"/>
    <w:next w:val="Normal"/>
    <w:autoRedefine/>
    <w:semiHidden/>
    <w:rsid w:val="000D6941"/>
    <w:pPr>
      <w:tabs>
        <w:tab w:val="clear" w:pos="1814"/>
        <w:tab w:val="clear" w:pos="2381"/>
        <w:tab w:val="clear" w:pos="2948"/>
        <w:tab w:val="clear" w:pos="3515"/>
      </w:tabs>
      <w:ind w:left="1400"/>
    </w:pPr>
    <w:rPr>
      <w:sz w:val="18"/>
      <w:szCs w:val="18"/>
    </w:rPr>
  </w:style>
  <w:style w:type="paragraph" w:styleId="TOC9">
    <w:name w:val="toc 9"/>
    <w:basedOn w:val="Normal"/>
    <w:next w:val="Normal"/>
    <w:autoRedefine/>
    <w:semiHidden/>
    <w:rsid w:val="000D6941"/>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3A77F1"/>
    <w:rPr>
      <w:bCs w:val="0"/>
    </w:rPr>
  </w:style>
  <w:style w:type="paragraph" w:styleId="TableofFigures">
    <w:name w:val="table of figures"/>
    <w:basedOn w:val="Normal"/>
    <w:next w:val="Normal"/>
    <w:autoRedefine/>
    <w:semiHidden/>
    <w:rsid w:val="000D6941"/>
    <w:pPr>
      <w:tabs>
        <w:tab w:val="clear" w:pos="1814"/>
        <w:tab w:val="clear" w:pos="2381"/>
        <w:tab w:val="clear" w:pos="2948"/>
        <w:tab w:val="clear" w:pos="3515"/>
      </w:tabs>
      <w:ind w:left="1814" w:hanging="567"/>
    </w:pPr>
  </w:style>
  <w:style w:type="paragraph" w:customStyle="1" w:styleId="CH1">
    <w:name w:val="CH1"/>
    <w:basedOn w:val="Normalpool"/>
    <w:next w:val="CH2"/>
    <w:rsid w:val="00160D74"/>
    <w:pPr>
      <w:keepNext/>
      <w:keepLines/>
      <w:tabs>
        <w:tab w:val="right" w:pos="851"/>
      </w:tabs>
      <w:suppressAutoHyphens/>
      <w:spacing w:before="240" w:after="120"/>
      <w:ind w:left="1247" w:right="284" w:hanging="1247"/>
    </w:pPr>
    <w:rPr>
      <w:b/>
      <w:sz w:val="28"/>
      <w:szCs w:val="28"/>
      <w:lang w:val="en-GB"/>
    </w:rPr>
  </w:style>
  <w:style w:type="paragraph" w:customStyle="1" w:styleId="CH2">
    <w:name w:val="CH2"/>
    <w:basedOn w:val="Normalpool"/>
    <w:next w:val="Normalnumber"/>
    <w:link w:val="CH2Char"/>
    <w:rsid w:val="00160D74"/>
    <w:pPr>
      <w:keepNext/>
      <w:keepLines/>
      <w:tabs>
        <w:tab w:val="right" w:pos="851"/>
      </w:tabs>
      <w:suppressAutoHyphens/>
      <w:spacing w:before="80" w:after="120"/>
      <w:ind w:left="1247" w:right="284" w:hanging="1247"/>
    </w:pPr>
    <w:rPr>
      <w:b/>
      <w:sz w:val="24"/>
      <w:szCs w:val="24"/>
      <w:lang w:val="en-GB"/>
    </w:rPr>
  </w:style>
  <w:style w:type="paragraph" w:customStyle="1" w:styleId="CH3">
    <w:name w:val="CH3"/>
    <w:basedOn w:val="Normalpool"/>
    <w:next w:val="Normalnumber"/>
    <w:link w:val="CH3Char"/>
    <w:rsid w:val="00160D74"/>
    <w:pPr>
      <w:keepNext/>
      <w:keepLines/>
      <w:tabs>
        <w:tab w:val="right" w:pos="851"/>
      </w:tabs>
      <w:suppressAutoHyphens/>
      <w:spacing w:after="120"/>
      <w:ind w:left="1247" w:right="284" w:hanging="1247"/>
    </w:pPr>
    <w:rPr>
      <w:b/>
      <w:lang w:val="en-GB"/>
    </w:rPr>
  </w:style>
  <w:style w:type="paragraph" w:customStyle="1" w:styleId="CH4">
    <w:name w:val="CH4"/>
    <w:basedOn w:val="Normalpool"/>
    <w:next w:val="Normalnumber"/>
    <w:rsid w:val="00160D74"/>
    <w:pPr>
      <w:keepNext/>
      <w:keepLines/>
      <w:tabs>
        <w:tab w:val="right" w:pos="851"/>
      </w:tabs>
      <w:suppressAutoHyphens/>
      <w:spacing w:after="120"/>
      <w:ind w:left="1247" w:right="284" w:hanging="1247"/>
    </w:pPr>
    <w:rPr>
      <w:b/>
      <w:lang w:val="en-GB"/>
    </w:rPr>
  </w:style>
  <w:style w:type="table" w:customStyle="1" w:styleId="Footertable">
    <w:name w:val="Footer_table"/>
    <w:basedOn w:val="TableNormal"/>
    <w:semiHidden/>
    <w:rsid w:val="003A77F1"/>
    <w:rPr>
      <w:rFonts w:ascii="Arial" w:hAnsi="Arial"/>
      <w:sz w:val="16"/>
    </w:rPr>
    <w:tblPr>
      <w:jc w:val="right"/>
      <w:tblInd w:w="0" w:type="dxa"/>
      <w:tblBorders>
        <w:top w:val="double" w:sz="4" w:space="0" w:color="auto"/>
        <w:left w:val="double" w:sz="4" w:space="0" w:color="auto"/>
        <w:bottom w:val="double" w:sz="4" w:space="0" w:color="auto"/>
        <w:right w:val="double" w:sz="4" w:space="0" w:color="auto"/>
      </w:tblBorders>
      <w:tblCellMar>
        <w:top w:w="0" w:type="dxa"/>
        <w:left w:w="108" w:type="dxa"/>
        <w:bottom w:w="0" w:type="dxa"/>
        <w:right w:w="108" w:type="dxa"/>
      </w:tblCellMar>
    </w:tblPr>
    <w:trPr>
      <w:jc w:val="right"/>
    </w:trPr>
    <w:tcPr>
      <w:tcMar>
        <w:top w:w="28" w:type="dxa"/>
        <w:bottom w:w="28" w:type="dxa"/>
      </w:tcMar>
    </w:tcPr>
  </w:style>
  <w:style w:type="paragraph" w:customStyle="1" w:styleId="CH5">
    <w:name w:val="CH5"/>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Footerpool">
    <w:name w:val="Footer_pool"/>
    <w:basedOn w:val="Normal"/>
    <w:next w:val="Normal"/>
    <w:semiHidden/>
    <w:rsid w:val="003A77F1"/>
    <w:pPr>
      <w:tabs>
        <w:tab w:val="left" w:pos="4321"/>
        <w:tab w:val="right" w:pos="8641"/>
      </w:tabs>
      <w:spacing w:before="60" w:after="120"/>
    </w:pPr>
    <w:rPr>
      <w:b/>
      <w:sz w:val="18"/>
    </w:rPr>
  </w:style>
  <w:style w:type="paragraph" w:customStyle="1" w:styleId="Headerpool">
    <w:name w:val="Header_pool"/>
    <w:basedOn w:val="Normal"/>
    <w:next w:val="Normal"/>
    <w:semiHidden/>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_pool"/>
    <w:semiHidden/>
    <w:rsid w:val="003A77F1"/>
    <w:pPr>
      <w:tabs>
        <w:tab w:val="left" w:pos="1247"/>
        <w:tab w:val="left" w:pos="1814"/>
        <w:tab w:val="left" w:pos="2381"/>
        <w:tab w:val="left" w:pos="2948"/>
        <w:tab w:val="left" w:pos="3515"/>
        <w:tab w:val="left" w:pos="4082"/>
      </w:tabs>
    </w:pPr>
    <w:rPr>
      <w:lang w:val="fr-FR" w:eastAsia="en-US"/>
    </w:rPr>
  </w:style>
  <w:style w:type="paragraph" w:customStyle="1" w:styleId="Footer-pool">
    <w:name w:val="Footer-pool"/>
    <w:basedOn w:val="Normal-pool"/>
    <w:next w:val="Normal-pool"/>
    <w:rsid w:val="003A77F1"/>
    <w:pPr>
      <w:tabs>
        <w:tab w:val="left" w:pos="4321"/>
        <w:tab w:val="right" w:pos="8641"/>
      </w:tabs>
      <w:spacing w:before="60" w:after="120"/>
    </w:pPr>
    <w:rPr>
      <w:b/>
      <w:sz w:val="18"/>
    </w:rPr>
  </w:style>
  <w:style w:type="paragraph" w:customStyle="1" w:styleId="Header-pool">
    <w:name w:val="Header-pool"/>
    <w:basedOn w:val="Normal-pool"/>
    <w:next w:val="Normal-pool"/>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rsid w:val="00160D74"/>
    <w:pPr>
      <w:tabs>
        <w:tab w:val="left" w:pos="1247"/>
        <w:tab w:val="left" w:pos="1814"/>
        <w:tab w:val="left" w:pos="2381"/>
        <w:tab w:val="left" w:pos="2948"/>
        <w:tab w:val="left" w:pos="3515"/>
        <w:tab w:val="left" w:pos="4082"/>
      </w:tabs>
    </w:pPr>
    <w:rPr>
      <w:lang w:eastAsia="en-US"/>
    </w:rPr>
  </w:style>
  <w:style w:type="character" w:styleId="FootnoteReference">
    <w:name w:val="footnote reference"/>
    <w:aliases w:val="16 Point,Superscript 6 Point,ftref,(Ref. de nota al pie),number,SUPERS,Footnote Reference Superscript"/>
    <w:semiHidden/>
    <w:rsid w:val="000D6941"/>
    <w:rPr>
      <w:rFonts w:ascii="Times New Roman" w:hAnsi="Times New Roman"/>
      <w:color w:val="auto"/>
      <w:sz w:val="20"/>
      <w:szCs w:val="18"/>
      <w:vertAlign w:val="superscript"/>
    </w:rPr>
  </w:style>
  <w:style w:type="paragraph" w:styleId="FootnoteText">
    <w:name w:val="footnote text"/>
    <w:aliases w:val="DNV-FT,Geneva 9,Font: Geneva 9,Boston 10,f,footnote3,text,Geneva,92,Font:,Boston,10,FOOTNOTES,fn,single space,Footnote Text Rail EIS,ft,Footnotes,Footnote ak,fn cafc,Footnotes Char Char,Footnote Text Char Char,fn Char Char,footnote text"/>
    <w:basedOn w:val="Normalpool"/>
    <w:link w:val="FootnoteTextChar"/>
    <w:uiPriority w:val="99"/>
    <w:rsid w:val="000D6941"/>
    <w:pPr>
      <w:spacing w:before="20" w:after="40"/>
      <w:ind w:left="1247"/>
    </w:pPr>
    <w:rPr>
      <w:sz w:val="18"/>
    </w:rPr>
  </w:style>
  <w:style w:type="character" w:styleId="CommentReference">
    <w:name w:val="annotation reference"/>
    <w:rsid w:val="003929B8"/>
    <w:rPr>
      <w:sz w:val="16"/>
      <w:szCs w:val="16"/>
    </w:rPr>
  </w:style>
  <w:style w:type="paragraph" w:styleId="CommentText">
    <w:name w:val="annotation text"/>
    <w:basedOn w:val="Normal"/>
    <w:link w:val="CommentTextChar"/>
    <w:rsid w:val="003929B8"/>
  </w:style>
  <w:style w:type="character" w:customStyle="1" w:styleId="CommentTextChar">
    <w:name w:val="Comment Text Char"/>
    <w:link w:val="CommentText"/>
    <w:rsid w:val="003929B8"/>
    <w:rPr>
      <w:lang w:eastAsia="en-US"/>
    </w:rPr>
  </w:style>
  <w:style w:type="paragraph" w:styleId="CommentSubject">
    <w:name w:val="annotation subject"/>
    <w:basedOn w:val="CommentText"/>
    <w:next w:val="CommentText"/>
    <w:link w:val="CommentSubjectChar"/>
    <w:rsid w:val="003929B8"/>
    <w:rPr>
      <w:b/>
      <w:bCs/>
    </w:rPr>
  </w:style>
  <w:style w:type="character" w:customStyle="1" w:styleId="CommentSubjectChar">
    <w:name w:val="Comment Subject Char"/>
    <w:link w:val="CommentSubject"/>
    <w:rsid w:val="003929B8"/>
    <w:rPr>
      <w:b/>
      <w:bCs/>
      <w:lang w:eastAsia="en-US"/>
    </w:rPr>
  </w:style>
  <w:style w:type="paragraph" w:styleId="BalloonText">
    <w:name w:val="Balloon Text"/>
    <w:basedOn w:val="Normal"/>
    <w:link w:val="BalloonTextChar"/>
    <w:rsid w:val="003929B8"/>
    <w:rPr>
      <w:rFonts w:ascii="Tahoma" w:hAnsi="Tahoma" w:cs="Tahoma"/>
      <w:sz w:val="16"/>
      <w:szCs w:val="16"/>
    </w:rPr>
  </w:style>
  <w:style w:type="character" w:customStyle="1" w:styleId="BalloonTextChar">
    <w:name w:val="Balloon Text Char"/>
    <w:link w:val="BalloonText"/>
    <w:rsid w:val="003929B8"/>
    <w:rPr>
      <w:rFonts w:ascii="Tahoma" w:hAnsi="Tahoma" w:cs="Tahoma"/>
      <w:sz w:val="16"/>
      <w:szCs w:val="16"/>
      <w:lang w:eastAsia="en-US"/>
    </w:rPr>
  </w:style>
  <w:style w:type="character" w:customStyle="1" w:styleId="FootnoteTextChar">
    <w:name w:val="Footnote Text Char"/>
    <w:aliases w:val="DNV-FT Char,Geneva 9 Char,Font: Geneva 9 Char,Boston 10 Char,f Char,footnote3 Char,text Char,Geneva Char,92 Char,Font: Char,Boston Char,10 Char,FOOTNOTES Char,fn Char,single space Char,Footnote Text Rail EIS Char,ft Char,fn cafc Char"/>
    <w:link w:val="FootnoteText"/>
    <w:uiPriority w:val="99"/>
    <w:locked/>
    <w:rsid w:val="0014293F"/>
    <w:rPr>
      <w:sz w:val="18"/>
      <w:lang w:val="fr-FR" w:eastAsia="en-US"/>
    </w:rPr>
  </w:style>
  <w:style w:type="table" w:styleId="TableGrid">
    <w:name w:val="Table Grid"/>
    <w:basedOn w:val="TableNormal"/>
    <w:rsid w:val="00E976A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4A24F9"/>
    <w:pPr>
      <w:ind w:left="720"/>
    </w:pPr>
  </w:style>
  <w:style w:type="character" w:customStyle="1" w:styleId="BBTitleChar">
    <w:name w:val="BB_Title Char"/>
    <w:link w:val="BBTitle"/>
    <w:rsid w:val="00312543"/>
    <w:rPr>
      <w:b/>
      <w:sz w:val="28"/>
      <w:szCs w:val="28"/>
      <w:lang w:eastAsia="en-US"/>
    </w:rPr>
  </w:style>
  <w:style w:type="character" w:customStyle="1" w:styleId="CH2Char">
    <w:name w:val="CH2 Char"/>
    <w:link w:val="CH2"/>
    <w:rsid w:val="00312543"/>
    <w:rPr>
      <w:b/>
      <w:sz w:val="24"/>
      <w:szCs w:val="24"/>
      <w:lang w:eastAsia="en-US"/>
    </w:rPr>
  </w:style>
  <w:style w:type="character" w:customStyle="1" w:styleId="CH3Char">
    <w:name w:val="CH3 Char"/>
    <w:link w:val="CH3"/>
    <w:rsid w:val="00312543"/>
    <w:rPr>
      <w:b/>
      <w:lang w:eastAsia="en-US"/>
    </w:rPr>
  </w:style>
  <w:style w:type="character" w:customStyle="1" w:styleId="ZZAnxtitleChar">
    <w:name w:val="ZZ_Anx_title Char"/>
    <w:link w:val="ZZAnxtitle"/>
    <w:rsid w:val="00312543"/>
    <w:rPr>
      <w:b/>
      <w:bCs/>
      <w:sz w:val="28"/>
      <w:szCs w:val="26"/>
      <w:lang w:eastAsia="en-US"/>
    </w:rPr>
  </w:style>
  <w:style w:type="paragraph" w:customStyle="1" w:styleId="Articleheading">
    <w:name w:val="Article heading"/>
    <w:basedOn w:val="Normal"/>
    <w:next w:val="Subtitle"/>
    <w:rsid w:val="00312543"/>
    <w:pPr>
      <w:numPr>
        <w:numId w:val="8"/>
      </w:numPr>
      <w:tabs>
        <w:tab w:val="clear" w:pos="567"/>
        <w:tab w:val="clear" w:pos="1247"/>
        <w:tab w:val="clear" w:pos="1814"/>
        <w:tab w:val="clear" w:pos="2381"/>
        <w:tab w:val="clear" w:pos="2948"/>
        <w:tab w:val="clear" w:pos="3515"/>
      </w:tabs>
      <w:spacing w:after="240"/>
      <w:ind w:left="720" w:firstLine="3600"/>
    </w:pPr>
    <w:rPr>
      <w:sz w:val="28"/>
      <w:szCs w:val="28"/>
    </w:rPr>
  </w:style>
  <w:style w:type="character" w:customStyle="1" w:styleId="ZZAnxheaderChar">
    <w:name w:val="ZZ_Anx_header Char"/>
    <w:link w:val="ZZAnxheader"/>
    <w:rsid w:val="00312543"/>
    <w:rPr>
      <w:b/>
      <w:bCs/>
      <w:sz w:val="28"/>
      <w:szCs w:val="22"/>
      <w:lang w:eastAsia="en-US"/>
    </w:rPr>
  </w:style>
  <w:style w:type="paragraph" w:styleId="Subtitle">
    <w:name w:val="Subtitle"/>
    <w:basedOn w:val="Normal"/>
    <w:next w:val="Normal"/>
    <w:link w:val="SubtitleChar"/>
    <w:qFormat/>
    <w:rsid w:val="00312543"/>
    <w:pPr>
      <w:spacing w:after="60"/>
      <w:jc w:val="center"/>
      <w:outlineLvl w:val="1"/>
    </w:pPr>
    <w:rPr>
      <w:rFonts w:ascii="Cambria" w:eastAsia="SimSun" w:hAnsi="Cambria"/>
      <w:sz w:val="24"/>
      <w:szCs w:val="24"/>
    </w:rPr>
  </w:style>
  <w:style w:type="character" w:customStyle="1" w:styleId="SubtitleChar">
    <w:name w:val="Subtitle Char"/>
    <w:link w:val="Subtitle"/>
    <w:rsid w:val="00312543"/>
    <w:rPr>
      <w:rFonts w:ascii="Cambria" w:eastAsia="SimSun" w:hAnsi="Cambria" w:cs="Times New Roman"/>
      <w:sz w:val="24"/>
      <w:szCs w:val="24"/>
      <w:lang w:eastAsia="en-US"/>
    </w:rPr>
  </w:style>
  <w:style w:type="table" w:customStyle="1" w:styleId="AATable">
    <w:name w:val="AA_Table"/>
    <w:basedOn w:val="TableNormal"/>
    <w:semiHidden/>
    <w:rsid w:val="003A77F1"/>
    <w:tblPr>
      <w:tblStyleRowBandSize w:val="1"/>
      <w:tblStyleColBandSize w:val="1"/>
      <w:jc w:val="right"/>
      <w:tblInd w:w="0" w:type="dxa"/>
      <w:tblCellMar>
        <w:top w:w="0" w:type="dxa"/>
        <w:left w:w="108" w:type="dxa"/>
        <w:bottom w:w="0" w:type="dxa"/>
        <w:right w:w="108" w:type="dxa"/>
      </w:tblCellMar>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160D74"/>
    <w:pPr>
      <w:keepNext/>
      <w:keepLines/>
      <w:suppressAutoHyphens/>
      <w:ind w:right="5103"/>
    </w:pPr>
    <w:rPr>
      <w:b/>
      <w:lang w:val="en-GB"/>
    </w:rPr>
  </w:style>
  <w:style w:type="paragraph" w:customStyle="1" w:styleId="AATitle2">
    <w:name w:val="AA_Title2"/>
    <w:basedOn w:val="AATitle"/>
    <w:rsid w:val="00160D74"/>
    <w:pPr>
      <w:tabs>
        <w:tab w:val="clear" w:pos="4082"/>
      </w:tabs>
      <w:spacing w:before="120" w:after="120"/>
      <w:ind w:right="4536"/>
    </w:pPr>
  </w:style>
  <w:style w:type="paragraph" w:customStyle="1" w:styleId="BBTitle">
    <w:name w:val="BB_Title"/>
    <w:basedOn w:val="Normalpool"/>
    <w:link w:val="BBTitleChar"/>
    <w:rsid w:val="00160D74"/>
    <w:pPr>
      <w:keepNext/>
      <w:keepLines/>
      <w:suppressAutoHyphens/>
      <w:spacing w:before="320" w:after="240"/>
      <w:ind w:left="1247" w:right="567"/>
    </w:pPr>
    <w:rPr>
      <w:b/>
      <w:sz w:val="28"/>
      <w:szCs w:val="28"/>
      <w:lang w:val="en-GB"/>
    </w:rPr>
  </w:style>
  <w:style w:type="paragraph" w:styleId="Footer">
    <w:name w:val="footer"/>
    <w:basedOn w:val="Normal"/>
    <w:semiHidden/>
    <w:rsid w:val="00821395"/>
    <w:pPr>
      <w:tabs>
        <w:tab w:val="center" w:pos="4320"/>
        <w:tab w:val="right" w:pos="8640"/>
      </w:tabs>
      <w:spacing w:before="60" w:after="120"/>
    </w:pPr>
    <w:rPr>
      <w:sz w:val="18"/>
    </w:rPr>
  </w:style>
  <w:style w:type="paragraph" w:styleId="Header">
    <w:name w:val="header"/>
    <w:basedOn w:val="Normal"/>
    <w:semiHidden/>
    <w:rsid w:val="000D694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Hyperlink">
    <w:name w:val="Hyperlink"/>
    <w:semiHidden/>
    <w:rsid w:val="000D6941"/>
    <w:rPr>
      <w:rFonts w:ascii="Times New Roman" w:hAnsi="Times New Roman"/>
      <w:color w:val="auto"/>
      <w:sz w:val="20"/>
      <w:szCs w:val="20"/>
      <w:u w:val="none"/>
      <w:lang w:val="fr-FR"/>
    </w:rPr>
  </w:style>
  <w:style w:type="numbering" w:customStyle="1" w:styleId="Normallist">
    <w:name w:val="Normal_list"/>
    <w:basedOn w:val="NoList"/>
    <w:rsid w:val="003A77F1"/>
    <w:pPr>
      <w:numPr>
        <w:numId w:val="1"/>
      </w:numPr>
    </w:pPr>
  </w:style>
  <w:style w:type="paragraph" w:customStyle="1" w:styleId="NormalNonumber">
    <w:name w:val="Normal_No_number"/>
    <w:basedOn w:val="Normalpool"/>
    <w:rsid w:val="00160D74"/>
    <w:pPr>
      <w:spacing w:after="120"/>
      <w:ind w:left="1247"/>
    </w:pPr>
    <w:rPr>
      <w:lang w:val="en-GB"/>
    </w:rPr>
  </w:style>
  <w:style w:type="paragraph" w:customStyle="1" w:styleId="Normalnumber">
    <w:name w:val="Normal_number"/>
    <w:basedOn w:val="Normalpool"/>
    <w:rsid w:val="000832C7"/>
    <w:pPr>
      <w:numPr>
        <w:numId w:val="5"/>
      </w:numPr>
      <w:tabs>
        <w:tab w:val="clear" w:pos="1247"/>
        <w:tab w:val="clear" w:pos="1814"/>
        <w:tab w:val="clear" w:pos="2381"/>
        <w:tab w:val="clear" w:pos="2948"/>
        <w:tab w:val="clear" w:pos="3515"/>
        <w:tab w:val="clear" w:pos="4082"/>
        <w:tab w:val="left" w:pos="624"/>
      </w:tabs>
      <w:spacing w:after="120"/>
    </w:pPr>
    <w:rPr>
      <w:lang w:val="en-GB"/>
    </w:rPr>
  </w:style>
  <w:style w:type="paragraph" w:customStyle="1" w:styleId="Titletable">
    <w:name w:val="Title_table"/>
    <w:basedOn w:val="Normalpool"/>
    <w:rsid w:val="00160D74"/>
    <w:pPr>
      <w:keepNext/>
      <w:keepLines/>
      <w:suppressAutoHyphens/>
      <w:spacing w:after="60"/>
      <w:ind w:left="1247"/>
    </w:pPr>
    <w:rPr>
      <w:b/>
      <w:bCs/>
      <w:lang w:val="en-GB"/>
    </w:rPr>
  </w:style>
  <w:style w:type="paragraph" w:styleId="TOC1">
    <w:name w:val="toc 1"/>
    <w:basedOn w:val="Normalpool"/>
    <w:next w:val="Normalpool"/>
    <w:rsid w:val="000D6941"/>
    <w:pPr>
      <w:tabs>
        <w:tab w:val="clear" w:pos="2381"/>
        <w:tab w:val="clear" w:pos="2948"/>
        <w:tab w:val="clear" w:pos="3515"/>
        <w:tab w:val="clear" w:pos="4082"/>
        <w:tab w:val="right" w:leader="dot" w:pos="9486"/>
      </w:tabs>
      <w:spacing w:before="240"/>
      <w:ind w:left="1814" w:hanging="567"/>
    </w:pPr>
    <w:rPr>
      <w:bCs/>
    </w:rPr>
  </w:style>
  <w:style w:type="paragraph" w:styleId="TOC2">
    <w:name w:val="toc 2"/>
    <w:basedOn w:val="Normalpool"/>
    <w:next w:val="Normalpool"/>
    <w:rsid w:val="000D6941"/>
    <w:pPr>
      <w:tabs>
        <w:tab w:val="clear" w:pos="1814"/>
        <w:tab w:val="clear" w:pos="2948"/>
        <w:tab w:val="clear" w:pos="3515"/>
        <w:tab w:val="clear" w:pos="4082"/>
        <w:tab w:val="right" w:leader="dot" w:pos="9486"/>
      </w:tabs>
      <w:ind w:left="2381" w:hanging="567"/>
    </w:pPr>
  </w:style>
  <w:style w:type="paragraph" w:styleId="TOC3">
    <w:name w:val="toc 3"/>
    <w:basedOn w:val="Normalpool"/>
    <w:next w:val="Normalpool"/>
    <w:rsid w:val="000D6941"/>
    <w:pPr>
      <w:tabs>
        <w:tab w:val="clear" w:pos="1814"/>
        <w:tab w:val="clear" w:pos="2381"/>
        <w:tab w:val="clear" w:pos="2948"/>
        <w:tab w:val="clear" w:pos="3515"/>
        <w:tab w:val="right" w:leader="dot" w:pos="9486"/>
      </w:tabs>
      <w:ind w:left="2948" w:hanging="567"/>
    </w:pPr>
    <w:rPr>
      <w:iCs/>
    </w:rPr>
  </w:style>
  <w:style w:type="paragraph" w:styleId="TOC4">
    <w:name w:val="toc 4"/>
    <w:basedOn w:val="Normalpool"/>
    <w:next w:val="Normalpool"/>
    <w:rsid w:val="000D6941"/>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
    <w:next w:val="Normal"/>
    <w:autoRedefine/>
    <w:semiHidden/>
    <w:rsid w:val="000D6941"/>
    <w:pPr>
      <w:tabs>
        <w:tab w:val="clear" w:pos="1814"/>
        <w:tab w:val="clear" w:pos="2381"/>
        <w:tab w:val="clear" w:pos="2948"/>
        <w:tab w:val="clear" w:pos="3515"/>
      </w:tabs>
      <w:ind w:left="800"/>
    </w:pPr>
    <w:rPr>
      <w:sz w:val="18"/>
      <w:szCs w:val="18"/>
    </w:rPr>
  </w:style>
  <w:style w:type="paragraph" w:customStyle="1" w:styleId="ZZAnxheader">
    <w:name w:val="ZZ_Anx_header"/>
    <w:basedOn w:val="Normalpool"/>
    <w:link w:val="ZZAnxheaderChar"/>
    <w:rsid w:val="00160D74"/>
    <w:rPr>
      <w:b/>
      <w:bCs/>
      <w:sz w:val="28"/>
      <w:szCs w:val="22"/>
      <w:lang w:val="en-GB"/>
    </w:rPr>
  </w:style>
  <w:style w:type="paragraph" w:customStyle="1" w:styleId="ZZAnxtitle">
    <w:name w:val="ZZ_Anx_title"/>
    <w:basedOn w:val="Normalpool"/>
    <w:link w:val="ZZAnxtitleChar"/>
    <w:rsid w:val="00160D74"/>
    <w:pPr>
      <w:spacing w:before="360" w:after="120"/>
      <w:ind w:left="1247"/>
    </w:pPr>
    <w:rPr>
      <w:b/>
      <w:bCs/>
      <w:sz w:val="28"/>
      <w:szCs w:val="26"/>
      <w:lang w:val="en-GB"/>
    </w:rPr>
  </w:style>
  <w:style w:type="paragraph" w:styleId="Revision">
    <w:name w:val="Revision"/>
    <w:hidden/>
    <w:uiPriority w:val="99"/>
    <w:semiHidden/>
    <w:rsid w:val="00255632"/>
    <w:rPr>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note text"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2E4E"/>
    <w:pPr>
      <w:tabs>
        <w:tab w:val="left" w:pos="1247"/>
        <w:tab w:val="left" w:pos="1814"/>
        <w:tab w:val="left" w:pos="2381"/>
        <w:tab w:val="left" w:pos="2948"/>
        <w:tab w:val="left" w:pos="3515"/>
      </w:tabs>
    </w:pPr>
    <w:rPr>
      <w:lang w:eastAsia="en-US"/>
    </w:rPr>
  </w:style>
  <w:style w:type="paragraph" w:styleId="Heading1">
    <w:name w:val="heading 1"/>
    <w:basedOn w:val="Normal"/>
    <w:next w:val="Normalnumber"/>
    <w:qFormat/>
    <w:rsid w:val="000D6941"/>
    <w:pPr>
      <w:keepNext/>
      <w:spacing w:before="240" w:after="120"/>
      <w:ind w:left="1247" w:hanging="680"/>
      <w:outlineLvl w:val="0"/>
    </w:pPr>
    <w:rPr>
      <w:b/>
      <w:sz w:val="28"/>
    </w:rPr>
  </w:style>
  <w:style w:type="paragraph" w:styleId="Heading2">
    <w:name w:val="heading 2"/>
    <w:basedOn w:val="Normal"/>
    <w:next w:val="Normalnumber"/>
    <w:qFormat/>
    <w:rsid w:val="000D6941"/>
    <w:pPr>
      <w:keepNext/>
      <w:spacing w:before="240" w:after="120"/>
      <w:ind w:left="1247" w:hanging="680"/>
      <w:outlineLvl w:val="1"/>
    </w:pPr>
    <w:rPr>
      <w:b/>
      <w:sz w:val="24"/>
      <w:szCs w:val="24"/>
    </w:rPr>
  </w:style>
  <w:style w:type="paragraph" w:styleId="Heading3">
    <w:name w:val="heading 3"/>
    <w:basedOn w:val="Normal"/>
    <w:next w:val="Normalnumber"/>
    <w:qFormat/>
    <w:rsid w:val="000D6941"/>
    <w:pPr>
      <w:spacing w:after="120"/>
      <w:ind w:left="1247" w:hanging="680"/>
      <w:outlineLvl w:val="2"/>
    </w:pPr>
    <w:rPr>
      <w:b/>
    </w:rPr>
  </w:style>
  <w:style w:type="paragraph" w:styleId="Heading4">
    <w:name w:val="heading 4"/>
    <w:basedOn w:val="Heading3"/>
    <w:next w:val="Normalnumber"/>
    <w:qFormat/>
    <w:rsid w:val="000D6941"/>
    <w:pPr>
      <w:keepNext/>
      <w:outlineLvl w:val="3"/>
    </w:pPr>
  </w:style>
  <w:style w:type="paragraph" w:styleId="Heading5">
    <w:name w:val="heading 5"/>
    <w:basedOn w:val="Normal"/>
    <w:next w:val="Normal"/>
    <w:qFormat/>
    <w:rsid w:val="000D6941"/>
    <w:pPr>
      <w:keepNext/>
      <w:outlineLvl w:val="4"/>
    </w:pPr>
    <w:rPr>
      <w:rFonts w:ascii="Univers" w:hAnsi="Univers"/>
      <w:b/>
      <w:sz w:val="24"/>
    </w:rPr>
  </w:style>
  <w:style w:type="paragraph" w:styleId="Heading6">
    <w:name w:val="heading 6"/>
    <w:basedOn w:val="Normal"/>
    <w:next w:val="Normal"/>
    <w:qFormat/>
    <w:rsid w:val="000D6941"/>
    <w:pPr>
      <w:keepNext/>
      <w:ind w:left="578"/>
      <w:outlineLvl w:val="5"/>
    </w:pPr>
    <w:rPr>
      <w:b/>
      <w:bCs/>
      <w:sz w:val="24"/>
    </w:rPr>
  </w:style>
  <w:style w:type="paragraph" w:styleId="Heading7">
    <w:name w:val="heading 7"/>
    <w:basedOn w:val="Normal"/>
    <w:next w:val="Normal"/>
    <w:qFormat/>
    <w:rsid w:val="000D6941"/>
    <w:pPr>
      <w:keepNext/>
      <w:widowControl w:val="0"/>
      <w:jc w:val="center"/>
      <w:outlineLvl w:val="6"/>
    </w:pPr>
    <w:rPr>
      <w:snapToGrid w:val="0"/>
      <w:u w:val="single"/>
      <w:lang w:val="en-US"/>
    </w:rPr>
  </w:style>
  <w:style w:type="paragraph" w:styleId="Heading8">
    <w:name w:val="heading 8"/>
    <w:basedOn w:val="Normal"/>
    <w:next w:val="Normal"/>
    <w:qFormat/>
    <w:rsid w:val="000D6941"/>
    <w:pPr>
      <w:keepNext/>
      <w:widowControl w:val="0"/>
      <w:numPr>
        <w:numId w:val="2"/>
      </w:numPr>
      <w:tabs>
        <w:tab w:val="left" w:pos="-1440"/>
        <w:tab w:val="left" w:pos="-720"/>
      </w:tabs>
      <w:suppressAutoHyphens/>
      <w:jc w:val="center"/>
      <w:outlineLvl w:val="7"/>
    </w:pPr>
    <w:rPr>
      <w:snapToGrid w:val="0"/>
      <w:u w:val="single"/>
      <w:lang w:val="en-US"/>
    </w:rPr>
  </w:style>
  <w:style w:type="paragraph" w:styleId="Heading9">
    <w:name w:val="heading 9"/>
    <w:basedOn w:val="Normal"/>
    <w:next w:val="Normal"/>
    <w:qFormat/>
    <w:rsid w:val="000D6941"/>
    <w:pPr>
      <w:keepNext/>
      <w:widowControl w:val="0"/>
      <w:numPr>
        <w:numId w:val="3"/>
      </w:numPr>
      <w:suppressAutoHyphens/>
      <w:jc w:val="center"/>
      <w:outlineLvl w:val="8"/>
    </w:pPr>
    <w:rPr>
      <w:snapToGrid w:val="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semiHidden/>
    <w:rsid w:val="000D6941"/>
    <w:rPr>
      <w:rFonts w:ascii="Times New Roman" w:hAnsi="Times New Roman"/>
      <w:b/>
      <w:sz w:val="18"/>
    </w:rPr>
  </w:style>
  <w:style w:type="table" w:customStyle="1" w:styleId="Tabledocright">
    <w:name w:val="Table_doc_right"/>
    <w:basedOn w:val="TableNormal"/>
    <w:rsid w:val="003A77F1"/>
    <w:pPr>
      <w:spacing w:before="40" w:after="40"/>
    </w:pPr>
    <w:rPr>
      <w:sz w:val="18"/>
      <w:szCs w:val="18"/>
    </w:rPr>
    <w:tblPr>
      <w:jc w:val="righ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0D6941"/>
    <w:pPr>
      <w:tabs>
        <w:tab w:val="clear" w:pos="1814"/>
        <w:tab w:val="clear" w:pos="2381"/>
        <w:tab w:val="clear" w:pos="2948"/>
        <w:tab w:val="clear" w:pos="3515"/>
      </w:tabs>
      <w:ind w:left="1000"/>
    </w:pPr>
    <w:rPr>
      <w:sz w:val="18"/>
      <w:szCs w:val="18"/>
    </w:rPr>
  </w:style>
  <w:style w:type="paragraph" w:styleId="TOC7">
    <w:name w:val="toc 7"/>
    <w:basedOn w:val="Normal"/>
    <w:next w:val="Normal"/>
    <w:autoRedefine/>
    <w:semiHidden/>
    <w:rsid w:val="000D6941"/>
    <w:pPr>
      <w:tabs>
        <w:tab w:val="clear" w:pos="1814"/>
        <w:tab w:val="clear" w:pos="2381"/>
        <w:tab w:val="clear" w:pos="2948"/>
        <w:tab w:val="clear" w:pos="3515"/>
      </w:tabs>
      <w:ind w:left="1200"/>
    </w:pPr>
    <w:rPr>
      <w:sz w:val="18"/>
      <w:szCs w:val="18"/>
    </w:rPr>
  </w:style>
  <w:style w:type="paragraph" w:styleId="TOC8">
    <w:name w:val="toc 8"/>
    <w:basedOn w:val="Normal"/>
    <w:next w:val="Normal"/>
    <w:autoRedefine/>
    <w:semiHidden/>
    <w:rsid w:val="000D6941"/>
    <w:pPr>
      <w:tabs>
        <w:tab w:val="clear" w:pos="1814"/>
        <w:tab w:val="clear" w:pos="2381"/>
        <w:tab w:val="clear" w:pos="2948"/>
        <w:tab w:val="clear" w:pos="3515"/>
      </w:tabs>
      <w:ind w:left="1400"/>
    </w:pPr>
    <w:rPr>
      <w:sz w:val="18"/>
      <w:szCs w:val="18"/>
    </w:rPr>
  </w:style>
  <w:style w:type="paragraph" w:styleId="TOC9">
    <w:name w:val="toc 9"/>
    <w:basedOn w:val="Normal"/>
    <w:next w:val="Normal"/>
    <w:autoRedefine/>
    <w:semiHidden/>
    <w:rsid w:val="000D6941"/>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3A77F1"/>
    <w:rPr>
      <w:bCs w:val="0"/>
    </w:rPr>
  </w:style>
  <w:style w:type="paragraph" w:styleId="TableofFigures">
    <w:name w:val="table of figures"/>
    <w:basedOn w:val="Normal"/>
    <w:next w:val="Normal"/>
    <w:autoRedefine/>
    <w:semiHidden/>
    <w:rsid w:val="000D6941"/>
    <w:pPr>
      <w:tabs>
        <w:tab w:val="clear" w:pos="1814"/>
        <w:tab w:val="clear" w:pos="2381"/>
        <w:tab w:val="clear" w:pos="2948"/>
        <w:tab w:val="clear" w:pos="3515"/>
      </w:tabs>
      <w:ind w:left="1814" w:hanging="567"/>
    </w:pPr>
  </w:style>
  <w:style w:type="paragraph" w:customStyle="1" w:styleId="CH1">
    <w:name w:val="CH1"/>
    <w:basedOn w:val="Normalpool"/>
    <w:next w:val="CH2"/>
    <w:rsid w:val="00160D74"/>
    <w:pPr>
      <w:keepNext/>
      <w:keepLines/>
      <w:tabs>
        <w:tab w:val="right" w:pos="851"/>
      </w:tabs>
      <w:suppressAutoHyphens/>
      <w:spacing w:before="240" w:after="120"/>
      <w:ind w:left="1247" w:right="284" w:hanging="1247"/>
    </w:pPr>
    <w:rPr>
      <w:b/>
      <w:sz w:val="28"/>
      <w:szCs w:val="28"/>
      <w:lang w:val="en-GB"/>
    </w:rPr>
  </w:style>
  <w:style w:type="paragraph" w:customStyle="1" w:styleId="CH2">
    <w:name w:val="CH2"/>
    <w:basedOn w:val="Normalpool"/>
    <w:next w:val="Normalnumber"/>
    <w:link w:val="CH2Char"/>
    <w:rsid w:val="00160D74"/>
    <w:pPr>
      <w:keepNext/>
      <w:keepLines/>
      <w:tabs>
        <w:tab w:val="right" w:pos="851"/>
      </w:tabs>
      <w:suppressAutoHyphens/>
      <w:spacing w:before="80" w:after="120"/>
      <w:ind w:left="1247" w:right="284" w:hanging="1247"/>
    </w:pPr>
    <w:rPr>
      <w:b/>
      <w:sz w:val="24"/>
      <w:szCs w:val="24"/>
      <w:lang w:val="en-GB"/>
    </w:rPr>
  </w:style>
  <w:style w:type="paragraph" w:customStyle="1" w:styleId="CH3">
    <w:name w:val="CH3"/>
    <w:basedOn w:val="Normalpool"/>
    <w:next w:val="Normalnumber"/>
    <w:link w:val="CH3Char"/>
    <w:rsid w:val="00160D74"/>
    <w:pPr>
      <w:keepNext/>
      <w:keepLines/>
      <w:tabs>
        <w:tab w:val="right" w:pos="851"/>
      </w:tabs>
      <w:suppressAutoHyphens/>
      <w:spacing w:after="120"/>
      <w:ind w:left="1247" w:right="284" w:hanging="1247"/>
    </w:pPr>
    <w:rPr>
      <w:b/>
      <w:lang w:val="en-GB"/>
    </w:rPr>
  </w:style>
  <w:style w:type="paragraph" w:customStyle="1" w:styleId="CH4">
    <w:name w:val="CH4"/>
    <w:basedOn w:val="Normalpool"/>
    <w:next w:val="Normalnumber"/>
    <w:rsid w:val="00160D74"/>
    <w:pPr>
      <w:keepNext/>
      <w:keepLines/>
      <w:tabs>
        <w:tab w:val="right" w:pos="851"/>
      </w:tabs>
      <w:suppressAutoHyphens/>
      <w:spacing w:after="120"/>
      <w:ind w:left="1247" w:right="284" w:hanging="1247"/>
    </w:pPr>
    <w:rPr>
      <w:b/>
      <w:lang w:val="en-GB"/>
    </w:rPr>
  </w:style>
  <w:style w:type="table" w:customStyle="1" w:styleId="Footertable">
    <w:name w:val="Footer_table"/>
    <w:basedOn w:val="TableNormal"/>
    <w:semiHidden/>
    <w:rsid w:val="003A77F1"/>
    <w:rPr>
      <w:rFonts w:ascii="Arial" w:hAnsi="Arial"/>
      <w:sz w:val="16"/>
    </w:rPr>
    <w:tblPr>
      <w:jc w:val="right"/>
      <w:tblInd w:w="0" w:type="dxa"/>
      <w:tblBorders>
        <w:top w:val="double" w:sz="4" w:space="0" w:color="auto"/>
        <w:left w:val="double" w:sz="4" w:space="0" w:color="auto"/>
        <w:bottom w:val="double" w:sz="4" w:space="0" w:color="auto"/>
        <w:right w:val="double" w:sz="4" w:space="0" w:color="auto"/>
      </w:tblBorders>
      <w:tblCellMar>
        <w:top w:w="0" w:type="dxa"/>
        <w:left w:w="108" w:type="dxa"/>
        <w:bottom w:w="0" w:type="dxa"/>
        <w:right w:w="108" w:type="dxa"/>
      </w:tblCellMar>
    </w:tblPr>
    <w:trPr>
      <w:jc w:val="right"/>
    </w:trPr>
    <w:tcPr>
      <w:tcMar>
        <w:top w:w="28" w:type="dxa"/>
        <w:bottom w:w="28" w:type="dxa"/>
      </w:tcMar>
    </w:tcPr>
  </w:style>
  <w:style w:type="paragraph" w:customStyle="1" w:styleId="CH5">
    <w:name w:val="CH5"/>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Footerpool">
    <w:name w:val="Footer_pool"/>
    <w:basedOn w:val="Normal"/>
    <w:next w:val="Normal"/>
    <w:semiHidden/>
    <w:rsid w:val="003A77F1"/>
    <w:pPr>
      <w:tabs>
        <w:tab w:val="left" w:pos="4321"/>
        <w:tab w:val="right" w:pos="8641"/>
      </w:tabs>
      <w:spacing w:before="60" w:after="120"/>
    </w:pPr>
    <w:rPr>
      <w:b/>
      <w:sz w:val="18"/>
    </w:rPr>
  </w:style>
  <w:style w:type="paragraph" w:customStyle="1" w:styleId="Headerpool">
    <w:name w:val="Header_pool"/>
    <w:basedOn w:val="Normal"/>
    <w:next w:val="Normal"/>
    <w:semiHidden/>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_pool"/>
    <w:semiHidden/>
    <w:rsid w:val="003A77F1"/>
    <w:pPr>
      <w:tabs>
        <w:tab w:val="left" w:pos="1247"/>
        <w:tab w:val="left" w:pos="1814"/>
        <w:tab w:val="left" w:pos="2381"/>
        <w:tab w:val="left" w:pos="2948"/>
        <w:tab w:val="left" w:pos="3515"/>
        <w:tab w:val="left" w:pos="4082"/>
      </w:tabs>
    </w:pPr>
    <w:rPr>
      <w:lang w:val="fr-FR" w:eastAsia="en-US"/>
    </w:rPr>
  </w:style>
  <w:style w:type="paragraph" w:customStyle="1" w:styleId="Footer-pool">
    <w:name w:val="Footer-pool"/>
    <w:basedOn w:val="Normal-pool"/>
    <w:next w:val="Normal-pool"/>
    <w:rsid w:val="003A77F1"/>
    <w:pPr>
      <w:tabs>
        <w:tab w:val="left" w:pos="4321"/>
        <w:tab w:val="right" w:pos="8641"/>
      </w:tabs>
      <w:spacing w:before="60" w:after="120"/>
    </w:pPr>
    <w:rPr>
      <w:b/>
      <w:sz w:val="18"/>
    </w:rPr>
  </w:style>
  <w:style w:type="paragraph" w:customStyle="1" w:styleId="Header-pool">
    <w:name w:val="Header-pool"/>
    <w:basedOn w:val="Normal-pool"/>
    <w:next w:val="Normal-pool"/>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rsid w:val="00160D74"/>
    <w:pPr>
      <w:tabs>
        <w:tab w:val="left" w:pos="1247"/>
        <w:tab w:val="left" w:pos="1814"/>
        <w:tab w:val="left" w:pos="2381"/>
        <w:tab w:val="left" w:pos="2948"/>
        <w:tab w:val="left" w:pos="3515"/>
        <w:tab w:val="left" w:pos="4082"/>
      </w:tabs>
    </w:pPr>
    <w:rPr>
      <w:lang w:eastAsia="en-US"/>
    </w:rPr>
  </w:style>
  <w:style w:type="character" w:styleId="FootnoteReference">
    <w:name w:val="footnote reference"/>
    <w:aliases w:val="16 Point,Superscript 6 Point,ftref,(Ref. de nota al pie),number,SUPERS,Footnote Reference Superscript"/>
    <w:semiHidden/>
    <w:rsid w:val="000D6941"/>
    <w:rPr>
      <w:rFonts w:ascii="Times New Roman" w:hAnsi="Times New Roman"/>
      <w:color w:val="auto"/>
      <w:sz w:val="20"/>
      <w:szCs w:val="18"/>
      <w:vertAlign w:val="superscript"/>
    </w:rPr>
  </w:style>
  <w:style w:type="paragraph" w:styleId="FootnoteText">
    <w:name w:val="footnote text"/>
    <w:aliases w:val="DNV-FT,Geneva 9,Font: Geneva 9,Boston 10,f,footnote3,text,Geneva,92,Font:,Boston,10,FOOTNOTES,fn,single space,Footnote Text Rail EIS,ft,Footnotes,Footnote ak,fn cafc,Footnotes Char Char,Footnote Text Char Char,fn Char Char,footnote text"/>
    <w:basedOn w:val="Normalpool"/>
    <w:link w:val="FootnoteTextChar"/>
    <w:uiPriority w:val="99"/>
    <w:rsid w:val="000D6941"/>
    <w:pPr>
      <w:spacing w:before="20" w:after="40"/>
      <w:ind w:left="1247"/>
    </w:pPr>
    <w:rPr>
      <w:sz w:val="18"/>
    </w:rPr>
  </w:style>
  <w:style w:type="character" w:styleId="CommentReference">
    <w:name w:val="annotation reference"/>
    <w:rsid w:val="003929B8"/>
    <w:rPr>
      <w:sz w:val="16"/>
      <w:szCs w:val="16"/>
    </w:rPr>
  </w:style>
  <w:style w:type="paragraph" w:styleId="CommentText">
    <w:name w:val="annotation text"/>
    <w:basedOn w:val="Normal"/>
    <w:link w:val="CommentTextChar"/>
    <w:rsid w:val="003929B8"/>
  </w:style>
  <w:style w:type="character" w:customStyle="1" w:styleId="CommentTextChar">
    <w:name w:val="Comment Text Char"/>
    <w:link w:val="CommentText"/>
    <w:rsid w:val="003929B8"/>
    <w:rPr>
      <w:lang w:eastAsia="en-US"/>
    </w:rPr>
  </w:style>
  <w:style w:type="paragraph" w:styleId="CommentSubject">
    <w:name w:val="annotation subject"/>
    <w:basedOn w:val="CommentText"/>
    <w:next w:val="CommentText"/>
    <w:link w:val="CommentSubjectChar"/>
    <w:rsid w:val="003929B8"/>
    <w:rPr>
      <w:b/>
      <w:bCs/>
    </w:rPr>
  </w:style>
  <w:style w:type="character" w:customStyle="1" w:styleId="CommentSubjectChar">
    <w:name w:val="Comment Subject Char"/>
    <w:link w:val="CommentSubject"/>
    <w:rsid w:val="003929B8"/>
    <w:rPr>
      <w:b/>
      <w:bCs/>
      <w:lang w:eastAsia="en-US"/>
    </w:rPr>
  </w:style>
  <w:style w:type="paragraph" w:styleId="BalloonText">
    <w:name w:val="Balloon Text"/>
    <w:basedOn w:val="Normal"/>
    <w:link w:val="BalloonTextChar"/>
    <w:rsid w:val="003929B8"/>
    <w:rPr>
      <w:rFonts w:ascii="Tahoma" w:hAnsi="Tahoma" w:cs="Tahoma"/>
      <w:sz w:val="16"/>
      <w:szCs w:val="16"/>
    </w:rPr>
  </w:style>
  <w:style w:type="character" w:customStyle="1" w:styleId="BalloonTextChar">
    <w:name w:val="Balloon Text Char"/>
    <w:link w:val="BalloonText"/>
    <w:rsid w:val="003929B8"/>
    <w:rPr>
      <w:rFonts w:ascii="Tahoma" w:hAnsi="Tahoma" w:cs="Tahoma"/>
      <w:sz w:val="16"/>
      <w:szCs w:val="16"/>
      <w:lang w:eastAsia="en-US"/>
    </w:rPr>
  </w:style>
  <w:style w:type="character" w:customStyle="1" w:styleId="FootnoteTextChar">
    <w:name w:val="Footnote Text Char"/>
    <w:aliases w:val="DNV-FT Char,Geneva 9 Char,Font: Geneva 9 Char,Boston 10 Char,f Char,footnote3 Char,text Char,Geneva Char,92 Char,Font: Char,Boston Char,10 Char,FOOTNOTES Char,fn Char,single space Char,Footnote Text Rail EIS Char,ft Char,fn cafc Char"/>
    <w:link w:val="FootnoteText"/>
    <w:uiPriority w:val="99"/>
    <w:locked/>
    <w:rsid w:val="0014293F"/>
    <w:rPr>
      <w:sz w:val="18"/>
      <w:lang w:val="fr-FR" w:eastAsia="en-US"/>
    </w:rPr>
  </w:style>
  <w:style w:type="table" w:styleId="TableGrid">
    <w:name w:val="Table Grid"/>
    <w:basedOn w:val="TableNormal"/>
    <w:rsid w:val="00E976A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4A24F9"/>
    <w:pPr>
      <w:ind w:left="720"/>
    </w:pPr>
  </w:style>
  <w:style w:type="character" w:customStyle="1" w:styleId="BBTitleChar">
    <w:name w:val="BB_Title Char"/>
    <w:link w:val="BBTitle"/>
    <w:rsid w:val="00312543"/>
    <w:rPr>
      <w:b/>
      <w:sz w:val="28"/>
      <w:szCs w:val="28"/>
      <w:lang w:eastAsia="en-US"/>
    </w:rPr>
  </w:style>
  <w:style w:type="character" w:customStyle="1" w:styleId="CH2Char">
    <w:name w:val="CH2 Char"/>
    <w:link w:val="CH2"/>
    <w:rsid w:val="00312543"/>
    <w:rPr>
      <w:b/>
      <w:sz w:val="24"/>
      <w:szCs w:val="24"/>
      <w:lang w:eastAsia="en-US"/>
    </w:rPr>
  </w:style>
  <w:style w:type="character" w:customStyle="1" w:styleId="CH3Char">
    <w:name w:val="CH3 Char"/>
    <w:link w:val="CH3"/>
    <w:rsid w:val="00312543"/>
    <w:rPr>
      <w:b/>
      <w:lang w:eastAsia="en-US"/>
    </w:rPr>
  </w:style>
  <w:style w:type="character" w:customStyle="1" w:styleId="ZZAnxtitleChar">
    <w:name w:val="ZZ_Anx_title Char"/>
    <w:link w:val="ZZAnxtitle"/>
    <w:rsid w:val="00312543"/>
    <w:rPr>
      <w:b/>
      <w:bCs/>
      <w:sz w:val="28"/>
      <w:szCs w:val="26"/>
      <w:lang w:eastAsia="en-US"/>
    </w:rPr>
  </w:style>
  <w:style w:type="paragraph" w:customStyle="1" w:styleId="Articleheading">
    <w:name w:val="Article heading"/>
    <w:basedOn w:val="Normal"/>
    <w:next w:val="Subtitle"/>
    <w:rsid w:val="00312543"/>
    <w:pPr>
      <w:numPr>
        <w:numId w:val="8"/>
      </w:numPr>
      <w:tabs>
        <w:tab w:val="clear" w:pos="567"/>
        <w:tab w:val="clear" w:pos="1247"/>
        <w:tab w:val="clear" w:pos="1814"/>
        <w:tab w:val="clear" w:pos="2381"/>
        <w:tab w:val="clear" w:pos="2948"/>
        <w:tab w:val="clear" w:pos="3515"/>
      </w:tabs>
      <w:spacing w:after="240"/>
      <w:ind w:left="720" w:firstLine="3600"/>
    </w:pPr>
    <w:rPr>
      <w:sz w:val="28"/>
      <w:szCs w:val="28"/>
    </w:rPr>
  </w:style>
  <w:style w:type="character" w:customStyle="1" w:styleId="ZZAnxheaderChar">
    <w:name w:val="ZZ_Anx_header Char"/>
    <w:link w:val="ZZAnxheader"/>
    <w:rsid w:val="00312543"/>
    <w:rPr>
      <w:b/>
      <w:bCs/>
      <w:sz w:val="28"/>
      <w:szCs w:val="22"/>
      <w:lang w:eastAsia="en-US"/>
    </w:rPr>
  </w:style>
  <w:style w:type="paragraph" w:styleId="Subtitle">
    <w:name w:val="Subtitle"/>
    <w:basedOn w:val="Normal"/>
    <w:next w:val="Normal"/>
    <w:link w:val="SubtitleChar"/>
    <w:qFormat/>
    <w:rsid w:val="00312543"/>
    <w:pPr>
      <w:spacing w:after="60"/>
      <w:jc w:val="center"/>
      <w:outlineLvl w:val="1"/>
    </w:pPr>
    <w:rPr>
      <w:rFonts w:ascii="Cambria" w:eastAsia="SimSun" w:hAnsi="Cambria"/>
      <w:sz w:val="24"/>
      <w:szCs w:val="24"/>
    </w:rPr>
  </w:style>
  <w:style w:type="character" w:customStyle="1" w:styleId="SubtitleChar">
    <w:name w:val="Subtitle Char"/>
    <w:link w:val="Subtitle"/>
    <w:rsid w:val="00312543"/>
    <w:rPr>
      <w:rFonts w:ascii="Cambria" w:eastAsia="SimSun" w:hAnsi="Cambria" w:cs="Times New Roman"/>
      <w:sz w:val="24"/>
      <w:szCs w:val="24"/>
      <w:lang w:eastAsia="en-US"/>
    </w:rPr>
  </w:style>
  <w:style w:type="table" w:customStyle="1" w:styleId="AATable">
    <w:name w:val="AA_Table"/>
    <w:basedOn w:val="TableNormal"/>
    <w:semiHidden/>
    <w:rsid w:val="003A77F1"/>
    <w:tblPr>
      <w:tblStyleRowBandSize w:val="1"/>
      <w:tblStyleColBandSize w:val="1"/>
      <w:jc w:val="right"/>
      <w:tblInd w:w="0" w:type="dxa"/>
      <w:tblCellMar>
        <w:top w:w="0" w:type="dxa"/>
        <w:left w:w="108" w:type="dxa"/>
        <w:bottom w:w="0" w:type="dxa"/>
        <w:right w:w="108" w:type="dxa"/>
      </w:tblCellMar>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160D74"/>
    <w:pPr>
      <w:keepNext/>
      <w:keepLines/>
      <w:suppressAutoHyphens/>
      <w:ind w:right="5103"/>
    </w:pPr>
    <w:rPr>
      <w:b/>
      <w:lang w:val="en-GB"/>
    </w:rPr>
  </w:style>
  <w:style w:type="paragraph" w:customStyle="1" w:styleId="AATitle2">
    <w:name w:val="AA_Title2"/>
    <w:basedOn w:val="AATitle"/>
    <w:rsid w:val="00160D74"/>
    <w:pPr>
      <w:tabs>
        <w:tab w:val="clear" w:pos="4082"/>
      </w:tabs>
      <w:spacing w:before="120" w:after="120"/>
      <w:ind w:right="4536"/>
    </w:pPr>
  </w:style>
  <w:style w:type="paragraph" w:customStyle="1" w:styleId="BBTitle">
    <w:name w:val="BB_Title"/>
    <w:basedOn w:val="Normalpool"/>
    <w:link w:val="BBTitleChar"/>
    <w:rsid w:val="00160D74"/>
    <w:pPr>
      <w:keepNext/>
      <w:keepLines/>
      <w:suppressAutoHyphens/>
      <w:spacing w:before="320" w:after="240"/>
      <w:ind w:left="1247" w:right="567"/>
    </w:pPr>
    <w:rPr>
      <w:b/>
      <w:sz w:val="28"/>
      <w:szCs w:val="28"/>
      <w:lang w:val="en-GB"/>
    </w:rPr>
  </w:style>
  <w:style w:type="paragraph" w:styleId="Footer">
    <w:name w:val="footer"/>
    <w:basedOn w:val="Normal"/>
    <w:semiHidden/>
    <w:rsid w:val="00821395"/>
    <w:pPr>
      <w:tabs>
        <w:tab w:val="center" w:pos="4320"/>
        <w:tab w:val="right" w:pos="8640"/>
      </w:tabs>
      <w:spacing w:before="60" w:after="120"/>
    </w:pPr>
    <w:rPr>
      <w:sz w:val="18"/>
    </w:rPr>
  </w:style>
  <w:style w:type="paragraph" w:styleId="Header">
    <w:name w:val="header"/>
    <w:basedOn w:val="Normal"/>
    <w:semiHidden/>
    <w:rsid w:val="000D694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Hyperlink">
    <w:name w:val="Hyperlink"/>
    <w:semiHidden/>
    <w:rsid w:val="000D6941"/>
    <w:rPr>
      <w:rFonts w:ascii="Times New Roman" w:hAnsi="Times New Roman"/>
      <w:color w:val="auto"/>
      <w:sz w:val="20"/>
      <w:szCs w:val="20"/>
      <w:u w:val="none"/>
      <w:lang w:val="fr-FR"/>
    </w:rPr>
  </w:style>
  <w:style w:type="numbering" w:customStyle="1" w:styleId="Normallist">
    <w:name w:val="Normal_list"/>
    <w:basedOn w:val="NoList"/>
    <w:rsid w:val="003A77F1"/>
    <w:pPr>
      <w:numPr>
        <w:numId w:val="1"/>
      </w:numPr>
    </w:pPr>
  </w:style>
  <w:style w:type="paragraph" w:customStyle="1" w:styleId="NormalNonumber">
    <w:name w:val="Normal_No_number"/>
    <w:basedOn w:val="Normalpool"/>
    <w:rsid w:val="00160D74"/>
    <w:pPr>
      <w:spacing w:after="120"/>
      <w:ind w:left="1247"/>
    </w:pPr>
    <w:rPr>
      <w:lang w:val="en-GB"/>
    </w:rPr>
  </w:style>
  <w:style w:type="paragraph" w:customStyle="1" w:styleId="Normalnumber">
    <w:name w:val="Normal_number"/>
    <w:basedOn w:val="Normalpool"/>
    <w:rsid w:val="000832C7"/>
    <w:pPr>
      <w:numPr>
        <w:numId w:val="5"/>
      </w:numPr>
      <w:tabs>
        <w:tab w:val="clear" w:pos="1247"/>
        <w:tab w:val="clear" w:pos="1814"/>
        <w:tab w:val="clear" w:pos="2381"/>
        <w:tab w:val="clear" w:pos="2948"/>
        <w:tab w:val="clear" w:pos="3515"/>
        <w:tab w:val="clear" w:pos="4082"/>
        <w:tab w:val="left" w:pos="624"/>
      </w:tabs>
      <w:spacing w:after="120"/>
    </w:pPr>
    <w:rPr>
      <w:lang w:val="en-GB"/>
    </w:rPr>
  </w:style>
  <w:style w:type="paragraph" w:customStyle="1" w:styleId="Titletable">
    <w:name w:val="Title_table"/>
    <w:basedOn w:val="Normalpool"/>
    <w:rsid w:val="00160D74"/>
    <w:pPr>
      <w:keepNext/>
      <w:keepLines/>
      <w:suppressAutoHyphens/>
      <w:spacing w:after="60"/>
      <w:ind w:left="1247"/>
    </w:pPr>
    <w:rPr>
      <w:b/>
      <w:bCs/>
      <w:lang w:val="en-GB"/>
    </w:rPr>
  </w:style>
  <w:style w:type="paragraph" w:styleId="TOC1">
    <w:name w:val="toc 1"/>
    <w:basedOn w:val="Normalpool"/>
    <w:next w:val="Normalpool"/>
    <w:rsid w:val="000D6941"/>
    <w:pPr>
      <w:tabs>
        <w:tab w:val="clear" w:pos="2381"/>
        <w:tab w:val="clear" w:pos="2948"/>
        <w:tab w:val="clear" w:pos="3515"/>
        <w:tab w:val="clear" w:pos="4082"/>
        <w:tab w:val="right" w:leader="dot" w:pos="9486"/>
      </w:tabs>
      <w:spacing w:before="240"/>
      <w:ind w:left="1814" w:hanging="567"/>
    </w:pPr>
    <w:rPr>
      <w:bCs/>
    </w:rPr>
  </w:style>
  <w:style w:type="paragraph" w:styleId="TOC2">
    <w:name w:val="toc 2"/>
    <w:basedOn w:val="Normalpool"/>
    <w:next w:val="Normalpool"/>
    <w:rsid w:val="000D6941"/>
    <w:pPr>
      <w:tabs>
        <w:tab w:val="clear" w:pos="1814"/>
        <w:tab w:val="clear" w:pos="2948"/>
        <w:tab w:val="clear" w:pos="3515"/>
        <w:tab w:val="clear" w:pos="4082"/>
        <w:tab w:val="right" w:leader="dot" w:pos="9486"/>
      </w:tabs>
      <w:ind w:left="2381" w:hanging="567"/>
    </w:pPr>
  </w:style>
  <w:style w:type="paragraph" w:styleId="TOC3">
    <w:name w:val="toc 3"/>
    <w:basedOn w:val="Normalpool"/>
    <w:next w:val="Normalpool"/>
    <w:rsid w:val="000D6941"/>
    <w:pPr>
      <w:tabs>
        <w:tab w:val="clear" w:pos="1814"/>
        <w:tab w:val="clear" w:pos="2381"/>
        <w:tab w:val="clear" w:pos="2948"/>
        <w:tab w:val="clear" w:pos="3515"/>
        <w:tab w:val="right" w:leader="dot" w:pos="9486"/>
      </w:tabs>
      <w:ind w:left="2948" w:hanging="567"/>
    </w:pPr>
    <w:rPr>
      <w:iCs/>
    </w:rPr>
  </w:style>
  <w:style w:type="paragraph" w:styleId="TOC4">
    <w:name w:val="toc 4"/>
    <w:basedOn w:val="Normalpool"/>
    <w:next w:val="Normalpool"/>
    <w:rsid w:val="000D6941"/>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
    <w:next w:val="Normal"/>
    <w:autoRedefine/>
    <w:semiHidden/>
    <w:rsid w:val="000D6941"/>
    <w:pPr>
      <w:tabs>
        <w:tab w:val="clear" w:pos="1814"/>
        <w:tab w:val="clear" w:pos="2381"/>
        <w:tab w:val="clear" w:pos="2948"/>
        <w:tab w:val="clear" w:pos="3515"/>
      </w:tabs>
      <w:ind w:left="800"/>
    </w:pPr>
    <w:rPr>
      <w:sz w:val="18"/>
      <w:szCs w:val="18"/>
    </w:rPr>
  </w:style>
  <w:style w:type="paragraph" w:customStyle="1" w:styleId="ZZAnxheader">
    <w:name w:val="ZZ_Anx_header"/>
    <w:basedOn w:val="Normalpool"/>
    <w:link w:val="ZZAnxheaderChar"/>
    <w:rsid w:val="00160D74"/>
    <w:rPr>
      <w:b/>
      <w:bCs/>
      <w:sz w:val="28"/>
      <w:szCs w:val="22"/>
      <w:lang w:val="en-GB"/>
    </w:rPr>
  </w:style>
  <w:style w:type="paragraph" w:customStyle="1" w:styleId="ZZAnxtitle">
    <w:name w:val="ZZ_Anx_title"/>
    <w:basedOn w:val="Normalpool"/>
    <w:link w:val="ZZAnxtitleChar"/>
    <w:rsid w:val="00160D74"/>
    <w:pPr>
      <w:spacing w:before="360" w:after="120"/>
      <w:ind w:left="1247"/>
    </w:pPr>
    <w:rPr>
      <w:b/>
      <w:bCs/>
      <w:sz w:val="28"/>
      <w:szCs w:val="26"/>
      <w:lang w:val="en-GB"/>
    </w:rPr>
  </w:style>
  <w:style w:type="paragraph" w:styleId="Revision">
    <w:name w:val="Revision"/>
    <w:hidden/>
    <w:uiPriority w:val="99"/>
    <w:semiHidden/>
    <w:rsid w:val="00255632"/>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300694670">
      <w:bodyDiv w:val="1"/>
      <w:marLeft w:val="0"/>
      <w:marRight w:val="0"/>
      <w:marTop w:val="0"/>
      <w:marBottom w:val="0"/>
      <w:divBdr>
        <w:top w:val="none" w:sz="0" w:space="0" w:color="auto"/>
        <w:left w:val="none" w:sz="0" w:space="0" w:color="auto"/>
        <w:bottom w:val="none" w:sz="0" w:space="0" w:color="auto"/>
        <w:right w:val="none" w:sz="0" w:space="0" w:color="auto"/>
      </w:divBdr>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 w:id="14946398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20" Type="http://schemas.microsoft.com/office/2011/relationships/commentsExtended" Target="commentsExtended.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0C4656-EF14-4E82-B076-25DD1A5148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F83CF664.dotm</Template>
  <TotalTime>5</TotalTime>
  <Pages>4</Pages>
  <Words>2770</Words>
  <Characters>14629</Characters>
  <Application>Microsoft Office Word</Application>
  <DocSecurity>0</DocSecurity>
  <Lines>121</Lines>
  <Paragraphs>34</Paragraphs>
  <ScaleCrop>false</ScaleCrop>
  <HeadingPairs>
    <vt:vector size="2" baseType="variant">
      <vt:variant>
        <vt:lpstr>Title</vt:lpstr>
      </vt:variant>
      <vt:variant>
        <vt:i4>1</vt:i4>
      </vt:variant>
    </vt:vector>
  </HeadingPairs>
  <TitlesOfParts>
    <vt:vector size="1" baseType="lpstr">
      <vt:lpstr>NATIONS UNIES</vt:lpstr>
    </vt:vector>
  </TitlesOfParts>
  <Company>unon</Company>
  <LinksUpToDate>false</LinksUpToDate>
  <CharactersWithSpaces>17365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NATIONS UNIES</dc:title>
  <dc:creator>Cynthia Mwanza</dc:creator>
  <cp:lastModifiedBy>Jane Mbau</cp:lastModifiedBy>
  <cp:revision>7</cp:revision>
  <cp:lastPrinted>2017-06-08T12:29:00Z</cp:lastPrinted>
  <dcterms:created xsi:type="dcterms:W3CDTF">2017-06-02T12:05:00Z</dcterms:created>
  <dcterms:modified xsi:type="dcterms:W3CDTF">2017-06-08T12:29:00Z</dcterms:modified>
</cp:coreProperties>
</file>