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C6062B" w14:paraId="2623362B" w14:textId="77777777" w:rsidTr="00E976AB">
        <w:trPr>
          <w:cantSplit/>
          <w:trHeight w:val="850"/>
          <w:jc w:val="right"/>
        </w:trPr>
        <w:tc>
          <w:tcPr>
            <w:tcW w:w="1560" w:type="dxa"/>
          </w:tcPr>
          <w:p w14:paraId="1537DD56" w14:textId="77777777" w:rsidR="00032E4E" w:rsidRPr="00C6062B" w:rsidRDefault="00032E4E" w:rsidP="00023DA9">
            <w:pPr>
              <w:rPr>
                <w:rFonts w:ascii="Univers" w:hAnsi="Univers"/>
                <w:b/>
                <w:noProof/>
                <w:sz w:val="27"/>
                <w:szCs w:val="27"/>
              </w:rPr>
            </w:pPr>
            <w:bookmarkStart w:id="0" w:name="_GoBack"/>
            <w:bookmarkEnd w:id="0"/>
            <w:r w:rsidRPr="00C6062B">
              <w:rPr>
                <w:rFonts w:ascii="Arial" w:hAnsi="Arial" w:cs="Arial"/>
                <w:b/>
                <w:noProof/>
                <w:sz w:val="27"/>
                <w:szCs w:val="27"/>
              </w:rPr>
              <w:t>UNITED</w:t>
            </w:r>
            <w:r w:rsidRPr="00C6062B">
              <w:rPr>
                <w:rFonts w:ascii="Arial" w:hAnsi="Arial" w:cs="Arial"/>
                <w:b/>
                <w:noProof/>
                <w:sz w:val="27"/>
                <w:szCs w:val="27"/>
              </w:rPr>
              <w:br/>
              <w:t>NATIONS</w:t>
            </w:r>
          </w:p>
        </w:tc>
        <w:tc>
          <w:tcPr>
            <w:tcW w:w="4785" w:type="dxa"/>
          </w:tcPr>
          <w:p w14:paraId="1B32F467" w14:textId="77777777" w:rsidR="00032E4E" w:rsidRPr="00C6062B" w:rsidRDefault="00032E4E" w:rsidP="00023DA9">
            <w:pPr>
              <w:rPr>
                <w:rFonts w:ascii="Univers" w:hAnsi="Univers"/>
                <w:b/>
                <w:sz w:val="27"/>
                <w:szCs w:val="27"/>
              </w:rPr>
            </w:pPr>
          </w:p>
        </w:tc>
        <w:tc>
          <w:tcPr>
            <w:tcW w:w="3435" w:type="dxa"/>
          </w:tcPr>
          <w:p w14:paraId="0CD6C3D3" w14:textId="77777777" w:rsidR="00032E4E" w:rsidRPr="00C6062B" w:rsidRDefault="00787688" w:rsidP="00023DA9">
            <w:pPr>
              <w:jc w:val="right"/>
              <w:rPr>
                <w:rFonts w:ascii="Arial" w:hAnsi="Arial" w:cs="Arial"/>
                <w:b/>
                <w:sz w:val="64"/>
                <w:szCs w:val="64"/>
              </w:rPr>
            </w:pPr>
            <w:r w:rsidRPr="00C6062B">
              <w:rPr>
                <w:rFonts w:ascii="Arial" w:hAnsi="Arial" w:cs="Arial"/>
                <w:b/>
                <w:sz w:val="64"/>
                <w:szCs w:val="64"/>
              </w:rPr>
              <w:t>MC</w:t>
            </w:r>
          </w:p>
        </w:tc>
      </w:tr>
      <w:tr w:rsidR="00032E4E" w:rsidRPr="00C6062B" w14:paraId="36878BD8" w14:textId="77777777" w:rsidTr="00E976AB">
        <w:trPr>
          <w:cantSplit/>
          <w:trHeight w:val="281"/>
          <w:jc w:val="right"/>
        </w:trPr>
        <w:tc>
          <w:tcPr>
            <w:tcW w:w="1560" w:type="dxa"/>
            <w:tcBorders>
              <w:bottom w:val="single" w:sz="4" w:space="0" w:color="auto"/>
            </w:tcBorders>
          </w:tcPr>
          <w:p w14:paraId="2FE1D229" w14:textId="77777777" w:rsidR="00032E4E" w:rsidRPr="00C6062B" w:rsidRDefault="00032E4E" w:rsidP="00023DA9">
            <w:pPr>
              <w:rPr>
                <w:noProof/>
                <w:sz w:val="18"/>
                <w:szCs w:val="18"/>
              </w:rPr>
            </w:pPr>
          </w:p>
        </w:tc>
        <w:tc>
          <w:tcPr>
            <w:tcW w:w="4785" w:type="dxa"/>
            <w:tcBorders>
              <w:bottom w:val="single" w:sz="4" w:space="0" w:color="auto"/>
            </w:tcBorders>
          </w:tcPr>
          <w:p w14:paraId="05482DC3" w14:textId="77777777" w:rsidR="00032E4E" w:rsidRPr="00C6062B" w:rsidRDefault="00032E4E" w:rsidP="00023DA9">
            <w:pPr>
              <w:rPr>
                <w:rFonts w:ascii="Univers" w:hAnsi="Univers"/>
                <w:b/>
                <w:sz w:val="18"/>
                <w:szCs w:val="18"/>
              </w:rPr>
            </w:pPr>
          </w:p>
        </w:tc>
        <w:tc>
          <w:tcPr>
            <w:tcW w:w="3435" w:type="dxa"/>
            <w:tcBorders>
              <w:bottom w:val="single" w:sz="4" w:space="0" w:color="auto"/>
            </w:tcBorders>
          </w:tcPr>
          <w:p w14:paraId="3D105487" w14:textId="5F1CB23C" w:rsidR="00032E4E" w:rsidRPr="00C6062B" w:rsidRDefault="00032E4E" w:rsidP="001A04AA">
            <w:pPr>
              <w:rPr>
                <w:noProof/>
                <w:sz w:val="18"/>
                <w:szCs w:val="18"/>
              </w:rPr>
            </w:pPr>
            <w:r w:rsidRPr="00C6062B">
              <w:rPr>
                <w:b/>
                <w:bCs/>
                <w:sz w:val="28"/>
              </w:rPr>
              <w:t>UNEP</w:t>
            </w:r>
            <w:bookmarkStart w:id="1" w:name="OLE_LINK1"/>
            <w:bookmarkStart w:id="2" w:name="OLE_LINK2"/>
            <w:r w:rsidR="00787688" w:rsidRPr="00C6062B">
              <w:t>/MC</w:t>
            </w:r>
            <w:r w:rsidRPr="00C6062B">
              <w:t>/</w:t>
            </w:r>
            <w:bookmarkEnd w:id="1"/>
            <w:bookmarkEnd w:id="2"/>
            <w:r w:rsidR="00787688" w:rsidRPr="00C6062B">
              <w:t>COP.1</w:t>
            </w:r>
            <w:r w:rsidRPr="00C6062B">
              <w:t>/</w:t>
            </w:r>
            <w:r w:rsidR="0025267F">
              <w:t>16</w:t>
            </w:r>
          </w:p>
        </w:tc>
      </w:tr>
      <w:tr w:rsidR="00032E4E" w:rsidRPr="00C6062B" w14:paraId="0344FC84" w14:textId="77777777" w:rsidTr="00E976AB">
        <w:trPr>
          <w:cantSplit/>
          <w:trHeight w:val="2549"/>
          <w:jc w:val="right"/>
        </w:trPr>
        <w:tc>
          <w:tcPr>
            <w:tcW w:w="1560" w:type="dxa"/>
            <w:tcBorders>
              <w:top w:val="single" w:sz="4" w:space="0" w:color="auto"/>
              <w:bottom w:val="single" w:sz="24" w:space="0" w:color="auto"/>
            </w:tcBorders>
          </w:tcPr>
          <w:p w14:paraId="090CBE48" w14:textId="1B27FCCF" w:rsidR="00032E4E" w:rsidRPr="00C6062B" w:rsidRDefault="006534F9" w:rsidP="00023DA9">
            <w:pPr>
              <w:rPr>
                <w:noProof/>
              </w:rPr>
            </w:pPr>
            <w:bookmarkStart w:id="3" w:name="_MON_1021710510"/>
            <w:bookmarkStart w:id="4" w:name="_MON_1021710482"/>
            <w:bookmarkEnd w:id="3"/>
            <w:bookmarkEnd w:id="4"/>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48EC7758" w14:textId="77777777" w:rsidR="00032E4E" w:rsidRPr="00C6062B" w:rsidRDefault="00032E4E" w:rsidP="00023DA9">
            <w:pPr>
              <w:spacing w:before="1200"/>
              <w:rPr>
                <w:rFonts w:ascii="Arial" w:hAnsi="Arial" w:cs="Arial"/>
                <w:b/>
                <w:sz w:val="28"/>
              </w:rPr>
            </w:pPr>
            <w:r w:rsidRPr="00C6062B">
              <w:rPr>
                <w:rFonts w:ascii="Arial" w:hAnsi="Arial" w:cs="Arial"/>
                <w:b/>
                <w:sz w:val="32"/>
                <w:szCs w:val="32"/>
              </w:rPr>
              <w:t>United Nations</w:t>
            </w:r>
            <w:r w:rsidRPr="00C6062B">
              <w:rPr>
                <w:rFonts w:ascii="Arial" w:hAnsi="Arial" w:cs="Arial"/>
                <w:b/>
                <w:sz w:val="32"/>
                <w:szCs w:val="32"/>
              </w:rPr>
              <w:br w:type="textWrapping" w:clear="all"/>
              <w:t>Environment</w:t>
            </w:r>
            <w:r w:rsidRPr="00C6062B">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32AB44BC" w14:textId="3DB4AB6E" w:rsidR="00032E4E" w:rsidRPr="00C6062B" w:rsidRDefault="00032E4E" w:rsidP="009C3362">
            <w:pPr>
              <w:tabs>
                <w:tab w:val="clear" w:pos="1247"/>
                <w:tab w:val="clear" w:pos="1814"/>
                <w:tab w:val="clear" w:pos="2381"/>
                <w:tab w:val="clear" w:pos="2948"/>
                <w:tab w:val="clear" w:pos="3515"/>
              </w:tabs>
              <w:spacing w:before="120"/>
            </w:pPr>
            <w:r w:rsidRPr="00C6062B">
              <w:t>Distr.: General</w:t>
            </w:r>
            <w:r w:rsidRPr="00C6062B">
              <w:br w:type="textWrapping" w:clear="all"/>
            </w:r>
            <w:r w:rsidR="00775D8D">
              <w:t>2</w:t>
            </w:r>
            <w:r w:rsidR="0025267F">
              <w:t>1 April</w:t>
            </w:r>
            <w:r w:rsidR="000832C7" w:rsidRPr="00C6062B">
              <w:t xml:space="preserve"> 2017</w:t>
            </w:r>
          </w:p>
          <w:p w14:paraId="6F78AAFF" w14:textId="77777777" w:rsidR="00032E4E" w:rsidRPr="00C6062B" w:rsidRDefault="00032E4E" w:rsidP="000832C7">
            <w:pPr>
              <w:spacing w:before="120"/>
            </w:pPr>
            <w:r w:rsidRPr="00C6062B">
              <w:t>Original: English</w:t>
            </w:r>
          </w:p>
        </w:tc>
      </w:tr>
    </w:tbl>
    <w:p w14:paraId="0B8B6FBD" w14:textId="77777777" w:rsidR="00C543FE" w:rsidRPr="00FA6617" w:rsidRDefault="00C543FE" w:rsidP="00E976AB">
      <w:pPr>
        <w:pStyle w:val="AATitle"/>
        <w:keepNext w:val="0"/>
        <w:keepLines w:val="0"/>
      </w:pPr>
      <w:r w:rsidRPr="00FA6617">
        <w:t xml:space="preserve">Conference of the Parties to the </w:t>
      </w:r>
    </w:p>
    <w:p w14:paraId="0897FB72" w14:textId="7F4A6CD7" w:rsidR="00E976AB" w:rsidRPr="00FA6617" w:rsidRDefault="00787688" w:rsidP="00E976AB">
      <w:pPr>
        <w:pStyle w:val="AATitle"/>
        <w:keepNext w:val="0"/>
        <w:keepLines w:val="0"/>
      </w:pPr>
      <w:r w:rsidRPr="00FA6617">
        <w:t>Minamata Convention on Mercury</w:t>
      </w:r>
    </w:p>
    <w:p w14:paraId="17BE80BB" w14:textId="77777777" w:rsidR="00E976AB" w:rsidRDefault="00787688" w:rsidP="00E976AB">
      <w:pPr>
        <w:pStyle w:val="AATitle"/>
        <w:keepNext w:val="0"/>
        <w:keepLines w:val="0"/>
      </w:pPr>
      <w:r w:rsidRPr="00C6062B">
        <w:t>First meeting</w:t>
      </w:r>
    </w:p>
    <w:p w14:paraId="025D4C98" w14:textId="77777777" w:rsidR="00E976AB" w:rsidRPr="00C6062B" w:rsidRDefault="00787688" w:rsidP="00465D27">
      <w:pPr>
        <w:pStyle w:val="AATitle"/>
        <w:rPr>
          <w:b w:val="0"/>
        </w:rPr>
      </w:pPr>
      <w:r w:rsidRPr="00C6062B">
        <w:rPr>
          <w:b w:val="0"/>
        </w:rPr>
        <w:t>Geneva</w:t>
      </w:r>
      <w:r w:rsidR="00E976AB" w:rsidRPr="00C6062B">
        <w:rPr>
          <w:b w:val="0"/>
        </w:rPr>
        <w:t xml:space="preserve">, </w:t>
      </w:r>
      <w:r w:rsidR="00465D27" w:rsidRPr="00C6062B">
        <w:rPr>
          <w:b w:val="0"/>
        </w:rPr>
        <w:t>24–29 September</w:t>
      </w:r>
      <w:r w:rsidRPr="00C6062B">
        <w:rPr>
          <w:b w:val="0"/>
        </w:rPr>
        <w:t xml:space="preserve"> 2017</w:t>
      </w:r>
    </w:p>
    <w:p w14:paraId="505021B5" w14:textId="7D4DC67A" w:rsidR="00775D8D" w:rsidRPr="00A018C0" w:rsidRDefault="00775D8D" w:rsidP="00775D8D">
      <w:pPr>
        <w:pStyle w:val="AATitle"/>
        <w:keepNext w:val="0"/>
        <w:keepLines w:val="0"/>
        <w:rPr>
          <w:b w:val="0"/>
        </w:rPr>
      </w:pPr>
      <w:r>
        <w:rPr>
          <w:b w:val="0"/>
        </w:rPr>
        <w:t xml:space="preserve">Item </w:t>
      </w:r>
      <w:r w:rsidR="0025267F" w:rsidRPr="00D909FE">
        <w:rPr>
          <w:b w:val="0"/>
        </w:rPr>
        <w:t>5 (</w:t>
      </w:r>
      <w:r w:rsidR="0025267F">
        <w:rPr>
          <w:b w:val="0"/>
        </w:rPr>
        <w:t>c</w:t>
      </w:r>
      <w:r w:rsidR="0025267F" w:rsidRPr="00D909FE">
        <w:rPr>
          <w:b w:val="0"/>
        </w:rPr>
        <w:t xml:space="preserve">) (i) </w:t>
      </w:r>
      <w:r w:rsidRPr="00A018C0">
        <w:rPr>
          <w:b w:val="0"/>
        </w:rPr>
        <w:t>of the provisional agenda</w:t>
      </w:r>
      <w:r w:rsidRPr="00A018C0">
        <w:rPr>
          <w:b w:val="0"/>
        </w:rPr>
        <w:footnoteReference w:customMarkFollows="1" w:id="1"/>
        <w:t>*</w:t>
      </w:r>
    </w:p>
    <w:p w14:paraId="3C61765C" w14:textId="55BC65E9" w:rsidR="0025267F" w:rsidRPr="00C30FF3" w:rsidRDefault="0025267F" w:rsidP="0025267F">
      <w:pPr>
        <w:pStyle w:val="AATitle2"/>
        <w:spacing w:before="60"/>
      </w:pPr>
      <w:r w:rsidRPr="00D909FE">
        <w:t xml:space="preserve">Matters for action by the Conference of the Parties at its first meeting: </w:t>
      </w:r>
      <w:r>
        <w:t>m</w:t>
      </w:r>
      <w:r w:rsidRPr="003C392B">
        <w:t xml:space="preserve">atters recommended by the </w:t>
      </w:r>
      <w:r w:rsidR="00FB0D87">
        <w:t>i</w:t>
      </w:r>
      <w:r w:rsidR="00FB0D87" w:rsidRPr="003C392B">
        <w:t xml:space="preserve">ntergovernmental </w:t>
      </w:r>
      <w:r w:rsidR="00FB0D87">
        <w:t>n</w:t>
      </w:r>
      <w:r w:rsidRPr="003C392B">
        <w:t xml:space="preserve">egotiating </w:t>
      </w:r>
      <w:r w:rsidR="00FB0D87">
        <w:t>c</w:t>
      </w:r>
      <w:r w:rsidRPr="003C392B">
        <w:t>ommittee</w:t>
      </w:r>
      <w:r w:rsidRPr="00535101">
        <w:t xml:space="preserve">: </w:t>
      </w:r>
      <w:r w:rsidRPr="00D3685D">
        <w:t xml:space="preserve">adoption of forms to be used in requesting an exemption from the </w:t>
      </w:r>
      <w:r w:rsidR="00FB0D87" w:rsidRPr="00D3685D">
        <w:t>phase</w:t>
      </w:r>
      <w:r w:rsidR="00FB0D87">
        <w:t>-</w:t>
      </w:r>
      <w:r w:rsidRPr="00D3685D">
        <w:t>out dates listed in Annex A and Annex B</w:t>
      </w:r>
    </w:p>
    <w:p w14:paraId="02068742" w14:textId="379E73D6" w:rsidR="0025267F" w:rsidRPr="0025267F" w:rsidRDefault="0025267F" w:rsidP="0025267F">
      <w:pPr>
        <w:pStyle w:val="BBTitle"/>
      </w:pPr>
      <w:r w:rsidRPr="0025267F">
        <w:t xml:space="preserve">Formats to be used in registering an exemption from the </w:t>
      </w:r>
      <w:r w:rsidR="00FB0D87" w:rsidRPr="0025267F">
        <w:t>phase</w:t>
      </w:r>
      <w:r w:rsidR="00FB0D87">
        <w:noBreakHyphen/>
      </w:r>
      <w:r w:rsidRPr="0025267F">
        <w:t xml:space="preserve">out dates listed in Annex A and Annex B, including the information to be provided upon registering for an exemption, and for the register of exemptions </w:t>
      </w:r>
    </w:p>
    <w:p w14:paraId="4F7FAEAA" w14:textId="77777777" w:rsidR="0025267F" w:rsidRPr="00EA47D1" w:rsidRDefault="0025267F" w:rsidP="0025267F">
      <w:pPr>
        <w:pStyle w:val="CH2"/>
      </w:pPr>
      <w:r>
        <w:tab/>
      </w:r>
      <w:r>
        <w:tab/>
      </w:r>
      <w:r w:rsidRPr="00EA47D1">
        <w:t xml:space="preserve">Note by the </w:t>
      </w:r>
      <w:r>
        <w:t>s</w:t>
      </w:r>
      <w:r w:rsidRPr="00EA47D1">
        <w:t>ecretariat</w:t>
      </w:r>
    </w:p>
    <w:p w14:paraId="705C98BB" w14:textId="56D408DC" w:rsidR="0025267F" w:rsidRPr="00A13E17" w:rsidRDefault="005D77D2" w:rsidP="0025267F">
      <w:pPr>
        <w:pStyle w:val="Normalnumber"/>
        <w:numPr>
          <w:ilvl w:val="0"/>
          <w:numId w:val="20"/>
        </w:numPr>
        <w:tabs>
          <w:tab w:val="clear" w:pos="1134"/>
          <w:tab w:val="num" w:pos="624"/>
        </w:tabs>
      </w:pPr>
      <w:r>
        <w:t>P</w:t>
      </w:r>
      <w:r w:rsidR="00A518C4" w:rsidRPr="00A13E17">
        <w:t>aragraph 1 of article 6</w:t>
      </w:r>
      <w:r>
        <w:t xml:space="preserve"> of </w:t>
      </w:r>
      <w:r w:rsidR="00A518C4">
        <w:t>t</w:t>
      </w:r>
      <w:r w:rsidR="0025267F" w:rsidRPr="00A13E17">
        <w:t xml:space="preserve">he </w:t>
      </w:r>
      <w:proofErr w:type="spellStart"/>
      <w:r w:rsidR="0025267F" w:rsidRPr="00A13E17">
        <w:t>Minamata</w:t>
      </w:r>
      <w:proofErr w:type="spellEnd"/>
      <w:r w:rsidR="0025267F" w:rsidRPr="00A13E17">
        <w:t xml:space="preserve"> Convention on Mercury provides that any State or regional economic integration organization may register for one or more exemptions from the phase</w:t>
      </w:r>
      <w:r w:rsidR="00A518C4">
        <w:noBreakHyphen/>
      </w:r>
      <w:r w:rsidR="0025267F" w:rsidRPr="00A13E17">
        <w:t>out dates listed in Annex A</w:t>
      </w:r>
      <w:r w:rsidR="0025267F">
        <w:t>,</w:t>
      </w:r>
      <w:r w:rsidR="0025267F" w:rsidRPr="00A13E17">
        <w:t xml:space="preserve"> </w:t>
      </w:r>
      <w:r w:rsidR="0025267F">
        <w:t xml:space="preserve">for mercury-added products, </w:t>
      </w:r>
      <w:r w:rsidR="0025267F" w:rsidRPr="00A13E17">
        <w:t>and Annex B</w:t>
      </w:r>
      <w:r w:rsidR="0025267F">
        <w:t>,</w:t>
      </w:r>
      <w:r w:rsidR="0025267F" w:rsidRPr="00A13E17">
        <w:t xml:space="preserve"> </w:t>
      </w:r>
      <w:r w:rsidR="0025267F">
        <w:t xml:space="preserve">for manufacturing processes in which mercury or mercury compounds are used, </w:t>
      </w:r>
      <w:r w:rsidR="0025267F" w:rsidRPr="00A13E17">
        <w:t xml:space="preserve">by notifying the secretariat in writing either on becoming a party to the Convention or, in the case of any amendment to Annex A or Annex B, no later than the date upon which the applicable amendment enters into force for the party. Any such registration shall be accompanied by a statement explaining the party’s need for the exemption. As per paragraph 2 of article 6, an exemption may be registered either for a category listed in Annex A or Annex B or for a subcategory identified by any State or regional economic integration organization. </w:t>
      </w:r>
    </w:p>
    <w:p w14:paraId="2B5C4122" w14:textId="70362F2E" w:rsidR="0025267F" w:rsidRPr="00A13E17" w:rsidRDefault="005D77D2" w:rsidP="0025267F">
      <w:pPr>
        <w:pStyle w:val="Normalnumber"/>
        <w:numPr>
          <w:ilvl w:val="0"/>
          <w:numId w:val="20"/>
        </w:numPr>
        <w:tabs>
          <w:tab w:val="clear" w:pos="1134"/>
          <w:tab w:val="num" w:pos="624"/>
        </w:tabs>
      </w:pPr>
      <w:r>
        <w:t>P</w:t>
      </w:r>
      <w:r w:rsidR="00A518C4" w:rsidRPr="00A13E17">
        <w:t>aragraph 3 of article 6</w:t>
      </w:r>
      <w:r>
        <w:t xml:space="preserve"> of</w:t>
      </w:r>
      <w:r w:rsidR="00A518C4">
        <w:t xml:space="preserve"> t</w:t>
      </w:r>
      <w:r w:rsidR="0025267F" w:rsidRPr="00A13E17">
        <w:t xml:space="preserve">he Convention further provides that each party that has one or more exemptions shall be identified in a register and that the secretariat shall establish and maintain the register and make it available to the public. As </w:t>
      </w:r>
      <w:r w:rsidR="009612DC">
        <w:t xml:space="preserve">is </w:t>
      </w:r>
      <w:r w:rsidR="0025267F" w:rsidRPr="00A13E17">
        <w:t>indicated in paragraph 4 of article 6, the register shall include a list of the parties that have one or more exemptions</w:t>
      </w:r>
      <w:r>
        <w:t>,</w:t>
      </w:r>
      <w:r w:rsidR="0025267F" w:rsidRPr="00A13E17">
        <w:t xml:space="preserve"> the exemption or exemptions registered for each party</w:t>
      </w:r>
      <w:r w:rsidR="009612DC">
        <w:t>,</w:t>
      </w:r>
      <w:r w:rsidR="0025267F" w:rsidRPr="00A13E17">
        <w:t xml:space="preserve"> and the expiration date of each exemption.</w:t>
      </w:r>
    </w:p>
    <w:p w14:paraId="0D3B914B" w14:textId="1115429E" w:rsidR="0025267F" w:rsidRDefault="005D77D2" w:rsidP="0025267F">
      <w:pPr>
        <w:pStyle w:val="Normalnumber"/>
        <w:numPr>
          <w:ilvl w:val="0"/>
          <w:numId w:val="20"/>
        </w:numPr>
        <w:tabs>
          <w:tab w:val="clear" w:pos="1134"/>
          <w:tab w:val="num" w:pos="624"/>
        </w:tabs>
      </w:pPr>
      <w:r>
        <w:t>By</w:t>
      </w:r>
      <w:r w:rsidRPr="00A13E17">
        <w:t xml:space="preserve"> </w:t>
      </w:r>
      <w:r w:rsidR="0025267F" w:rsidRPr="00A13E17">
        <w:t xml:space="preserve">paragraph 5 of its resolution on arrangements in the interim period (UNEP(DTIE)/Hg/CONF/4, annex I), the Conference of Plenipotentiaries on the </w:t>
      </w:r>
      <w:proofErr w:type="spellStart"/>
      <w:r w:rsidR="0025267F" w:rsidRPr="00A13E17">
        <w:t>Minamata</w:t>
      </w:r>
      <w:proofErr w:type="spellEnd"/>
      <w:r w:rsidR="0025267F" w:rsidRPr="00A13E17">
        <w:t xml:space="preserve"> Convention decided that the intergovernmental negotiating committee</w:t>
      </w:r>
      <w:r w:rsidR="0025267F" w:rsidRPr="00A13E17">
        <w:rPr>
          <w:b/>
          <w:bCs/>
          <w:lang w:eastAsia="zh-CN"/>
        </w:rPr>
        <w:t xml:space="preserve"> </w:t>
      </w:r>
      <w:r w:rsidR="0025267F" w:rsidRPr="00A13E17">
        <w:t xml:space="preserve">to prepare a global legally binding instrument on mercury should develop, and adopt on a provisional basis pending </w:t>
      </w:r>
      <w:r w:rsidR="009612DC">
        <w:t xml:space="preserve">a </w:t>
      </w:r>
      <w:r w:rsidR="0025267F" w:rsidRPr="00A13E17">
        <w:t>decision by the Conference of the Parties</w:t>
      </w:r>
      <w:r w:rsidR="00FB0D87" w:rsidRPr="00FB0D87">
        <w:t xml:space="preserve"> </w:t>
      </w:r>
      <w:r w:rsidR="00FB0D87">
        <w:t>at its first meeting</w:t>
      </w:r>
      <w:r w:rsidR="0025267F" w:rsidRPr="00A13E17">
        <w:t>, those items necessary for the effective implementation of the Convention upon its entry into force, including in particular the format for registering for exemptions, the information to be provided upon registering for an exemption</w:t>
      </w:r>
      <w:r w:rsidR="009612DC">
        <w:t>,</w:t>
      </w:r>
      <w:r w:rsidR="0025267F" w:rsidRPr="00A13E17">
        <w:t xml:space="preserve"> and the register of exemptions to be maintained by the secretariat. </w:t>
      </w:r>
    </w:p>
    <w:p w14:paraId="414198DA" w14:textId="66238BF5" w:rsidR="0025267F" w:rsidRPr="00AD46F1" w:rsidRDefault="0025267F" w:rsidP="0025267F">
      <w:pPr>
        <w:pStyle w:val="Normalnumber"/>
        <w:numPr>
          <w:ilvl w:val="0"/>
          <w:numId w:val="20"/>
        </w:numPr>
        <w:tabs>
          <w:tab w:val="clear" w:pos="1134"/>
          <w:tab w:val="num" w:pos="624"/>
        </w:tabs>
      </w:pPr>
      <w:r w:rsidRPr="00A13E17">
        <w:lastRenderedPageBreak/>
        <w:t xml:space="preserve">Following </w:t>
      </w:r>
      <w:r w:rsidR="00FB0D87">
        <w:t>that</w:t>
      </w:r>
      <w:r w:rsidR="00FB0D87" w:rsidRPr="00A13E17">
        <w:t xml:space="preserve"> </w:t>
      </w:r>
      <w:r w:rsidRPr="00A13E17">
        <w:t xml:space="preserve">request, the committee </w:t>
      </w:r>
      <w:r>
        <w:t xml:space="preserve">at its sixth session developed and adopted on a provisional basis, pending consideration and possible adoption by the Conference of the Parties at its first meeting, two formats for the registration of exemptions upon becoming a party from the </w:t>
      </w:r>
      <w:r w:rsidR="00C30D1F">
        <w:br/>
      </w:r>
      <w:r>
        <w:t xml:space="preserve">phase-out dates listed in the Convention, one for </w:t>
      </w:r>
      <w:r w:rsidR="009B697B">
        <w:t xml:space="preserve">the </w:t>
      </w:r>
      <w:r>
        <w:t>mercury</w:t>
      </w:r>
      <w:r>
        <w:noBreakHyphen/>
        <w:t xml:space="preserve">added products listed in </w:t>
      </w:r>
      <w:r w:rsidR="009B697B">
        <w:t xml:space="preserve">part </w:t>
      </w:r>
      <w:r>
        <w:t xml:space="preserve">I of Annex A and another for the manufacturing processes in which mercury or mercury compounds are used listed in </w:t>
      </w:r>
      <w:r w:rsidR="009B697B">
        <w:t xml:space="preserve">part </w:t>
      </w:r>
      <w:r>
        <w:t xml:space="preserve">I of Annex B; and two </w:t>
      </w:r>
      <w:r w:rsidRPr="00AD46F1">
        <w:t>formats for the register of exemptions to be maintained by the secretariat, one for each of the two annexes. Included in the format for the registration of exemptions are the requirements for the information to be provided upon registering for an exemption. The provisionally adopted formats are reproduced in annex II to the present note</w:t>
      </w:r>
      <w:r w:rsidR="00111BA9">
        <w:t>,</w:t>
      </w:r>
      <w:r w:rsidR="00111BA9" w:rsidRPr="00111BA9">
        <w:t xml:space="preserve"> </w:t>
      </w:r>
      <w:r w:rsidR="00111BA9" w:rsidRPr="00AD46F1">
        <w:t>without formal editing</w:t>
      </w:r>
      <w:r w:rsidRPr="00AD46F1">
        <w:t>.</w:t>
      </w:r>
    </w:p>
    <w:p w14:paraId="4DF1153C" w14:textId="4FC6955C" w:rsidR="0025267F" w:rsidRPr="00AD46F1" w:rsidRDefault="0025267F" w:rsidP="0025267F">
      <w:pPr>
        <w:pStyle w:val="CH2"/>
      </w:pPr>
      <w:r>
        <w:tab/>
      </w:r>
      <w:r>
        <w:tab/>
      </w:r>
      <w:r w:rsidRPr="00AD46F1">
        <w:t>Suggested action by the Conference of the Parties</w:t>
      </w:r>
    </w:p>
    <w:p w14:paraId="34C87B09" w14:textId="7CBD1948" w:rsidR="0025267F" w:rsidRPr="00AD46F1" w:rsidRDefault="0025267F" w:rsidP="0025267F">
      <w:pPr>
        <w:pStyle w:val="Normalnumber"/>
        <w:numPr>
          <w:ilvl w:val="0"/>
          <w:numId w:val="20"/>
        </w:numPr>
        <w:tabs>
          <w:tab w:val="clear" w:pos="1134"/>
          <w:tab w:val="num" w:pos="624"/>
        </w:tabs>
      </w:pPr>
      <w:r w:rsidRPr="00AD46F1">
        <w:t>A draft decision on the formats for registering for exemptions, including the information to be provided upon registering for an exemption, and on the formats for the register of exemptions is set out in annex I to the present note.</w:t>
      </w:r>
    </w:p>
    <w:p w14:paraId="0A24D2C0" w14:textId="7D7FE9D8" w:rsidR="0025267F" w:rsidRPr="00AD46F1" w:rsidRDefault="0025267F" w:rsidP="0025267F">
      <w:pPr>
        <w:pStyle w:val="Normalnumber"/>
        <w:numPr>
          <w:ilvl w:val="0"/>
          <w:numId w:val="20"/>
        </w:numPr>
        <w:tabs>
          <w:tab w:val="clear" w:pos="1134"/>
          <w:tab w:val="num" w:pos="624"/>
        </w:tabs>
      </w:pPr>
      <w:r w:rsidRPr="00AD46F1">
        <w:t xml:space="preserve">The Conference of the Parties may wish to consider and adopt the draft decision set out in annex I </w:t>
      </w:r>
      <w:r w:rsidR="00111BA9">
        <w:t>and</w:t>
      </w:r>
      <w:r w:rsidRPr="00AD46F1">
        <w:t xml:space="preserve"> the provisionally adopted formats as put forward by the committee</w:t>
      </w:r>
      <w:r w:rsidR="00111BA9">
        <w:t>,</w:t>
      </w:r>
      <w:r w:rsidRPr="00AD46F1">
        <w:t xml:space="preserve"> which are set out in annex II. </w:t>
      </w:r>
    </w:p>
    <w:p w14:paraId="41B5D85B" w14:textId="77777777" w:rsidR="0025267F" w:rsidRDefault="0025267F" w:rsidP="0025267F">
      <w:pPr>
        <w:pStyle w:val="Normalnumber"/>
        <w:numPr>
          <w:ilvl w:val="0"/>
          <w:numId w:val="0"/>
        </w:numPr>
        <w:ind w:left="1247"/>
      </w:pPr>
      <w:r>
        <w:br w:type="page"/>
      </w:r>
    </w:p>
    <w:p w14:paraId="7839F545" w14:textId="77777777" w:rsidR="0025267F" w:rsidRPr="007A48DC" w:rsidRDefault="0025267F" w:rsidP="0025267F">
      <w:pPr>
        <w:pStyle w:val="ZZAnxheader"/>
      </w:pPr>
      <w:r w:rsidRPr="007A48DC">
        <w:lastRenderedPageBreak/>
        <w:t xml:space="preserve">Annex I </w:t>
      </w:r>
    </w:p>
    <w:p w14:paraId="28B524FB" w14:textId="6C2137DA" w:rsidR="0025267F" w:rsidRDefault="00A22707" w:rsidP="0025267F">
      <w:pPr>
        <w:pStyle w:val="ZZAnxtitle"/>
      </w:pPr>
      <w:r w:rsidRPr="004B6021">
        <w:t xml:space="preserve">Draft decision </w:t>
      </w:r>
      <w:r w:rsidR="0025267F" w:rsidRPr="00D95A11">
        <w:t>MC-1/X</w:t>
      </w:r>
      <w:r w:rsidR="009456CD">
        <w:t>X</w:t>
      </w:r>
      <w:r w:rsidR="0025267F" w:rsidRPr="00D95A11">
        <w:t xml:space="preserve">: Formats to be used in registering for an exemption from the </w:t>
      </w:r>
      <w:r w:rsidR="00111BA9" w:rsidRPr="00D95A11">
        <w:t>phase-</w:t>
      </w:r>
      <w:r w:rsidR="0025267F" w:rsidRPr="00D95A11">
        <w:t>out dates listed in Annex A and Annex B and for the register of exemptions</w:t>
      </w:r>
    </w:p>
    <w:p w14:paraId="48586735" w14:textId="55059E8B" w:rsidR="0025267F" w:rsidRPr="0025267F" w:rsidRDefault="0025267F" w:rsidP="0025267F">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25267F">
        <w:rPr>
          <w:i/>
        </w:rPr>
        <w:t>The Conference of the Parties</w:t>
      </w:r>
    </w:p>
    <w:p w14:paraId="71FD6AD8" w14:textId="43270BA6" w:rsidR="0025267F" w:rsidRPr="00377C90" w:rsidRDefault="0025267F"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pPr>
      <w:r>
        <w:rPr>
          <w:i/>
        </w:rPr>
        <w:t xml:space="preserve">Adopts </w:t>
      </w:r>
      <w:r>
        <w:t>the</w:t>
      </w:r>
      <w:r>
        <w:rPr>
          <w:i/>
        </w:rPr>
        <w:t xml:space="preserve"> </w:t>
      </w:r>
      <w:r>
        <w:t xml:space="preserve">formats for registering for an exemption pursuant to paragraphs 1 and 2 of </w:t>
      </w:r>
      <w:r w:rsidR="005D77D2">
        <w:t xml:space="preserve">article </w:t>
      </w:r>
      <w:r>
        <w:t xml:space="preserve">6, as </w:t>
      </w:r>
      <w:r w:rsidRPr="0057176F">
        <w:rPr>
          <w:iCs/>
        </w:rPr>
        <w:t xml:space="preserve">set </w:t>
      </w:r>
      <w:r w:rsidR="00111BA9">
        <w:rPr>
          <w:iCs/>
        </w:rPr>
        <w:t>out</w:t>
      </w:r>
      <w:r w:rsidR="00111BA9" w:rsidRPr="0057176F">
        <w:rPr>
          <w:iCs/>
        </w:rPr>
        <w:t xml:space="preserve"> </w:t>
      </w:r>
      <w:r w:rsidRPr="0057176F">
        <w:rPr>
          <w:iCs/>
        </w:rPr>
        <w:t>in the annex to the present decision;</w:t>
      </w:r>
    </w:p>
    <w:p w14:paraId="63FB2D4B" w14:textId="23D9F60F" w:rsidR="0025267F" w:rsidRDefault="00111BA9"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pPr>
      <w:r>
        <w:rPr>
          <w:i/>
        </w:rPr>
        <w:t>Also a</w:t>
      </w:r>
      <w:r w:rsidR="0025267F" w:rsidRPr="00377C90">
        <w:rPr>
          <w:i/>
        </w:rPr>
        <w:t xml:space="preserve">dopts </w:t>
      </w:r>
      <w:r w:rsidR="0025267F">
        <w:t>the</w:t>
      </w:r>
      <w:r w:rsidR="0025267F" w:rsidRPr="00377C90">
        <w:rPr>
          <w:i/>
        </w:rPr>
        <w:t xml:space="preserve"> </w:t>
      </w:r>
      <w:r w:rsidR="0025267F">
        <w:t xml:space="preserve">formats for the register of exemptions pursuant to paragraphs 3 and 4 of </w:t>
      </w:r>
      <w:r w:rsidR="005D77D2">
        <w:t xml:space="preserve">article </w:t>
      </w:r>
      <w:r w:rsidR="0025267F">
        <w:t xml:space="preserve">6, as </w:t>
      </w:r>
      <w:r w:rsidR="0025267F" w:rsidRPr="00377C90">
        <w:rPr>
          <w:iCs/>
        </w:rPr>
        <w:t xml:space="preserve">set </w:t>
      </w:r>
      <w:r>
        <w:rPr>
          <w:iCs/>
        </w:rPr>
        <w:t>out</w:t>
      </w:r>
      <w:r w:rsidRPr="00377C90">
        <w:rPr>
          <w:iCs/>
        </w:rPr>
        <w:t xml:space="preserve"> </w:t>
      </w:r>
      <w:r w:rsidR="0025267F" w:rsidRPr="00377C90">
        <w:rPr>
          <w:iCs/>
        </w:rPr>
        <w:t>in the annex to the present decision;</w:t>
      </w:r>
    </w:p>
    <w:p w14:paraId="0B841854" w14:textId="7BC169DF" w:rsidR="0025267F" w:rsidRPr="00377C90" w:rsidRDefault="0025267F"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pPr>
      <w:r w:rsidRPr="00377C90">
        <w:rPr>
          <w:i/>
        </w:rPr>
        <w:t xml:space="preserve">Requests </w:t>
      </w:r>
      <w:r w:rsidRPr="00377C90">
        <w:rPr>
          <w:iCs/>
        </w:rPr>
        <w:t xml:space="preserve">the </w:t>
      </w:r>
      <w:r w:rsidR="00111BA9">
        <w:rPr>
          <w:iCs/>
        </w:rPr>
        <w:t>s</w:t>
      </w:r>
      <w:r w:rsidR="00111BA9" w:rsidRPr="00377C90">
        <w:rPr>
          <w:iCs/>
        </w:rPr>
        <w:t xml:space="preserve">ecretariat </w:t>
      </w:r>
      <w:r w:rsidRPr="00377C90">
        <w:rPr>
          <w:iCs/>
        </w:rPr>
        <w:t xml:space="preserve">to make available </w:t>
      </w:r>
      <w:r>
        <w:rPr>
          <w:iCs/>
        </w:rPr>
        <w:t xml:space="preserve">to States and regional economic integration organizations </w:t>
      </w:r>
      <w:r w:rsidRPr="00377C90">
        <w:rPr>
          <w:iCs/>
        </w:rPr>
        <w:t>the above-mentioned format</w:t>
      </w:r>
      <w:r>
        <w:rPr>
          <w:iCs/>
        </w:rPr>
        <w:t>s</w:t>
      </w:r>
      <w:r w:rsidRPr="00377C90">
        <w:rPr>
          <w:iCs/>
        </w:rPr>
        <w:t xml:space="preserve"> </w:t>
      </w:r>
      <w:r>
        <w:t xml:space="preserve">for </w:t>
      </w:r>
      <w:r w:rsidRPr="00A13E17">
        <w:t xml:space="preserve">registering </w:t>
      </w:r>
      <w:r>
        <w:t>for an exemption</w:t>
      </w:r>
      <w:r w:rsidRPr="00377C90">
        <w:rPr>
          <w:iCs/>
        </w:rPr>
        <w:t>;</w:t>
      </w:r>
      <w:r w:rsidRPr="00377C90">
        <w:rPr>
          <w:i/>
        </w:rPr>
        <w:t xml:space="preserve"> </w:t>
      </w:r>
    </w:p>
    <w:p w14:paraId="2E2B4D7D" w14:textId="5A71C799" w:rsidR="0025267F" w:rsidRPr="00377C90" w:rsidRDefault="0025267F" w:rsidP="00111BA9">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pPr>
      <w:r>
        <w:rPr>
          <w:i/>
        </w:rPr>
        <w:t>Instructs</w:t>
      </w:r>
      <w:r>
        <w:rPr>
          <w:i/>
          <w:lang w:val="en-US"/>
        </w:rPr>
        <w:t xml:space="preserve"> </w:t>
      </w:r>
      <w:r w:rsidRPr="00111BA9">
        <w:rPr>
          <w:iCs/>
          <w:lang w:val="en-US"/>
        </w:rPr>
        <w:t xml:space="preserve">the </w:t>
      </w:r>
      <w:r w:rsidR="00111BA9" w:rsidRPr="00111BA9">
        <w:rPr>
          <w:iCs/>
          <w:lang w:val="en-US"/>
        </w:rPr>
        <w:t xml:space="preserve">secretariat </w:t>
      </w:r>
      <w:r w:rsidRPr="00111BA9">
        <w:rPr>
          <w:iCs/>
          <w:lang w:val="en-US"/>
        </w:rPr>
        <w:t xml:space="preserve">to establish </w:t>
      </w:r>
      <w:r>
        <w:t xml:space="preserve">the register of exemptions as per the </w:t>
      </w:r>
      <w:r w:rsidRPr="00111BA9">
        <w:rPr>
          <w:iCs/>
        </w:rPr>
        <w:t>above</w:t>
      </w:r>
      <w:r w:rsidR="00A518C4">
        <w:rPr>
          <w:iCs/>
        </w:rPr>
        <w:noBreakHyphen/>
      </w:r>
      <w:r w:rsidRPr="00111BA9">
        <w:rPr>
          <w:iCs/>
        </w:rPr>
        <w:t xml:space="preserve">mentioned formats, </w:t>
      </w:r>
      <w:r w:rsidRPr="00111BA9">
        <w:rPr>
          <w:iCs/>
          <w:lang w:val="en-US"/>
        </w:rPr>
        <w:t>maintain the register and make it available to the public.</w:t>
      </w:r>
    </w:p>
    <w:p w14:paraId="538EEEFA" w14:textId="1FB344AB" w:rsidR="0025267F" w:rsidRPr="0025267F" w:rsidRDefault="0025267F" w:rsidP="0025267F">
      <w:pPr>
        <w:pStyle w:val="ZZAnxheader"/>
      </w:pPr>
      <w:r>
        <w:br w:type="page"/>
      </w:r>
      <w:r w:rsidR="00274D37">
        <w:t>Annex II</w:t>
      </w:r>
    </w:p>
    <w:p w14:paraId="2D72C9BC" w14:textId="77777777" w:rsidR="0025267F" w:rsidRPr="0025267F" w:rsidRDefault="0025267F" w:rsidP="0025267F">
      <w:pPr>
        <w:pStyle w:val="ZZAnxtitle"/>
      </w:pPr>
      <w:r w:rsidRPr="0025267F">
        <w:t>Proposed format for the registration of exemptions for the products and processes listed in Part I of Annexes A and B</w:t>
      </w:r>
    </w:p>
    <w:p w14:paraId="27B1EDC4" w14:textId="77777777" w:rsidR="0025267F" w:rsidRPr="00883C67" w:rsidRDefault="0025267F" w:rsidP="0025267F">
      <w:pPr>
        <w:pStyle w:val="CH1"/>
      </w:pPr>
      <w:r w:rsidRPr="00883C67">
        <w:tab/>
      </w:r>
      <w:r w:rsidRPr="00883C67">
        <w:tab/>
        <w:t>Annex A: Mercury-added products</w:t>
      </w:r>
    </w:p>
    <w:tbl>
      <w:tblPr>
        <w:tblW w:w="9213"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692"/>
        <w:gridCol w:w="1273"/>
        <w:gridCol w:w="1562"/>
      </w:tblGrid>
      <w:tr w:rsidR="0025267F" w:rsidRPr="00883C67" w14:paraId="7A58FBDF" w14:textId="77777777" w:rsidTr="00D95A11">
        <w:trPr>
          <w:trHeight w:val="915"/>
          <w:tblHeader/>
        </w:trPr>
        <w:tc>
          <w:tcPr>
            <w:tcW w:w="7651" w:type="dxa"/>
            <w:gridSpan w:val="3"/>
            <w:tcBorders>
              <w:top w:val="single" w:sz="4" w:space="0" w:color="auto"/>
              <w:left w:val="single" w:sz="4" w:space="0" w:color="auto"/>
              <w:bottom w:val="single" w:sz="4" w:space="0" w:color="auto"/>
              <w:right w:val="single" w:sz="4" w:space="0" w:color="auto"/>
            </w:tcBorders>
            <w:shd w:val="clear" w:color="auto" w:fill="000000"/>
            <w:vAlign w:val="center"/>
            <w:hideMark/>
          </w:tcPr>
          <w:p w14:paraId="6FFB4214" w14:textId="77777777" w:rsidR="0025267F" w:rsidRPr="00883C67" w:rsidRDefault="0025267F" w:rsidP="004B6021">
            <w:pPr>
              <w:rPr>
                <w:b/>
                <w:bCs/>
              </w:rPr>
            </w:pPr>
            <w:r w:rsidRPr="00883C67">
              <w:rPr>
                <w:b/>
                <w:bCs/>
              </w:rPr>
              <w:t>REGISTRATION OF EXEMPTION FOR ARTICLE 4</w:t>
            </w:r>
          </w:p>
        </w:tc>
        <w:tc>
          <w:tcPr>
            <w:tcW w:w="1562" w:type="dxa"/>
            <w:tcBorders>
              <w:top w:val="single" w:sz="4" w:space="0" w:color="auto"/>
              <w:left w:val="single" w:sz="4" w:space="0" w:color="auto"/>
              <w:bottom w:val="single" w:sz="4" w:space="0" w:color="auto"/>
              <w:right w:val="single" w:sz="4" w:space="0" w:color="auto"/>
            </w:tcBorders>
            <w:shd w:val="clear" w:color="auto" w:fill="000000"/>
          </w:tcPr>
          <w:p w14:paraId="1522FD38" w14:textId="77777777" w:rsidR="0025267F" w:rsidRPr="00883C67" w:rsidRDefault="0025267F" w:rsidP="004B6021">
            <w:pPr>
              <w:rPr>
                <w:b/>
                <w:bCs/>
              </w:rPr>
            </w:pPr>
          </w:p>
        </w:tc>
      </w:tr>
      <w:tr w:rsidR="0025267F" w:rsidRPr="00883C67" w14:paraId="6DF7A251" w14:textId="77777777" w:rsidTr="00D95A11">
        <w:trPr>
          <w:trHeight w:val="215"/>
        </w:trPr>
        <w:tc>
          <w:tcPr>
            <w:tcW w:w="9213" w:type="dxa"/>
            <w:gridSpan w:val="4"/>
            <w:tcBorders>
              <w:top w:val="single" w:sz="4" w:space="0" w:color="auto"/>
              <w:left w:val="single" w:sz="4" w:space="0" w:color="auto"/>
              <w:bottom w:val="single" w:sz="4" w:space="0" w:color="auto"/>
              <w:right w:val="single" w:sz="4" w:space="0" w:color="auto"/>
            </w:tcBorders>
            <w:vAlign w:val="center"/>
            <w:hideMark/>
          </w:tcPr>
          <w:p w14:paraId="63D7EEF9" w14:textId="0F1FCD46" w:rsidR="0025267F" w:rsidRPr="00883C67" w:rsidRDefault="0025267F" w:rsidP="00B041F7">
            <w:pPr>
              <w:spacing w:after="100"/>
              <w:rPr>
                <w:b/>
                <w:bCs/>
              </w:rPr>
            </w:pPr>
            <w:r w:rsidRPr="00883C67">
              <w:rPr>
                <w:b/>
                <w:bCs/>
              </w:rPr>
              <w:t>PARTY:</w:t>
            </w:r>
          </w:p>
        </w:tc>
      </w:tr>
      <w:tr w:rsidR="0025267F" w:rsidRPr="00883C67" w14:paraId="78F2126D" w14:textId="77777777" w:rsidTr="00D95A11">
        <w:tc>
          <w:tcPr>
            <w:tcW w:w="9213" w:type="dxa"/>
            <w:gridSpan w:val="4"/>
            <w:tcBorders>
              <w:top w:val="single" w:sz="4" w:space="0" w:color="auto"/>
              <w:left w:val="single" w:sz="4" w:space="0" w:color="auto"/>
              <w:bottom w:val="single" w:sz="4" w:space="0" w:color="auto"/>
              <w:right w:val="single" w:sz="4" w:space="0" w:color="auto"/>
            </w:tcBorders>
            <w:hideMark/>
          </w:tcPr>
          <w:p w14:paraId="34BAAFAB" w14:textId="5212A4CF" w:rsidR="0025267F" w:rsidRPr="00883C67" w:rsidRDefault="0025267F" w:rsidP="00B041F7">
            <w:pPr>
              <w:spacing w:after="100"/>
            </w:pPr>
            <w:r w:rsidRPr="00883C67">
              <w:t xml:space="preserve">The Secretariat of the </w:t>
            </w:r>
            <w:proofErr w:type="spellStart"/>
            <w:r w:rsidRPr="00883C67">
              <w:t>Minamata</w:t>
            </w:r>
            <w:proofErr w:type="spellEnd"/>
            <w:r w:rsidRPr="00883C67">
              <w:t xml:space="preserve"> Convention is hereby notified of the registration of the following exemption pursuant to paragraph 1 of article 6 of the Convention. No exemption is required for products excluded from Annex A.</w:t>
            </w:r>
          </w:p>
        </w:tc>
      </w:tr>
      <w:tr w:rsidR="0025267F" w:rsidRPr="00883C67" w14:paraId="72E94AF4" w14:textId="77777777" w:rsidTr="00D95A11">
        <w:trPr>
          <w:trHeight w:val="1430"/>
        </w:trPr>
        <w:tc>
          <w:tcPr>
            <w:tcW w:w="3686" w:type="dxa"/>
            <w:tcBorders>
              <w:top w:val="single" w:sz="4" w:space="0" w:color="auto"/>
              <w:left w:val="single" w:sz="4" w:space="0" w:color="auto"/>
              <w:bottom w:val="single" w:sz="4" w:space="0" w:color="auto"/>
              <w:right w:val="single" w:sz="4" w:space="0" w:color="auto"/>
            </w:tcBorders>
            <w:hideMark/>
          </w:tcPr>
          <w:p w14:paraId="79B9E198" w14:textId="77777777" w:rsidR="0025267F" w:rsidRPr="00883C67" w:rsidRDefault="0025267F" w:rsidP="00C30D1F">
            <w:pPr>
              <w:spacing w:after="120"/>
              <w:ind w:right="-198"/>
            </w:pPr>
            <w:r w:rsidRPr="00883C67">
              <w:rPr>
                <w:b/>
                <w:bCs/>
              </w:rPr>
              <w:t>Mercury added products, as listed in Part I of Annex A</w:t>
            </w:r>
          </w:p>
        </w:tc>
        <w:tc>
          <w:tcPr>
            <w:tcW w:w="2692" w:type="dxa"/>
            <w:tcBorders>
              <w:top w:val="single" w:sz="4" w:space="0" w:color="auto"/>
              <w:left w:val="single" w:sz="4" w:space="0" w:color="auto"/>
              <w:bottom w:val="single" w:sz="4" w:space="0" w:color="auto"/>
              <w:right w:val="single" w:sz="4" w:space="0" w:color="auto"/>
            </w:tcBorders>
          </w:tcPr>
          <w:p w14:paraId="748F6B26" w14:textId="4B059EEB" w:rsidR="0025267F" w:rsidRPr="00883C67" w:rsidRDefault="0025267F" w:rsidP="00C30D1F">
            <w:pPr>
              <w:spacing w:after="120"/>
            </w:pPr>
            <w:r w:rsidRPr="00883C67">
              <w:rPr>
                <w:b/>
              </w:rPr>
              <w:t>Indicate the category or subcategory for which the exemption is being registered, and whether it is for manufacture, import and/or export.</w:t>
            </w:r>
          </w:p>
        </w:tc>
        <w:tc>
          <w:tcPr>
            <w:tcW w:w="2835" w:type="dxa"/>
            <w:gridSpan w:val="2"/>
            <w:tcBorders>
              <w:top w:val="single" w:sz="4" w:space="0" w:color="auto"/>
              <w:left w:val="single" w:sz="4" w:space="0" w:color="auto"/>
              <w:bottom w:val="single" w:sz="4" w:space="0" w:color="auto"/>
              <w:right w:val="single" w:sz="4" w:space="0" w:color="auto"/>
            </w:tcBorders>
            <w:hideMark/>
          </w:tcPr>
          <w:p w14:paraId="3D0E914F" w14:textId="3DBBE0FD" w:rsidR="0025267F" w:rsidRPr="00883C67" w:rsidRDefault="0025267F" w:rsidP="00C30D1F">
            <w:pPr>
              <w:spacing w:after="120"/>
              <w:rPr>
                <w:b/>
                <w:bCs/>
              </w:rPr>
            </w:pPr>
            <w:r w:rsidRPr="00883C67">
              <w:rPr>
                <w:b/>
                <w:bCs/>
              </w:rPr>
              <w:t xml:space="preserve">Duration of exemption </w:t>
            </w:r>
            <w:r w:rsidR="0027116B">
              <w:rPr>
                <w:b/>
                <w:bCs/>
              </w:rPr>
              <w:br/>
            </w:r>
            <w:r w:rsidRPr="00883C67">
              <w:rPr>
                <w:b/>
                <w:bCs/>
              </w:rPr>
              <w:t>(if less than five years past the phase-out date)</w:t>
            </w:r>
          </w:p>
        </w:tc>
      </w:tr>
      <w:tr w:rsidR="0025267F" w:rsidRPr="00883C67" w14:paraId="0FB32ABB"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7AED68E0" w14:textId="77777777" w:rsidR="0025267F" w:rsidRPr="00883C67" w:rsidRDefault="0025267F" w:rsidP="00B041F7">
            <w:pPr>
              <w:snapToGrid w:val="0"/>
              <w:spacing w:after="120"/>
              <w:rPr>
                <w:rFonts w:eastAsia="SimSun"/>
              </w:rPr>
            </w:pPr>
            <w:r w:rsidRPr="00883C67">
              <w:rPr>
                <w:rFonts w:eastAsia="SimSun"/>
              </w:rPr>
              <w:t>Batteries, except for button zinc silver oxide batteries with a mercury content &lt; 2% and button zinc air batteries with a mercury content &lt; 2%</w:t>
            </w:r>
          </w:p>
        </w:tc>
        <w:tc>
          <w:tcPr>
            <w:tcW w:w="2692" w:type="dxa"/>
            <w:tcBorders>
              <w:top w:val="single" w:sz="4" w:space="0" w:color="auto"/>
              <w:left w:val="single" w:sz="4" w:space="0" w:color="auto"/>
              <w:bottom w:val="single" w:sz="4" w:space="0" w:color="auto"/>
              <w:right w:val="single" w:sz="4" w:space="0" w:color="auto"/>
            </w:tcBorders>
            <w:hideMark/>
          </w:tcPr>
          <w:p w14:paraId="44A5ECD3" w14:textId="31AE848C" w:rsidR="0025267F" w:rsidRPr="00883C67" w:rsidRDefault="0025267F" w:rsidP="00B041F7">
            <w:pPr>
              <w:spacing w:after="120"/>
            </w:pPr>
          </w:p>
        </w:tc>
        <w:tc>
          <w:tcPr>
            <w:tcW w:w="2835" w:type="dxa"/>
            <w:gridSpan w:val="2"/>
            <w:tcBorders>
              <w:top w:val="single" w:sz="4" w:space="0" w:color="auto"/>
              <w:left w:val="single" w:sz="4" w:space="0" w:color="auto"/>
              <w:bottom w:val="single" w:sz="4" w:space="0" w:color="auto"/>
              <w:right w:val="single" w:sz="4" w:space="0" w:color="auto"/>
            </w:tcBorders>
          </w:tcPr>
          <w:p w14:paraId="2C7B4281" w14:textId="77777777" w:rsidR="0025267F" w:rsidRPr="00883C67" w:rsidRDefault="0025267F" w:rsidP="00B041F7">
            <w:pPr>
              <w:tabs>
                <w:tab w:val="left" w:pos="601"/>
                <w:tab w:val="left" w:pos="3011"/>
              </w:tabs>
              <w:spacing w:after="120"/>
              <w:ind w:left="-84" w:firstLine="84"/>
            </w:pPr>
            <w:r w:rsidRPr="00883C67">
              <w:t xml:space="preserve"> </w:t>
            </w:r>
          </w:p>
        </w:tc>
      </w:tr>
      <w:tr w:rsidR="0025267F" w:rsidRPr="00883C67" w14:paraId="7940C210"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677AEF92" w14:textId="77777777" w:rsidR="0025267F" w:rsidRPr="00883C67" w:rsidRDefault="0025267F" w:rsidP="00B041F7">
            <w:pPr>
              <w:snapToGrid w:val="0"/>
              <w:spacing w:after="120"/>
              <w:rPr>
                <w:rFonts w:eastAsia="SimSun"/>
              </w:rPr>
            </w:pPr>
            <w:r w:rsidRPr="00883C67">
              <w:rPr>
                <w:rFonts w:eastAsia="SimSun"/>
              </w:rPr>
              <w:t>Switches and relays, except very high accuracy capacitance and loss measurement bridges and high frequency radio frequency switches and relays in monitoring and control instruments with a maximum mercury content of 20 mg per bridge, switch or relay</w:t>
            </w:r>
          </w:p>
        </w:tc>
        <w:tc>
          <w:tcPr>
            <w:tcW w:w="2692" w:type="dxa"/>
            <w:tcBorders>
              <w:top w:val="single" w:sz="4" w:space="0" w:color="auto"/>
              <w:left w:val="single" w:sz="4" w:space="0" w:color="auto"/>
              <w:bottom w:val="single" w:sz="4" w:space="0" w:color="auto"/>
              <w:right w:val="single" w:sz="4" w:space="0" w:color="auto"/>
            </w:tcBorders>
            <w:hideMark/>
          </w:tcPr>
          <w:p w14:paraId="71E21C96" w14:textId="77777777" w:rsidR="0025267F" w:rsidRPr="00883C67" w:rsidRDefault="0025267F" w:rsidP="00B041F7">
            <w:pPr>
              <w:tabs>
                <w:tab w:val="left" w:pos="601"/>
                <w:tab w:val="left" w:pos="3011"/>
              </w:tabs>
              <w:spacing w:after="120"/>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0A6FACB1" w14:textId="77777777" w:rsidR="0025267F" w:rsidRPr="00883C67" w:rsidRDefault="0025267F" w:rsidP="00B041F7">
            <w:pPr>
              <w:tabs>
                <w:tab w:val="left" w:pos="601"/>
                <w:tab w:val="left" w:pos="3011"/>
              </w:tabs>
              <w:spacing w:after="120"/>
              <w:ind w:left="-84" w:firstLine="84"/>
            </w:pPr>
          </w:p>
        </w:tc>
      </w:tr>
      <w:tr w:rsidR="0025267F" w:rsidRPr="00883C67" w14:paraId="0742939D"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4461CFC1" w14:textId="5B42A55E" w:rsidR="0025267F" w:rsidRPr="00883C67" w:rsidRDefault="0025267F" w:rsidP="00B041F7">
            <w:pPr>
              <w:snapToGrid w:val="0"/>
              <w:spacing w:after="120"/>
              <w:rPr>
                <w:rFonts w:eastAsia="SimSun"/>
              </w:rPr>
            </w:pPr>
            <w:r w:rsidRPr="00883C67">
              <w:rPr>
                <w:rFonts w:eastAsia="SimSun"/>
              </w:rPr>
              <w:t>Compact fluorescent lamps (CFLs) for general lighting purposes that are ≤ 30 watts with a mercury content exceeding 5</w:t>
            </w:r>
            <w:r w:rsidR="00C30D1F">
              <w:rPr>
                <w:rFonts w:eastAsia="SimSun"/>
              </w:rPr>
              <w:t> </w:t>
            </w:r>
            <w:r w:rsidRPr="00883C67">
              <w:rPr>
                <w:rFonts w:eastAsia="SimSun"/>
              </w:rPr>
              <w:t>mg per lamp burner</w:t>
            </w:r>
          </w:p>
        </w:tc>
        <w:tc>
          <w:tcPr>
            <w:tcW w:w="2692" w:type="dxa"/>
            <w:tcBorders>
              <w:top w:val="single" w:sz="4" w:space="0" w:color="auto"/>
              <w:left w:val="single" w:sz="4" w:space="0" w:color="auto"/>
              <w:bottom w:val="single" w:sz="4" w:space="0" w:color="auto"/>
              <w:right w:val="single" w:sz="4" w:space="0" w:color="auto"/>
            </w:tcBorders>
            <w:hideMark/>
          </w:tcPr>
          <w:p w14:paraId="776C0756" w14:textId="77777777" w:rsidR="0025267F" w:rsidRPr="00883C67" w:rsidRDefault="0025267F" w:rsidP="00B041F7">
            <w:pPr>
              <w:tabs>
                <w:tab w:val="left" w:pos="601"/>
                <w:tab w:val="left" w:pos="3011"/>
              </w:tabs>
              <w:spacing w:after="120"/>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0662617C" w14:textId="77777777" w:rsidR="0025267F" w:rsidRPr="00883C67" w:rsidRDefault="0025267F" w:rsidP="00B041F7">
            <w:pPr>
              <w:tabs>
                <w:tab w:val="left" w:pos="601"/>
                <w:tab w:val="left" w:pos="3011"/>
              </w:tabs>
              <w:spacing w:after="120"/>
              <w:ind w:left="-84" w:firstLine="84"/>
            </w:pPr>
          </w:p>
        </w:tc>
      </w:tr>
      <w:tr w:rsidR="0025267F" w:rsidRPr="00883C67" w14:paraId="77AA0F5E"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20259F0A" w14:textId="77777777" w:rsidR="0025267F" w:rsidRPr="007D3297" w:rsidRDefault="0025267F" w:rsidP="00B041F7">
            <w:pPr>
              <w:snapToGrid w:val="0"/>
              <w:spacing w:after="60"/>
              <w:rPr>
                <w:rFonts w:eastAsia="SimSun"/>
              </w:rPr>
            </w:pPr>
            <w:r w:rsidRPr="00883C67">
              <w:rPr>
                <w:rFonts w:eastAsia="SimSun"/>
              </w:rPr>
              <w:t xml:space="preserve">Linear fluorescent lamps (LFLs) for general </w:t>
            </w:r>
            <w:r w:rsidRPr="007D3297">
              <w:rPr>
                <w:rFonts w:eastAsia="SimSun"/>
              </w:rPr>
              <w:t>lighting purposes:</w:t>
            </w:r>
          </w:p>
          <w:p w14:paraId="5E531487" w14:textId="77777777" w:rsidR="0025267F" w:rsidRPr="007D3297" w:rsidRDefault="0025267F" w:rsidP="00B041F7">
            <w:pPr>
              <w:tabs>
                <w:tab w:val="left" w:pos="946"/>
              </w:tabs>
              <w:suppressAutoHyphens/>
              <w:spacing w:after="60"/>
              <w:rPr>
                <w:rFonts w:eastAsia="SimSun"/>
              </w:rPr>
            </w:pPr>
            <w:r>
              <w:rPr>
                <w:rFonts w:eastAsia="SimSun"/>
              </w:rPr>
              <w:t xml:space="preserve">(a) </w:t>
            </w:r>
            <w:r w:rsidRPr="007D3297">
              <w:rPr>
                <w:rFonts w:eastAsia="SimSun"/>
              </w:rPr>
              <w:t>Triband phosphor &lt; 60 watts with a mercury content exceeding 5 mg per lamp;</w:t>
            </w:r>
          </w:p>
          <w:p w14:paraId="34476D57" w14:textId="77777777" w:rsidR="0025267F" w:rsidRPr="00883C67" w:rsidRDefault="0025267F" w:rsidP="00B041F7">
            <w:pPr>
              <w:tabs>
                <w:tab w:val="left" w:pos="946"/>
              </w:tabs>
              <w:suppressAutoHyphens/>
              <w:spacing w:after="60"/>
              <w:rPr>
                <w:rFonts w:eastAsia="SimSun"/>
              </w:rPr>
            </w:pPr>
            <w:r>
              <w:rPr>
                <w:rFonts w:eastAsia="SimSun"/>
              </w:rPr>
              <w:t xml:space="preserve">(b) </w:t>
            </w:r>
            <w:proofErr w:type="spellStart"/>
            <w:r w:rsidRPr="007D3297">
              <w:rPr>
                <w:rFonts w:eastAsia="SimSun"/>
              </w:rPr>
              <w:t>Halophosphate</w:t>
            </w:r>
            <w:proofErr w:type="spellEnd"/>
            <w:r w:rsidRPr="007D3297">
              <w:rPr>
                <w:rFonts w:eastAsia="SimSun"/>
              </w:rPr>
              <w:t xml:space="preserve"> phosphor ≤ 40 watts with a mercury content exceeding 10 mg per lamp</w:t>
            </w:r>
          </w:p>
        </w:tc>
        <w:tc>
          <w:tcPr>
            <w:tcW w:w="2692" w:type="dxa"/>
            <w:tcBorders>
              <w:top w:val="single" w:sz="4" w:space="0" w:color="auto"/>
              <w:left w:val="single" w:sz="4" w:space="0" w:color="auto"/>
              <w:bottom w:val="single" w:sz="4" w:space="0" w:color="auto"/>
              <w:right w:val="single" w:sz="4" w:space="0" w:color="auto"/>
            </w:tcBorders>
            <w:hideMark/>
          </w:tcPr>
          <w:p w14:paraId="333A6478" w14:textId="77777777" w:rsidR="0025267F" w:rsidRPr="00883C67" w:rsidRDefault="0025267F" w:rsidP="004B6021">
            <w:pPr>
              <w:tabs>
                <w:tab w:val="left" w:pos="601"/>
                <w:tab w:val="left" w:pos="3011"/>
              </w:tabs>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622D1C78" w14:textId="77777777" w:rsidR="0025267F" w:rsidRPr="00883C67" w:rsidRDefault="0025267F" w:rsidP="004B6021">
            <w:pPr>
              <w:tabs>
                <w:tab w:val="left" w:pos="601"/>
                <w:tab w:val="left" w:pos="3011"/>
              </w:tabs>
              <w:ind w:left="-84" w:firstLine="84"/>
            </w:pPr>
          </w:p>
        </w:tc>
      </w:tr>
      <w:tr w:rsidR="0025267F" w:rsidRPr="00883C67" w14:paraId="56EF9DF3"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521C78F1" w14:textId="77777777" w:rsidR="0025267F" w:rsidRPr="00883C67" w:rsidRDefault="0025267F" w:rsidP="00B041F7">
            <w:pPr>
              <w:snapToGrid w:val="0"/>
              <w:spacing w:after="120"/>
              <w:rPr>
                <w:rFonts w:eastAsia="SimSun"/>
              </w:rPr>
            </w:pPr>
            <w:r w:rsidRPr="00883C67">
              <w:rPr>
                <w:rFonts w:eastAsia="SimSun"/>
              </w:rPr>
              <w:t>High pressure mercury vapour lamps (HPMV) for general lighting purposes</w:t>
            </w:r>
          </w:p>
        </w:tc>
        <w:tc>
          <w:tcPr>
            <w:tcW w:w="2692" w:type="dxa"/>
            <w:tcBorders>
              <w:top w:val="single" w:sz="4" w:space="0" w:color="auto"/>
              <w:left w:val="single" w:sz="4" w:space="0" w:color="auto"/>
              <w:bottom w:val="single" w:sz="4" w:space="0" w:color="auto"/>
              <w:right w:val="single" w:sz="4" w:space="0" w:color="auto"/>
            </w:tcBorders>
            <w:hideMark/>
          </w:tcPr>
          <w:p w14:paraId="29588FB1" w14:textId="77777777" w:rsidR="0025267F" w:rsidRPr="00883C67" w:rsidRDefault="0025267F" w:rsidP="004B6021">
            <w:pPr>
              <w:tabs>
                <w:tab w:val="left" w:pos="601"/>
                <w:tab w:val="left" w:pos="3011"/>
              </w:tabs>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458D407C" w14:textId="77777777" w:rsidR="0025267F" w:rsidRPr="00883C67" w:rsidRDefault="0025267F" w:rsidP="004B6021">
            <w:pPr>
              <w:tabs>
                <w:tab w:val="left" w:pos="601"/>
                <w:tab w:val="left" w:pos="3011"/>
              </w:tabs>
              <w:ind w:left="-84" w:firstLine="84"/>
            </w:pPr>
          </w:p>
        </w:tc>
      </w:tr>
      <w:tr w:rsidR="0025267F" w:rsidRPr="00883C67" w14:paraId="7B3AEA7A"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418B695D" w14:textId="77777777" w:rsidR="0025267F" w:rsidRPr="00883C67" w:rsidRDefault="0025267F" w:rsidP="00B041F7">
            <w:pPr>
              <w:snapToGrid w:val="0"/>
              <w:spacing w:after="60"/>
              <w:rPr>
                <w:rFonts w:eastAsia="SimSun"/>
              </w:rPr>
            </w:pPr>
            <w:r w:rsidRPr="00883C67">
              <w:rPr>
                <w:rFonts w:eastAsia="SimSun"/>
              </w:rPr>
              <w:t xml:space="preserve">Mercury in cold cathode fluorescent lamps and external electrode fluorescent lamps (CCFL and EEFL) for electronic displays: </w:t>
            </w:r>
          </w:p>
          <w:p w14:paraId="1C55F8D1" w14:textId="77777777" w:rsidR="0025267F" w:rsidRPr="00883C67" w:rsidRDefault="0025267F" w:rsidP="00B041F7">
            <w:pPr>
              <w:spacing w:after="60"/>
              <w:rPr>
                <w:rFonts w:eastAsia="SimSun"/>
              </w:rPr>
            </w:pPr>
            <w:r w:rsidRPr="00883C67">
              <w:rPr>
                <w:rFonts w:eastAsia="SimSun"/>
              </w:rPr>
              <w:t>(a) short length (≤ 500 mm) with mercury content exceeding 3.5 mg per lamp</w:t>
            </w:r>
          </w:p>
          <w:p w14:paraId="29373036" w14:textId="4B3DAF52" w:rsidR="0025267F" w:rsidRPr="00883C67" w:rsidRDefault="0025267F" w:rsidP="00B041F7">
            <w:pPr>
              <w:spacing w:after="60"/>
              <w:rPr>
                <w:rFonts w:eastAsia="SimSun"/>
              </w:rPr>
            </w:pPr>
            <w:r w:rsidRPr="00883C67">
              <w:rPr>
                <w:rFonts w:eastAsia="SimSun"/>
              </w:rPr>
              <w:t>(b) medium length (&gt; 500 mm and ≤ 1</w:t>
            </w:r>
            <w:r>
              <w:rPr>
                <w:rFonts w:eastAsia="SimSun"/>
              </w:rPr>
              <w:t>,</w:t>
            </w:r>
            <w:r w:rsidRPr="00883C67">
              <w:rPr>
                <w:rFonts w:eastAsia="SimSun"/>
              </w:rPr>
              <w:t>500 mm) with mercury content exceeding 5</w:t>
            </w:r>
            <w:r w:rsidR="00C30D1F">
              <w:rPr>
                <w:rFonts w:eastAsia="SimSun"/>
              </w:rPr>
              <w:t> </w:t>
            </w:r>
            <w:r w:rsidRPr="00883C67">
              <w:rPr>
                <w:rFonts w:eastAsia="SimSun"/>
              </w:rPr>
              <w:t>mg</w:t>
            </w:r>
            <w:r w:rsidR="00C30D1F">
              <w:rPr>
                <w:rFonts w:eastAsia="SimSun"/>
              </w:rPr>
              <w:t> </w:t>
            </w:r>
            <w:r w:rsidRPr="00883C67">
              <w:rPr>
                <w:rFonts w:eastAsia="SimSun"/>
              </w:rPr>
              <w:t>per lamp</w:t>
            </w:r>
          </w:p>
          <w:p w14:paraId="454149A1" w14:textId="77777777" w:rsidR="0025267F" w:rsidRPr="00883C67" w:rsidRDefault="0025267F" w:rsidP="00B041F7">
            <w:pPr>
              <w:spacing w:after="60"/>
              <w:rPr>
                <w:rFonts w:eastAsia="SimSun"/>
              </w:rPr>
            </w:pPr>
            <w:r w:rsidRPr="00883C67">
              <w:rPr>
                <w:rFonts w:eastAsia="SimSun"/>
              </w:rPr>
              <w:t>(c) long length (&gt; 1</w:t>
            </w:r>
            <w:r>
              <w:rPr>
                <w:rFonts w:eastAsia="SimSun"/>
              </w:rPr>
              <w:t>,</w:t>
            </w:r>
            <w:r w:rsidRPr="00883C67">
              <w:rPr>
                <w:rFonts w:eastAsia="SimSun"/>
              </w:rPr>
              <w:t>500 mm) with mercury content exceeding 13 mg per lamp</w:t>
            </w:r>
          </w:p>
        </w:tc>
        <w:tc>
          <w:tcPr>
            <w:tcW w:w="2692" w:type="dxa"/>
            <w:tcBorders>
              <w:top w:val="single" w:sz="4" w:space="0" w:color="auto"/>
              <w:left w:val="single" w:sz="4" w:space="0" w:color="auto"/>
              <w:bottom w:val="single" w:sz="4" w:space="0" w:color="auto"/>
              <w:right w:val="single" w:sz="4" w:space="0" w:color="auto"/>
            </w:tcBorders>
            <w:hideMark/>
          </w:tcPr>
          <w:p w14:paraId="74B2804C" w14:textId="77777777" w:rsidR="0025267F" w:rsidRPr="00883C67" w:rsidRDefault="0025267F" w:rsidP="00B041F7">
            <w:pPr>
              <w:tabs>
                <w:tab w:val="left" w:pos="601"/>
                <w:tab w:val="left" w:pos="3011"/>
              </w:tabs>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7EF0E981" w14:textId="77777777" w:rsidR="0025267F" w:rsidRPr="00883C67" w:rsidRDefault="0025267F" w:rsidP="00B041F7">
            <w:pPr>
              <w:tabs>
                <w:tab w:val="left" w:pos="601"/>
                <w:tab w:val="left" w:pos="3011"/>
              </w:tabs>
              <w:ind w:left="-84" w:firstLine="84"/>
            </w:pPr>
          </w:p>
        </w:tc>
      </w:tr>
      <w:tr w:rsidR="0025267F" w:rsidRPr="00883C67" w14:paraId="4152F1B5"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1E424AD3" w14:textId="77777777" w:rsidR="0025267F" w:rsidRPr="00883C67" w:rsidRDefault="0025267F" w:rsidP="00B041F7">
            <w:pPr>
              <w:keepNext/>
              <w:keepLines/>
              <w:snapToGrid w:val="0"/>
              <w:spacing w:after="120"/>
              <w:rPr>
                <w:rFonts w:eastAsia="SimSun"/>
              </w:rPr>
            </w:pPr>
            <w:r w:rsidRPr="00883C67">
              <w:rPr>
                <w:rFonts w:eastAsia="SimSun"/>
              </w:rPr>
              <w:t>Cosmetics (with mercury content above 1ppm), including skin lightening soaps and creams, and not including eye area cosmetics where mercury is used as a preservative and no effective and safe substitute preservatives are available</w:t>
            </w:r>
            <w:r w:rsidRPr="00883C67">
              <w:rPr>
                <w:rStyle w:val="FootnoteReference"/>
                <w:rFonts w:eastAsia="SimSun"/>
              </w:rPr>
              <w:footnoteReference w:id="2"/>
            </w:r>
          </w:p>
        </w:tc>
        <w:tc>
          <w:tcPr>
            <w:tcW w:w="2692" w:type="dxa"/>
            <w:tcBorders>
              <w:top w:val="single" w:sz="4" w:space="0" w:color="auto"/>
              <w:left w:val="single" w:sz="4" w:space="0" w:color="auto"/>
              <w:bottom w:val="single" w:sz="4" w:space="0" w:color="auto"/>
              <w:right w:val="single" w:sz="4" w:space="0" w:color="auto"/>
            </w:tcBorders>
            <w:hideMark/>
          </w:tcPr>
          <w:p w14:paraId="679B0B11" w14:textId="77777777" w:rsidR="0025267F" w:rsidRPr="00883C67" w:rsidRDefault="0025267F" w:rsidP="004B6021">
            <w:pPr>
              <w:keepNext/>
              <w:keepLines/>
              <w:tabs>
                <w:tab w:val="left" w:pos="601"/>
                <w:tab w:val="left" w:pos="3011"/>
              </w:tabs>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42047D97" w14:textId="77777777" w:rsidR="0025267F" w:rsidRPr="00883C67" w:rsidRDefault="0025267F" w:rsidP="004B6021">
            <w:pPr>
              <w:tabs>
                <w:tab w:val="left" w:pos="601"/>
                <w:tab w:val="left" w:pos="3011"/>
              </w:tabs>
              <w:ind w:left="-84" w:firstLine="84"/>
            </w:pPr>
          </w:p>
        </w:tc>
      </w:tr>
      <w:tr w:rsidR="0025267F" w:rsidRPr="00883C67" w14:paraId="0DFE584D" w14:textId="77777777" w:rsidTr="00D95A11">
        <w:tc>
          <w:tcPr>
            <w:tcW w:w="3686" w:type="dxa"/>
            <w:tcBorders>
              <w:top w:val="single" w:sz="4" w:space="0" w:color="auto"/>
              <w:left w:val="single" w:sz="4" w:space="0" w:color="auto"/>
              <w:bottom w:val="single" w:sz="4" w:space="0" w:color="auto"/>
              <w:right w:val="single" w:sz="4" w:space="0" w:color="auto"/>
            </w:tcBorders>
            <w:vAlign w:val="center"/>
            <w:hideMark/>
          </w:tcPr>
          <w:p w14:paraId="260F7D27" w14:textId="77777777" w:rsidR="0025267F" w:rsidRPr="00883C67" w:rsidRDefault="0025267F" w:rsidP="00B041F7">
            <w:pPr>
              <w:snapToGrid w:val="0"/>
              <w:spacing w:after="120"/>
              <w:rPr>
                <w:rFonts w:eastAsia="SimSun"/>
              </w:rPr>
            </w:pPr>
            <w:r w:rsidRPr="00883C67">
              <w:rPr>
                <w:rFonts w:eastAsia="SimSun"/>
              </w:rPr>
              <w:t>Pesticides, biocides and topical antiseptics</w:t>
            </w:r>
          </w:p>
        </w:tc>
        <w:tc>
          <w:tcPr>
            <w:tcW w:w="2692" w:type="dxa"/>
            <w:tcBorders>
              <w:top w:val="single" w:sz="4" w:space="0" w:color="auto"/>
              <w:left w:val="single" w:sz="4" w:space="0" w:color="auto"/>
              <w:bottom w:val="single" w:sz="4" w:space="0" w:color="auto"/>
              <w:right w:val="single" w:sz="4" w:space="0" w:color="auto"/>
            </w:tcBorders>
            <w:hideMark/>
          </w:tcPr>
          <w:p w14:paraId="4B2353FE" w14:textId="77777777" w:rsidR="0025267F" w:rsidRPr="00883C67" w:rsidRDefault="0025267F" w:rsidP="004B6021">
            <w:pPr>
              <w:tabs>
                <w:tab w:val="left" w:pos="601"/>
                <w:tab w:val="left" w:pos="3011"/>
              </w:tabs>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255A2306" w14:textId="77777777" w:rsidR="0025267F" w:rsidRPr="00883C67" w:rsidRDefault="0025267F" w:rsidP="004B6021">
            <w:pPr>
              <w:tabs>
                <w:tab w:val="left" w:pos="601"/>
                <w:tab w:val="left" w:pos="3011"/>
              </w:tabs>
              <w:ind w:left="-84" w:firstLine="84"/>
            </w:pPr>
          </w:p>
        </w:tc>
      </w:tr>
      <w:tr w:rsidR="0025267F" w:rsidRPr="00883C67" w14:paraId="7419A97F" w14:textId="77777777" w:rsidTr="00D95A11">
        <w:tc>
          <w:tcPr>
            <w:tcW w:w="3686" w:type="dxa"/>
            <w:tcBorders>
              <w:top w:val="single" w:sz="4" w:space="0" w:color="auto"/>
              <w:left w:val="single" w:sz="4" w:space="0" w:color="auto"/>
              <w:bottom w:val="single" w:sz="4" w:space="0" w:color="auto"/>
              <w:right w:val="single" w:sz="4" w:space="0" w:color="auto"/>
            </w:tcBorders>
            <w:hideMark/>
          </w:tcPr>
          <w:p w14:paraId="718E4182" w14:textId="77777777" w:rsidR="0025267F" w:rsidRPr="00883C67" w:rsidRDefault="0025267F" w:rsidP="00B041F7">
            <w:pPr>
              <w:keepNext/>
              <w:keepLines/>
              <w:snapToGrid w:val="0"/>
              <w:spacing w:after="60"/>
              <w:rPr>
                <w:rFonts w:eastAsia="SimSun"/>
                <w:strike/>
              </w:rPr>
            </w:pPr>
            <w:r w:rsidRPr="00883C67">
              <w:rPr>
                <w:rFonts w:eastAsia="SimSun"/>
              </w:rPr>
              <w:t xml:space="preserve">The following non-electronic measuring devices except non-electronic measuring devices installed in large-scale equipment or those used for high-precision measurement, where no suitable mercury-free alternative is available: </w:t>
            </w:r>
          </w:p>
          <w:p w14:paraId="797419A0" w14:textId="77777777" w:rsidR="0025267F" w:rsidRPr="00883C67" w:rsidRDefault="0025267F" w:rsidP="00B041F7">
            <w:pPr>
              <w:keepNext/>
              <w:keepLines/>
              <w:spacing w:after="60"/>
              <w:rPr>
                <w:rFonts w:eastAsia="SimSun"/>
              </w:rPr>
            </w:pPr>
            <w:r w:rsidRPr="00883C67">
              <w:rPr>
                <w:rFonts w:eastAsia="SimSun"/>
              </w:rPr>
              <w:t xml:space="preserve">(a) barometers; </w:t>
            </w:r>
          </w:p>
          <w:p w14:paraId="760803A3" w14:textId="77777777" w:rsidR="0025267F" w:rsidRPr="00883C67" w:rsidRDefault="0025267F" w:rsidP="00B041F7">
            <w:pPr>
              <w:keepNext/>
              <w:keepLines/>
              <w:spacing w:after="60"/>
              <w:rPr>
                <w:rFonts w:eastAsia="SimSun"/>
              </w:rPr>
            </w:pPr>
            <w:r w:rsidRPr="00883C67">
              <w:rPr>
                <w:rFonts w:eastAsia="SimSun"/>
              </w:rPr>
              <w:t xml:space="preserve">(b) hygrometers; </w:t>
            </w:r>
          </w:p>
          <w:p w14:paraId="2C806F70" w14:textId="77777777" w:rsidR="0025267F" w:rsidRPr="00883C67" w:rsidRDefault="0025267F" w:rsidP="00B041F7">
            <w:pPr>
              <w:keepNext/>
              <w:keepLines/>
              <w:spacing w:after="60"/>
              <w:rPr>
                <w:rFonts w:eastAsia="SimSun"/>
              </w:rPr>
            </w:pPr>
            <w:r w:rsidRPr="00883C67">
              <w:rPr>
                <w:rFonts w:eastAsia="SimSun"/>
              </w:rPr>
              <w:t xml:space="preserve">(c) manometers; </w:t>
            </w:r>
          </w:p>
          <w:p w14:paraId="563FF2D4" w14:textId="77777777" w:rsidR="0025267F" w:rsidRPr="00883C67" w:rsidRDefault="0025267F" w:rsidP="00B041F7">
            <w:pPr>
              <w:keepNext/>
              <w:keepLines/>
              <w:spacing w:after="60"/>
              <w:rPr>
                <w:rFonts w:eastAsia="SimSun"/>
              </w:rPr>
            </w:pPr>
            <w:r w:rsidRPr="00883C67">
              <w:rPr>
                <w:rFonts w:eastAsia="SimSun"/>
              </w:rPr>
              <w:t>(d) thermometers;</w:t>
            </w:r>
          </w:p>
          <w:p w14:paraId="6E53925E" w14:textId="77777777" w:rsidR="0025267F" w:rsidRPr="00883C67" w:rsidRDefault="0025267F" w:rsidP="00B041F7">
            <w:pPr>
              <w:keepNext/>
              <w:keepLines/>
              <w:spacing w:after="60"/>
              <w:rPr>
                <w:rFonts w:eastAsia="SimSun"/>
              </w:rPr>
            </w:pPr>
            <w:r w:rsidRPr="00883C67">
              <w:rPr>
                <w:rFonts w:eastAsia="SimSun"/>
              </w:rPr>
              <w:t xml:space="preserve">(e) </w:t>
            </w:r>
            <w:proofErr w:type="gramStart"/>
            <w:r w:rsidRPr="00883C67">
              <w:rPr>
                <w:rFonts w:eastAsia="SimSun"/>
              </w:rPr>
              <w:t>sphygmomanometers</w:t>
            </w:r>
            <w:proofErr w:type="gramEnd"/>
            <w:r w:rsidRPr="00883C67">
              <w:rPr>
                <w:rFonts w:eastAsia="SimSun"/>
              </w:rPr>
              <w:t>.</w:t>
            </w:r>
          </w:p>
        </w:tc>
        <w:tc>
          <w:tcPr>
            <w:tcW w:w="2692" w:type="dxa"/>
            <w:tcBorders>
              <w:top w:val="single" w:sz="4" w:space="0" w:color="auto"/>
              <w:left w:val="single" w:sz="4" w:space="0" w:color="auto"/>
              <w:bottom w:val="single" w:sz="4" w:space="0" w:color="auto"/>
              <w:right w:val="single" w:sz="4" w:space="0" w:color="auto"/>
            </w:tcBorders>
            <w:hideMark/>
          </w:tcPr>
          <w:p w14:paraId="17231ACF" w14:textId="77777777" w:rsidR="0025267F" w:rsidRPr="00883C67" w:rsidRDefault="0025267F" w:rsidP="004B6021">
            <w:pPr>
              <w:keepNext/>
              <w:keepLines/>
              <w:tabs>
                <w:tab w:val="left" w:pos="601"/>
                <w:tab w:val="left" w:pos="3011"/>
              </w:tabs>
              <w:ind w:left="-84"/>
              <w:rPr>
                <w:strike/>
              </w:rPr>
            </w:pPr>
          </w:p>
        </w:tc>
        <w:tc>
          <w:tcPr>
            <w:tcW w:w="2835" w:type="dxa"/>
            <w:gridSpan w:val="2"/>
            <w:tcBorders>
              <w:top w:val="single" w:sz="4" w:space="0" w:color="auto"/>
              <w:left w:val="single" w:sz="4" w:space="0" w:color="auto"/>
              <w:bottom w:val="single" w:sz="4" w:space="0" w:color="auto"/>
              <w:right w:val="single" w:sz="4" w:space="0" w:color="auto"/>
            </w:tcBorders>
          </w:tcPr>
          <w:p w14:paraId="38C83803" w14:textId="77777777" w:rsidR="0025267F" w:rsidRPr="00883C67" w:rsidRDefault="0025267F" w:rsidP="004B6021">
            <w:pPr>
              <w:keepNext/>
              <w:keepLines/>
              <w:tabs>
                <w:tab w:val="left" w:pos="601"/>
                <w:tab w:val="left" w:pos="3011"/>
              </w:tabs>
              <w:ind w:left="-84" w:firstLine="84"/>
            </w:pPr>
          </w:p>
        </w:tc>
      </w:tr>
      <w:tr w:rsidR="0025267F" w:rsidRPr="00883C67" w14:paraId="0A8E2448" w14:textId="77777777" w:rsidTr="00D95A11">
        <w:tc>
          <w:tcPr>
            <w:tcW w:w="9213" w:type="dxa"/>
            <w:gridSpan w:val="4"/>
            <w:tcBorders>
              <w:top w:val="single" w:sz="4" w:space="0" w:color="auto"/>
              <w:left w:val="single" w:sz="4" w:space="0" w:color="auto"/>
              <w:bottom w:val="single" w:sz="4" w:space="0" w:color="auto"/>
              <w:right w:val="single" w:sz="4" w:space="0" w:color="auto"/>
            </w:tcBorders>
            <w:hideMark/>
          </w:tcPr>
          <w:p w14:paraId="1788683F" w14:textId="77777777" w:rsidR="0025267F" w:rsidRPr="00883C67" w:rsidRDefault="0025267F" w:rsidP="00B041F7">
            <w:pPr>
              <w:pStyle w:val="Normalnumber"/>
              <w:numPr>
                <w:ilvl w:val="0"/>
                <w:numId w:val="0"/>
              </w:numPr>
              <w:spacing w:after="60"/>
            </w:pPr>
            <w:r w:rsidRPr="00760062">
              <w:t>Please attach the explanatory</w:t>
            </w:r>
            <w:r w:rsidRPr="00883C67">
              <w:t xml:space="preserve"> statement on the need for an exemption, one statement per individual product category listed in Part I of Annex A.</w:t>
            </w:r>
          </w:p>
          <w:p w14:paraId="6713FD25" w14:textId="77777777" w:rsidR="0025267F" w:rsidRPr="00883C67" w:rsidRDefault="0025267F" w:rsidP="00B041F7">
            <w:pPr>
              <w:pStyle w:val="Normalnumber"/>
              <w:numPr>
                <w:ilvl w:val="0"/>
                <w:numId w:val="0"/>
              </w:numPr>
              <w:tabs>
                <w:tab w:val="left" w:pos="0"/>
              </w:tabs>
              <w:spacing w:after="60"/>
              <w:jc w:val="both"/>
            </w:pPr>
            <w:r w:rsidRPr="00883C67">
              <w:t xml:space="preserve">As part of, or in addition to, the explanation of the need for the exemption, a </w:t>
            </w:r>
            <w:r w:rsidRPr="005B1FD9">
              <w:t>registering Party may</w:t>
            </w:r>
            <w:r w:rsidRPr="00883C67">
              <w:t xml:space="preserve"> include, as appropriate, the following information: </w:t>
            </w:r>
          </w:p>
          <w:p w14:paraId="04E3607E" w14:textId="77777777" w:rsidR="0025267F" w:rsidRPr="00883C67" w:rsidRDefault="0025267F" w:rsidP="00B041F7">
            <w:pPr>
              <w:pStyle w:val="Normalnumber"/>
              <w:numPr>
                <w:ilvl w:val="0"/>
                <w:numId w:val="22"/>
              </w:numPr>
              <w:spacing w:after="60"/>
              <w:ind w:left="1248" w:hanging="624"/>
              <w:jc w:val="both"/>
            </w:pPr>
            <w:r w:rsidRPr="00883C67">
              <w:t>any timetable or plan of action to phase out the import, export, or manufacture or to adjust manufacturing specifications to comply with the mercury concentrations for products set out in Annex A; and</w:t>
            </w:r>
          </w:p>
          <w:p w14:paraId="79A6AED5" w14:textId="625CAA30" w:rsidR="0025267F" w:rsidRPr="00883C67" w:rsidRDefault="0025267F" w:rsidP="00C30D1F">
            <w:pPr>
              <w:pStyle w:val="Normalnumber"/>
              <w:numPr>
                <w:ilvl w:val="0"/>
                <w:numId w:val="22"/>
              </w:numPr>
              <w:ind w:left="1248" w:hanging="624"/>
              <w:jc w:val="both"/>
              <w:rPr>
                <w:i/>
                <w:iCs/>
              </w:rPr>
            </w:pPr>
            <w:proofErr w:type="gramStart"/>
            <w:r w:rsidRPr="00883C67">
              <w:t>information</w:t>
            </w:r>
            <w:proofErr w:type="gramEnd"/>
            <w:r w:rsidRPr="00883C67">
              <w:t xml:space="preserve"> on the level of stocks of the product available nationally.</w:t>
            </w:r>
          </w:p>
        </w:tc>
      </w:tr>
      <w:tr w:rsidR="0025267F" w:rsidRPr="00886C30" w14:paraId="5C5EB1FE" w14:textId="77777777" w:rsidTr="00D95A11">
        <w:tc>
          <w:tcPr>
            <w:tcW w:w="9213" w:type="dxa"/>
            <w:gridSpan w:val="4"/>
            <w:tcBorders>
              <w:top w:val="single" w:sz="4" w:space="0" w:color="auto"/>
              <w:left w:val="single" w:sz="4" w:space="0" w:color="auto"/>
              <w:bottom w:val="single" w:sz="4" w:space="0" w:color="auto"/>
              <w:right w:val="single" w:sz="4" w:space="0" w:color="auto"/>
            </w:tcBorders>
          </w:tcPr>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1841"/>
              <w:gridCol w:w="567"/>
              <w:gridCol w:w="1985"/>
              <w:gridCol w:w="820"/>
              <w:gridCol w:w="1418"/>
            </w:tblGrid>
            <w:tr w:rsidR="0025267F" w:rsidRPr="00883C67" w14:paraId="2400FCB4" w14:textId="77777777" w:rsidTr="00B041F7">
              <w:trPr>
                <w:trHeight w:val="427"/>
              </w:trPr>
              <w:tc>
                <w:tcPr>
                  <w:tcW w:w="8108" w:type="dxa"/>
                  <w:gridSpan w:val="4"/>
                  <w:tcBorders>
                    <w:top w:val="single" w:sz="4" w:space="0" w:color="auto"/>
                    <w:left w:val="single" w:sz="4" w:space="0" w:color="auto"/>
                    <w:bottom w:val="single" w:sz="4" w:space="0" w:color="auto"/>
                    <w:right w:val="single" w:sz="4" w:space="0" w:color="auto"/>
                  </w:tcBorders>
                  <w:shd w:val="clear" w:color="auto" w:fill="000000"/>
                  <w:vAlign w:val="center"/>
                  <w:hideMark/>
                </w:tcPr>
                <w:p w14:paraId="0A129E39" w14:textId="77777777" w:rsidR="0025267F" w:rsidRPr="00883C67" w:rsidRDefault="0025267F" w:rsidP="004B6021">
                  <w:r w:rsidRPr="00883C67">
                    <w:rPr>
                      <w:b/>
                      <w:bCs/>
                    </w:rPr>
                    <w:t>THIS NOTIFICATION IS SUBMITTED BY:</w:t>
                  </w:r>
                </w:p>
              </w:tc>
              <w:tc>
                <w:tcPr>
                  <w:tcW w:w="2238" w:type="dxa"/>
                  <w:gridSpan w:val="2"/>
                  <w:tcBorders>
                    <w:top w:val="single" w:sz="4" w:space="0" w:color="auto"/>
                    <w:left w:val="single" w:sz="4" w:space="0" w:color="auto"/>
                    <w:bottom w:val="single" w:sz="4" w:space="0" w:color="auto"/>
                    <w:right w:val="single" w:sz="4" w:space="0" w:color="auto"/>
                  </w:tcBorders>
                  <w:shd w:val="clear" w:color="auto" w:fill="000000"/>
                </w:tcPr>
                <w:p w14:paraId="074CAFCD" w14:textId="77777777" w:rsidR="0025267F" w:rsidRPr="00883C67" w:rsidRDefault="0025267F" w:rsidP="004B6021">
                  <w:pPr>
                    <w:rPr>
                      <w:b/>
                      <w:bCs/>
                    </w:rPr>
                  </w:pPr>
                </w:p>
              </w:tc>
            </w:tr>
            <w:tr w:rsidR="0025267F" w:rsidRPr="00883C67" w14:paraId="44BEFB04" w14:textId="77777777" w:rsidTr="00B041F7">
              <w:tc>
                <w:tcPr>
                  <w:tcW w:w="3715" w:type="dxa"/>
                  <w:tcBorders>
                    <w:top w:val="single" w:sz="4" w:space="0" w:color="auto"/>
                    <w:left w:val="single" w:sz="4" w:space="0" w:color="auto"/>
                    <w:bottom w:val="single" w:sz="4" w:space="0" w:color="auto"/>
                    <w:right w:val="single" w:sz="4" w:space="0" w:color="auto"/>
                  </w:tcBorders>
                  <w:hideMark/>
                </w:tcPr>
                <w:p w14:paraId="54EB45D4" w14:textId="77777777" w:rsidR="0025267F" w:rsidRPr="00883C67" w:rsidRDefault="0025267F" w:rsidP="004B6021">
                  <w:r w:rsidRPr="00883C67">
                    <w:t>Job title:</w:t>
                  </w:r>
                </w:p>
              </w:tc>
              <w:tc>
                <w:tcPr>
                  <w:tcW w:w="4393" w:type="dxa"/>
                  <w:gridSpan w:val="3"/>
                  <w:tcBorders>
                    <w:top w:val="single" w:sz="4" w:space="0" w:color="auto"/>
                    <w:left w:val="single" w:sz="4" w:space="0" w:color="auto"/>
                    <w:bottom w:val="single" w:sz="4" w:space="0" w:color="auto"/>
                    <w:right w:val="single" w:sz="4" w:space="0" w:color="auto"/>
                  </w:tcBorders>
                </w:tcPr>
                <w:p w14:paraId="60E2B7F2" w14:textId="77777777" w:rsidR="0025267F" w:rsidRPr="00883C67" w:rsidRDefault="0025267F" w:rsidP="004B6021"/>
              </w:tc>
              <w:tc>
                <w:tcPr>
                  <w:tcW w:w="2238" w:type="dxa"/>
                  <w:gridSpan w:val="2"/>
                  <w:tcBorders>
                    <w:top w:val="single" w:sz="4" w:space="0" w:color="auto"/>
                    <w:left w:val="single" w:sz="4" w:space="0" w:color="auto"/>
                    <w:bottom w:val="single" w:sz="4" w:space="0" w:color="auto"/>
                    <w:right w:val="single" w:sz="4" w:space="0" w:color="auto"/>
                  </w:tcBorders>
                </w:tcPr>
                <w:p w14:paraId="74B7A843" w14:textId="77777777" w:rsidR="0025267F" w:rsidRPr="00883C67" w:rsidRDefault="0025267F" w:rsidP="004B6021"/>
              </w:tc>
            </w:tr>
            <w:tr w:rsidR="0025267F" w:rsidRPr="00883C67" w14:paraId="21AC8585" w14:textId="77777777" w:rsidTr="00B041F7">
              <w:tc>
                <w:tcPr>
                  <w:tcW w:w="3715" w:type="dxa"/>
                  <w:tcBorders>
                    <w:top w:val="single" w:sz="4" w:space="0" w:color="auto"/>
                    <w:left w:val="single" w:sz="4" w:space="0" w:color="auto"/>
                    <w:bottom w:val="single" w:sz="4" w:space="0" w:color="auto"/>
                    <w:right w:val="single" w:sz="4" w:space="0" w:color="auto"/>
                  </w:tcBorders>
                  <w:hideMark/>
                </w:tcPr>
                <w:p w14:paraId="6DB098D9" w14:textId="77777777" w:rsidR="0025267F" w:rsidRPr="00883C67" w:rsidRDefault="0025267F" w:rsidP="004B6021">
                  <w:r w:rsidRPr="00883C67">
                    <w:t>Institution/department:</w:t>
                  </w:r>
                </w:p>
              </w:tc>
              <w:tc>
                <w:tcPr>
                  <w:tcW w:w="4393" w:type="dxa"/>
                  <w:gridSpan w:val="3"/>
                  <w:tcBorders>
                    <w:top w:val="single" w:sz="4" w:space="0" w:color="auto"/>
                    <w:left w:val="single" w:sz="4" w:space="0" w:color="auto"/>
                    <w:bottom w:val="single" w:sz="4" w:space="0" w:color="auto"/>
                    <w:right w:val="single" w:sz="4" w:space="0" w:color="auto"/>
                  </w:tcBorders>
                </w:tcPr>
                <w:p w14:paraId="2AE4B937" w14:textId="77777777" w:rsidR="0025267F" w:rsidRPr="00883C67" w:rsidRDefault="0025267F" w:rsidP="004B6021"/>
              </w:tc>
              <w:tc>
                <w:tcPr>
                  <w:tcW w:w="2238" w:type="dxa"/>
                  <w:gridSpan w:val="2"/>
                  <w:tcBorders>
                    <w:top w:val="single" w:sz="4" w:space="0" w:color="auto"/>
                    <w:left w:val="single" w:sz="4" w:space="0" w:color="auto"/>
                    <w:bottom w:val="single" w:sz="4" w:space="0" w:color="auto"/>
                    <w:right w:val="single" w:sz="4" w:space="0" w:color="auto"/>
                  </w:tcBorders>
                </w:tcPr>
                <w:p w14:paraId="23A23A8A" w14:textId="77777777" w:rsidR="0025267F" w:rsidRPr="00883C67" w:rsidRDefault="0025267F" w:rsidP="004B6021"/>
              </w:tc>
            </w:tr>
            <w:tr w:rsidR="0025267F" w:rsidRPr="00883C67" w14:paraId="124B8640" w14:textId="77777777" w:rsidTr="00B041F7">
              <w:trPr>
                <w:trHeight w:val="70"/>
              </w:trPr>
              <w:tc>
                <w:tcPr>
                  <w:tcW w:w="3715" w:type="dxa"/>
                  <w:tcBorders>
                    <w:top w:val="single" w:sz="4" w:space="0" w:color="auto"/>
                    <w:left w:val="single" w:sz="4" w:space="0" w:color="auto"/>
                    <w:bottom w:val="single" w:sz="4" w:space="0" w:color="auto"/>
                    <w:right w:val="single" w:sz="4" w:space="0" w:color="auto"/>
                  </w:tcBorders>
                  <w:hideMark/>
                </w:tcPr>
                <w:p w14:paraId="728AFA6F" w14:textId="77777777" w:rsidR="0025267F" w:rsidRPr="00883C67" w:rsidRDefault="0025267F" w:rsidP="004B6021">
                  <w:r w:rsidRPr="00883C67">
                    <w:t>Address:</w:t>
                  </w:r>
                </w:p>
              </w:tc>
              <w:tc>
                <w:tcPr>
                  <w:tcW w:w="4393" w:type="dxa"/>
                  <w:gridSpan w:val="3"/>
                  <w:tcBorders>
                    <w:top w:val="single" w:sz="4" w:space="0" w:color="auto"/>
                    <w:left w:val="single" w:sz="4" w:space="0" w:color="auto"/>
                    <w:bottom w:val="single" w:sz="4" w:space="0" w:color="auto"/>
                    <w:right w:val="single" w:sz="4" w:space="0" w:color="auto"/>
                  </w:tcBorders>
                </w:tcPr>
                <w:p w14:paraId="58B65A3A" w14:textId="77777777" w:rsidR="0025267F" w:rsidRPr="00883C67" w:rsidRDefault="0025267F" w:rsidP="004B6021"/>
              </w:tc>
              <w:tc>
                <w:tcPr>
                  <w:tcW w:w="2238" w:type="dxa"/>
                  <w:gridSpan w:val="2"/>
                  <w:tcBorders>
                    <w:top w:val="single" w:sz="4" w:space="0" w:color="auto"/>
                    <w:left w:val="single" w:sz="4" w:space="0" w:color="auto"/>
                    <w:bottom w:val="single" w:sz="4" w:space="0" w:color="auto"/>
                    <w:right w:val="single" w:sz="4" w:space="0" w:color="auto"/>
                  </w:tcBorders>
                </w:tcPr>
                <w:p w14:paraId="66B03E1B" w14:textId="77777777" w:rsidR="0025267F" w:rsidRPr="00883C67" w:rsidRDefault="0025267F" w:rsidP="004B6021"/>
              </w:tc>
            </w:tr>
            <w:tr w:rsidR="0025267F" w:rsidRPr="00883C67" w14:paraId="66DF4D78" w14:textId="77777777" w:rsidTr="00B041F7">
              <w:tc>
                <w:tcPr>
                  <w:tcW w:w="3715" w:type="dxa"/>
                  <w:tcBorders>
                    <w:top w:val="single" w:sz="4" w:space="0" w:color="auto"/>
                    <w:left w:val="single" w:sz="4" w:space="0" w:color="auto"/>
                    <w:bottom w:val="single" w:sz="4" w:space="0" w:color="auto"/>
                    <w:right w:val="single" w:sz="4" w:space="0" w:color="auto"/>
                  </w:tcBorders>
                  <w:hideMark/>
                </w:tcPr>
                <w:p w14:paraId="766A0310" w14:textId="77777777" w:rsidR="0025267F" w:rsidRPr="00883C67" w:rsidRDefault="0025267F" w:rsidP="004B6021">
                  <w:r w:rsidRPr="00883C67">
                    <w:t>Telephone:</w:t>
                  </w:r>
                </w:p>
              </w:tc>
              <w:tc>
                <w:tcPr>
                  <w:tcW w:w="1841" w:type="dxa"/>
                  <w:tcBorders>
                    <w:top w:val="single" w:sz="4" w:space="0" w:color="auto"/>
                    <w:left w:val="single" w:sz="4" w:space="0" w:color="auto"/>
                    <w:bottom w:val="single" w:sz="4" w:space="0" w:color="auto"/>
                    <w:right w:val="single" w:sz="4" w:space="0" w:color="auto"/>
                  </w:tcBorders>
                  <w:hideMark/>
                </w:tcPr>
                <w:p w14:paraId="5C047765" w14:textId="77777777" w:rsidR="0025267F" w:rsidRPr="00883C67" w:rsidRDefault="0025267F" w:rsidP="004B6021">
                  <w:r w:rsidRPr="00883C67">
                    <w:t>Fax:</w:t>
                  </w:r>
                </w:p>
              </w:tc>
              <w:tc>
                <w:tcPr>
                  <w:tcW w:w="2552" w:type="dxa"/>
                  <w:gridSpan w:val="2"/>
                  <w:tcBorders>
                    <w:top w:val="single" w:sz="4" w:space="0" w:color="auto"/>
                    <w:left w:val="single" w:sz="4" w:space="0" w:color="auto"/>
                    <w:bottom w:val="single" w:sz="4" w:space="0" w:color="auto"/>
                    <w:right w:val="single" w:sz="4" w:space="0" w:color="auto"/>
                  </w:tcBorders>
                  <w:hideMark/>
                </w:tcPr>
                <w:p w14:paraId="32653DD3" w14:textId="77777777" w:rsidR="0025267F" w:rsidRPr="00883C67" w:rsidRDefault="0025267F" w:rsidP="004B6021">
                  <w:r w:rsidRPr="00883C67">
                    <w:t>E-mail address:</w:t>
                  </w:r>
                </w:p>
              </w:tc>
              <w:tc>
                <w:tcPr>
                  <w:tcW w:w="2238" w:type="dxa"/>
                  <w:gridSpan w:val="2"/>
                  <w:tcBorders>
                    <w:top w:val="single" w:sz="4" w:space="0" w:color="auto"/>
                    <w:left w:val="single" w:sz="4" w:space="0" w:color="auto"/>
                    <w:bottom w:val="single" w:sz="4" w:space="0" w:color="auto"/>
                    <w:right w:val="single" w:sz="4" w:space="0" w:color="auto"/>
                  </w:tcBorders>
                </w:tcPr>
                <w:p w14:paraId="7101A336" w14:textId="77777777" w:rsidR="0025267F" w:rsidRPr="00883C67" w:rsidRDefault="0025267F" w:rsidP="004B6021"/>
              </w:tc>
            </w:tr>
            <w:tr w:rsidR="0025267F" w:rsidRPr="00883C67" w14:paraId="6C264878" w14:textId="77777777" w:rsidTr="00B041F7">
              <w:trPr>
                <w:trHeight w:val="231"/>
              </w:trPr>
              <w:tc>
                <w:tcPr>
                  <w:tcW w:w="3715" w:type="dxa"/>
                  <w:tcBorders>
                    <w:top w:val="single" w:sz="4" w:space="0" w:color="auto"/>
                    <w:left w:val="single" w:sz="4" w:space="0" w:color="auto"/>
                    <w:bottom w:val="single" w:sz="4" w:space="0" w:color="auto"/>
                    <w:right w:val="single" w:sz="4" w:space="0" w:color="auto"/>
                  </w:tcBorders>
                  <w:hideMark/>
                </w:tcPr>
                <w:p w14:paraId="1FABE25E" w14:textId="77777777" w:rsidR="0025267F" w:rsidRPr="00883C67" w:rsidRDefault="0025267F" w:rsidP="004B6021">
                  <w:r w:rsidRPr="00883C67">
                    <w:t>Contact name:</w:t>
                  </w:r>
                </w:p>
              </w:tc>
              <w:tc>
                <w:tcPr>
                  <w:tcW w:w="1841" w:type="dxa"/>
                  <w:tcBorders>
                    <w:top w:val="single" w:sz="4" w:space="0" w:color="auto"/>
                    <w:left w:val="single" w:sz="4" w:space="0" w:color="auto"/>
                    <w:bottom w:val="single" w:sz="4" w:space="0" w:color="auto"/>
                    <w:right w:val="single" w:sz="4" w:space="0" w:color="auto"/>
                  </w:tcBorders>
                </w:tcPr>
                <w:p w14:paraId="2017E799" w14:textId="77777777" w:rsidR="0025267F" w:rsidRPr="00883C67" w:rsidRDefault="0025267F" w:rsidP="004B6021"/>
              </w:tc>
              <w:tc>
                <w:tcPr>
                  <w:tcW w:w="2552" w:type="dxa"/>
                  <w:gridSpan w:val="2"/>
                  <w:tcBorders>
                    <w:top w:val="single" w:sz="4" w:space="0" w:color="auto"/>
                    <w:left w:val="single" w:sz="4" w:space="0" w:color="auto"/>
                    <w:bottom w:val="single" w:sz="4" w:space="0" w:color="auto"/>
                    <w:right w:val="single" w:sz="4" w:space="0" w:color="auto"/>
                  </w:tcBorders>
                  <w:hideMark/>
                </w:tcPr>
                <w:p w14:paraId="501C9BF1" w14:textId="77777777" w:rsidR="0025267F" w:rsidRPr="00883C67" w:rsidRDefault="0025267F" w:rsidP="004B6021">
                  <w:r w:rsidRPr="00883C67">
                    <w:t>Date: (</w:t>
                  </w:r>
                  <w:proofErr w:type="spellStart"/>
                  <w:r w:rsidRPr="00883C67">
                    <w:rPr>
                      <w:i/>
                    </w:rPr>
                    <w:t>dd</w:t>
                  </w:r>
                  <w:proofErr w:type="spellEnd"/>
                  <w:r w:rsidRPr="00883C67">
                    <w:rPr>
                      <w:i/>
                    </w:rPr>
                    <w:t>/mm/</w:t>
                  </w:r>
                  <w:proofErr w:type="spellStart"/>
                  <w:r w:rsidRPr="00883C67">
                    <w:rPr>
                      <w:i/>
                    </w:rPr>
                    <w:t>yyyy</w:t>
                  </w:r>
                  <w:proofErr w:type="spellEnd"/>
                  <w:r w:rsidRPr="00883C67">
                    <w:t>)</w:t>
                  </w:r>
                </w:p>
              </w:tc>
              <w:tc>
                <w:tcPr>
                  <w:tcW w:w="2238" w:type="dxa"/>
                  <w:gridSpan w:val="2"/>
                  <w:tcBorders>
                    <w:top w:val="single" w:sz="4" w:space="0" w:color="auto"/>
                    <w:left w:val="single" w:sz="4" w:space="0" w:color="auto"/>
                    <w:bottom w:val="single" w:sz="4" w:space="0" w:color="auto"/>
                    <w:right w:val="single" w:sz="4" w:space="0" w:color="auto"/>
                  </w:tcBorders>
                </w:tcPr>
                <w:p w14:paraId="749751B3" w14:textId="77777777" w:rsidR="0025267F" w:rsidRPr="00883C67" w:rsidRDefault="0025267F" w:rsidP="004B6021"/>
              </w:tc>
            </w:tr>
            <w:tr w:rsidR="0025267F" w:rsidRPr="00883C67" w14:paraId="7291EA1D" w14:textId="77777777" w:rsidTr="004B6021">
              <w:trPr>
                <w:trHeight w:val="231"/>
              </w:trPr>
              <w:tc>
                <w:tcPr>
                  <w:tcW w:w="10346" w:type="dxa"/>
                  <w:gridSpan w:val="6"/>
                  <w:tcBorders>
                    <w:top w:val="single" w:sz="4" w:space="0" w:color="auto"/>
                    <w:left w:val="single" w:sz="4" w:space="0" w:color="auto"/>
                    <w:bottom w:val="single" w:sz="4" w:space="0" w:color="auto"/>
                    <w:right w:val="single" w:sz="4" w:space="0" w:color="auto"/>
                  </w:tcBorders>
                </w:tcPr>
                <w:p w14:paraId="13B71AF5" w14:textId="77777777" w:rsidR="0025267F" w:rsidRPr="00883C67" w:rsidRDefault="0025267F" w:rsidP="004B6021"/>
              </w:tc>
            </w:tr>
            <w:tr w:rsidR="0025267F" w:rsidRPr="00883C67" w14:paraId="5CE8A6E8" w14:textId="77777777" w:rsidTr="004B6021">
              <w:trPr>
                <w:trHeight w:val="454"/>
              </w:trPr>
              <w:tc>
                <w:tcPr>
                  <w:tcW w:w="8928" w:type="dxa"/>
                  <w:gridSpan w:val="5"/>
                  <w:tcBorders>
                    <w:top w:val="single" w:sz="4" w:space="0" w:color="auto"/>
                    <w:left w:val="single" w:sz="4" w:space="0" w:color="auto"/>
                    <w:bottom w:val="single" w:sz="4" w:space="0" w:color="auto"/>
                    <w:right w:val="single" w:sz="4" w:space="0" w:color="auto"/>
                  </w:tcBorders>
                  <w:shd w:val="clear" w:color="auto" w:fill="000000"/>
                  <w:vAlign w:val="center"/>
                  <w:hideMark/>
                </w:tcPr>
                <w:p w14:paraId="62CF54D1" w14:textId="77777777" w:rsidR="0025267F" w:rsidRPr="00883C67" w:rsidRDefault="0025267F" w:rsidP="004B6021">
                  <w:r w:rsidRPr="00883C67">
                    <w:rPr>
                      <w:b/>
                    </w:rPr>
                    <w:t>PLEASE RETURN THE COMPLETED FORM TO:</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46F5C08C" w14:textId="77777777" w:rsidR="0025267F" w:rsidRPr="00883C67" w:rsidRDefault="0025267F" w:rsidP="004B6021">
                  <w:pPr>
                    <w:rPr>
                      <w:b/>
                    </w:rPr>
                  </w:pPr>
                </w:p>
              </w:tc>
            </w:tr>
            <w:tr w:rsidR="0025267F" w:rsidRPr="00886C30" w14:paraId="5FD59555" w14:textId="77777777" w:rsidTr="00B041F7">
              <w:trPr>
                <w:trHeight w:val="240"/>
              </w:trPr>
              <w:tc>
                <w:tcPr>
                  <w:tcW w:w="6123" w:type="dxa"/>
                  <w:gridSpan w:val="3"/>
                  <w:tcBorders>
                    <w:top w:val="single" w:sz="4" w:space="0" w:color="auto"/>
                    <w:left w:val="single" w:sz="4" w:space="0" w:color="auto"/>
                    <w:bottom w:val="single" w:sz="4" w:space="0" w:color="auto"/>
                    <w:right w:val="single" w:sz="4" w:space="0" w:color="auto"/>
                  </w:tcBorders>
                  <w:vAlign w:val="center"/>
                  <w:hideMark/>
                </w:tcPr>
                <w:p w14:paraId="6457E945" w14:textId="77777777" w:rsidR="0025267F" w:rsidRPr="00883C67" w:rsidRDefault="0025267F" w:rsidP="004B6021">
                  <w:r w:rsidRPr="00883C67">
                    <w:t xml:space="preserve">Secretariat of the </w:t>
                  </w:r>
                  <w:proofErr w:type="spellStart"/>
                  <w:r w:rsidRPr="00883C67">
                    <w:t>Minamata</w:t>
                  </w:r>
                  <w:proofErr w:type="spellEnd"/>
                  <w:r w:rsidRPr="00883C67">
                    <w:t xml:space="preserve"> Convention on Mercury</w:t>
                  </w:r>
                </w:p>
                <w:p w14:paraId="1B9CF7DA" w14:textId="77777777" w:rsidR="0025267F" w:rsidRPr="00F04985" w:rsidRDefault="0025267F" w:rsidP="004B6021">
                  <w:pPr>
                    <w:rPr>
                      <w:lang w:val="fr-BE"/>
                    </w:rPr>
                  </w:pPr>
                  <w:r w:rsidRPr="00883C67">
                    <w:rPr>
                      <w:lang w:val="fr-CH"/>
                    </w:rPr>
                    <w:t xml:space="preserve">United </w:t>
                  </w:r>
                  <w:r w:rsidRPr="00F04985">
                    <w:rPr>
                      <w:lang w:val="fr-BE"/>
                    </w:rPr>
                    <w:t xml:space="preserve">Nations </w:t>
                  </w:r>
                  <w:proofErr w:type="spellStart"/>
                  <w:r w:rsidRPr="00F04985">
                    <w:rPr>
                      <w:lang w:val="fr-BE"/>
                    </w:rPr>
                    <w:t>Environment</w:t>
                  </w:r>
                  <w:proofErr w:type="spellEnd"/>
                  <w:r w:rsidRPr="00F04985">
                    <w:rPr>
                      <w:lang w:val="fr-BE"/>
                    </w:rPr>
                    <w:t xml:space="preserve"> Programme (UNEP)</w:t>
                  </w:r>
                </w:p>
                <w:p w14:paraId="6FDD1C5E" w14:textId="77777777" w:rsidR="0025267F" w:rsidRPr="00F04985" w:rsidRDefault="0025267F" w:rsidP="004B6021">
                  <w:pPr>
                    <w:rPr>
                      <w:lang w:val="fr-BE"/>
                    </w:rPr>
                  </w:pPr>
                  <w:r w:rsidRPr="00F04985">
                    <w:rPr>
                      <w:lang w:val="fr-BE"/>
                    </w:rPr>
                    <w:t xml:space="preserve">International </w:t>
                  </w:r>
                  <w:proofErr w:type="spellStart"/>
                  <w:r w:rsidRPr="00F04985">
                    <w:rPr>
                      <w:lang w:val="fr-BE"/>
                    </w:rPr>
                    <w:t>Environment</w:t>
                  </w:r>
                  <w:proofErr w:type="spellEnd"/>
                  <w:r w:rsidRPr="00F04985">
                    <w:rPr>
                      <w:lang w:val="fr-BE"/>
                    </w:rPr>
                    <w:t xml:space="preserve"> House</w:t>
                  </w:r>
                </w:p>
                <w:p w14:paraId="10962881" w14:textId="77777777" w:rsidR="0025267F" w:rsidRPr="00883C67" w:rsidRDefault="0025267F" w:rsidP="004B6021">
                  <w:pPr>
                    <w:rPr>
                      <w:lang w:val="fr-CH"/>
                    </w:rPr>
                  </w:pPr>
                  <w:r w:rsidRPr="00F04985">
                    <w:rPr>
                      <w:lang w:val="fr-BE"/>
                    </w:rPr>
                    <w:t xml:space="preserve">11–13, Chemin des Anémones, CH–1219 Châtelaine, Geneva, </w:t>
                  </w:r>
                  <w:proofErr w:type="spellStart"/>
                  <w:r w:rsidRPr="00F04985">
                    <w:rPr>
                      <w:lang w:val="fr-BE"/>
                    </w:rPr>
                    <w:t>Switzerland</w:t>
                  </w:r>
                  <w:proofErr w:type="spellEnd"/>
                </w:p>
              </w:tc>
              <w:tc>
                <w:tcPr>
                  <w:tcW w:w="4223" w:type="dxa"/>
                  <w:gridSpan w:val="3"/>
                  <w:tcBorders>
                    <w:top w:val="single" w:sz="4" w:space="0" w:color="auto"/>
                    <w:left w:val="single" w:sz="4" w:space="0" w:color="auto"/>
                    <w:bottom w:val="single" w:sz="4" w:space="0" w:color="auto"/>
                    <w:right w:val="single" w:sz="4" w:space="0" w:color="auto"/>
                  </w:tcBorders>
                  <w:vAlign w:val="center"/>
                  <w:hideMark/>
                </w:tcPr>
                <w:p w14:paraId="6B9C9522" w14:textId="77777777" w:rsidR="0025267F" w:rsidRPr="00883C67" w:rsidRDefault="0025267F" w:rsidP="004B6021">
                  <w:pPr>
                    <w:rPr>
                      <w:lang w:val="fr-CH"/>
                    </w:rPr>
                  </w:pPr>
                  <w:r w:rsidRPr="00883C67">
                    <w:rPr>
                      <w:lang w:val="fr-CH"/>
                    </w:rPr>
                    <w:t>Fax: +41 22 797 3460</w:t>
                  </w:r>
                </w:p>
                <w:p w14:paraId="711222FF" w14:textId="77777777" w:rsidR="0025267F" w:rsidRPr="00883C67" w:rsidRDefault="0025267F" w:rsidP="004B6021">
                  <w:pPr>
                    <w:rPr>
                      <w:lang w:val="fr-CH"/>
                    </w:rPr>
                  </w:pPr>
                  <w:r w:rsidRPr="00883C67">
                    <w:rPr>
                      <w:lang w:val="fr-CH"/>
                    </w:rPr>
                    <w:t>Email: mercury.chemicals@unep.org</w:t>
                  </w:r>
                </w:p>
              </w:tc>
            </w:tr>
          </w:tbl>
          <w:p w14:paraId="1FCED218" w14:textId="77777777" w:rsidR="0025267F" w:rsidRPr="00883C67" w:rsidRDefault="0025267F" w:rsidP="004B6021">
            <w:pPr>
              <w:tabs>
                <w:tab w:val="left" w:pos="601"/>
                <w:tab w:val="left" w:pos="3011"/>
              </w:tabs>
              <w:ind w:left="-84" w:firstLine="84"/>
              <w:rPr>
                <w:i/>
                <w:iCs/>
                <w:lang w:val="fr-CH"/>
              </w:rPr>
            </w:pPr>
          </w:p>
        </w:tc>
      </w:tr>
    </w:tbl>
    <w:p w14:paraId="37DF3DDB" w14:textId="77777777" w:rsidR="0025267F" w:rsidRPr="00883C67" w:rsidRDefault="0025267F" w:rsidP="0025267F">
      <w:pPr>
        <w:rPr>
          <w:lang w:val="fr-CH"/>
        </w:rPr>
      </w:pPr>
      <w:r w:rsidRPr="00883C67">
        <w:rPr>
          <w:b/>
          <w:bCs/>
          <w:lang w:val="fr-CH"/>
        </w:rPr>
        <w:br w:type="page"/>
      </w:r>
    </w:p>
    <w:p w14:paraId="06B54B95" w14:textId="54EFAA7D" w:rsidR="0027116B" w:rsidRDefault="00C30D1F" w:rsidP="00C30D1F">
      <w:pPr>
        <w:pStyle w:val="CH2"/>
      </w:pPr>
      <w:r w:rsidRPr="00274D37">
        <w:rPr>
          <w:lang w:val="fr-FR"/>
        </w:rPr>
        <w:tab/>
      </w:r>
      <w:r w:rsidRPr="00274D37">
        <w:rPr>
          <w:lang w:val="fr-FR"/>
        </w:rPr>
        <w:tab/>
      </w:r>
      <w:r w:rsidR="0027116B" w:rsidRPr="00883C67">
        <w:t>Annex B: Processes that use mercury</w:t>
      </w:r>
    </w:p>
    <w:tbl>
      <w:tblPr>
        <w:tblW w:w="8363"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
        <w:gridCol w:w="284"/>
        <w:gridCol w:w="2470"/>
        <w:gridCol w:w="506"/>
        <w:gridCol w:w="1651"/>
        <w:gridCol w:w="1326"/>
      </w:tblGrid>
      <w:tr w:rsidR="0025267F" w:rsidRPr="00883C67" w14:paraId="5D505BC2" w14:textId="77777777" w:rsidTr="00B041F7">
        <w:tc>
          <w:tcPr>
            <w:tcW w:w="8363" w:type="dxa"/>
            <w:gridSpan w:val="7"/>
            <w:tcBorders>
              <w:top w:val="single" w:sz="4" w:space="0" w:color="auto"/>
              <w:left w:val="single" w:sz="4" w:space="0" w:color="auto"/>
              <w:bottom w:val="single" w:sz="4" w:space="0" w:color="auto"/>
              <w:right w:val="single" w:sz="4" w:space="0" w:color="auto"/>
            </w:tcBorders>
          </w:tcPr>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4"/>
              <w:gridCol w:w="1418"/>
            </w:tblGrid>
            <w:tr w:rsidR="0025267F" w:rsidRPr="00883C67" w14:paraId="0B68AFBD" w14:textId="77777777" w:rsidTr="0027116B">
              <w:trPr>
                <w:trHeight w:val="915"/>
              </w:trPr>
              <w:tc>
                <w:tcPr>
                  <w:tcW w:w="862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742B75CD" w14:textId="77777777" w:rsidR="0025267F" w:rsidRPr="00883C67" w:rsidRDefault="0025267F" w:rsidP="004B6021">
                  <w:pPr>
                    <w:rPr>
                      <w:b/>
                      <w:bCs/>
                    </w:rPr>
                  </w:pPr>
                  <w:r w:rsidRPr="00883C67">
                    <w:rPr>
                      <w:b/>
                      <w:bCs/>
                    </w:rPr>
                    <w:t>REGISTRATION OF EXEMPTION FOR ARTICLE 5</w:t>
                  </w:r>
                </w:p>
              </w:tc>
              <w:tc>
                <w:tcPr>
                  <w:tcW w:w="1418" w:type="dxa"/>
                  <w:tcBorders>
                    <w:top w:val="single" w:sz="4" w:space="0" w:color="auto"/>
                    <w:left w:val="single" w:sz="4" w:space="0" w:color="auto"/>
                    <w:bottom w:val="single" w:sz="4" w:space="0" w:color="auto"/>
                    <w:right w:val="single" w:sz="4" w:space="0" w:color="auto"/>
                  </w:tcBorders>
                  <w:shd w:val="clear" w:color="auto" w:fill="000000"/>
                </w:tcPr>
                <w:p w14:paraId="4253296A" w14:textId="77777777" w:rsidR="0025267F" w:rsidRPr="00883C67" w:rsidRDefault="0025267F" w:rsidP="004B6021">
                  <w:pPr>
                    <w:rPr>
                      <w:b/>
                      <w:bCs/>
                    </w:rPr>
                  </w:pPr>
                </w:p>
              </w:tc>
            </w:tr>
          </w:tbl>
          <w:p w14:paraId="4A2A8C2C" w14:textId="77777777" w:rsidR="0025267F" w:rsidRPr="00883C67" w:rsidRDefault="0025267F" w:rsidP="004B6021">
            <w:pPr>
              <w:tabs>
                <w:tab w:val="left" w:pos="601"/>
                <w:tab w:val="left" w:pos="3011"/>
              </w:tabs>
              <w:rPr>
                <w:i/>
                <w:iCs/>
              </w:rPr>
            </w:pPr>
          </w:p>
        </w:tc>
      </w:tr>
      <w:tr w:rsidR="0025267F" w:rsidRPr="00883C67" w14:paraId="53E6DE83" w14:textId="77777777" w:rsidTr="00B041F7">
        <w:tc>
          <w:tcPr>
            <w:tcW w:w="8363" w:type="dxa"/>
            <w:gridSpan w:val="7"/>
            <w:tcBorders>
              <w:top w:val="single" w:sz="4" w:space="0" w:color="auto"/>
              <w:left w:val="single" w:sz="4" w:space="0" w:color="auto"/>
              <w:bottom w:val="single" w:sz="4" w:space="0" w:color="auto"/>
              <w:right w:val="single" w:sz="4" w:space="0" w:color="auto"/>
            </w:tcBorders>
          </w:tcPr>
          <w:p w14:paraId="31EC5E35" w14:textId="74DE3347" w:rsidR="0025267F" w:rsidRPr="00883C67" w:rsidRDefault="0025267F" w:rsidP="0027116B">
            <w:pPr>
              <w:rPr>
                <w:b/>
                <w:bCs/>
              </w:rPr>
            </w:pPr>
            <w:r w:rsidRPr="00883C67">
              <w:rPr>
                <w:b/>
                <w:bCs/>
              </w:rPr>
              <w:t>PARTY:</w:t>
            </w:r>
          </w:p>
        </w:tc>
      </w:tr>
      <w:tr w:rsidR="0025267F" w:rsidRPr="00883C67" w14:paraId="0E0F27C9" w14:textId="77777777" w:rsidTr="00B041F7">
        <w:tc>
          <w:tcPr>
            <w:tcW w:w="8363" w:type="dxa"/>
            <w:gridSpan w:val="7"/>
            <w:tcBorders>
              <w:top w:val="single" w:sz="4" w:space="0" w:color="auto"/>
              <w:left w:val="single" w:sz="4" w:space="0" w:color="auto"/>
              <w:bottom w:val="single" w:sz="4" w:space="0" w:color="auto"/>
              <w:right w:val="single" w:sz="4" w:space="0" w:color="auto"/>
            </w:tcBorders>
          </w:tcPr>
          <w:p w14:paraId="0AE4FEC9" w14:textId="0B622C6C" w:rsidR="0025267F" w:rsidRPr="00883C67" w:rsidRDefault="0025267F" w:rsidP="0027116B">
            <w:pPr>
              <w:rPr>
                <w:b/>
                <w:bCs/>
              </w:rPr>
            </w:pPr>
            <w:r w:rsidRPr="00883C67">
              <w:t xml:space="preserve">The Secretariat of the </w:t>
            </w:r>
            <w:proofErr w:type="spellStart"/>
            <w:r w:rsidRPr="00883C67">
              <w:t>Minamata</w:t>
            </w:r>
            <w:proofErr w:type="spellEnd"/>
            <w:r w:rsidRPr="00883C67">
              <w:t xml:space="preserve"> Convention is hereby notified of the registration of the following exemption pursuant to paragraph 1 of article 6 of the Convention.</w:t>
            </w:r>
          </w:p>
        </w:tc>
      </w:tr>
      <w:tr w:rsidR="0025267F" w:rsidRPr="00883C67" w14:paraId="7C68A161" w14:textId="77777777" w:rsidTr="00B041F7">
        <w:tc>
          <w:tcPr>
            <w:tcW w:w="2410" w:type="dxa"/>
            <w:gridSpan w:val="3"/>
            <w:tcBorders>
              <w:top w:val="single" w:sz="4" w:space="0" w:color="auto"/>
              <w:left w:val="single" w:sz="4" w:space="0" w:color="auto"/>
              <w:bottom w:val="single" w:sz="4" w:space="0" w:color="auto"/>
              <w:right w:val="single" w:sz="4" w:space="0" w:color="auto"/>
            </w:tcBorders>
            <w:hideMark/>
          </w:tcPr>
          <w:p w14:paraId="7675F76C" w14:textId="77777777" w:rsidR="0025267F" w:rsidRPr="0027116B" w:rsidRDefault="0025267F" w:rsidP="004B6021">
            <w:pPr>
              <w:spacing w:before="40" w:after="40"/>
              <w:rPr>
                <w:rFonts w:ascii="SimSun" w:cs="SimSun"/>
              </w:rPr>
            </w:pPr>
            <w:r w:rsidRPr="0027116B">
              <w:rPr>
                <w:b/>
                <w:bCs/>
              </w:rPr>
              <w:t>Manufacturing processes using mercury or mercury compounds set out in part I of Annex B</w:t>
            </w:r>
          </w:p>
        </w:tc>
        <w:tc>
          <w:tcPr>
            <w:tcW w:w="2976" w:type="dxa"/>
            <w:gridSpan w:val="2"/>
            <w:tcBorders>
              <w:top w:val="single" w:sz="4" w:space="0" w:color="auto"/>
              <w:left w:val="single" w:sz="4" w:space="0" w:color="auto"/>
              <w:bottom w:val="single" w:sz="4" w:space="0" w:color="auto"/>
              <w:right w:val="single" w:sz="4" w:space="0" w:color="auto"/>
            </w:tcBorders>
          </w:tcPr>
          <w:p w14:paraId="2D18D785" w14:textId="5F5C3FED" w:rsidR="0025267F" w:rsidRPr="0027116B" w:rsidRDefault="0025267F" w:rsidP="0027116B">
            <w:r w:rsidRPr="0027116B">
              <w:rPr>
                <w:b/>
              </w:rPr>
              <w:t>Indicate the category or subcategory for which the exemption is registered.</w:t>
            </w:r>
          </w:p>
        </w:tc>
        <w:tc>
          <w:tcPr>
            <w:tcW w:w="2977" w:type="dxa"/>
            <w:gridSpan w:val="2"/>
            <w:tcBorders>
              <w:top w:val="single" w:sz="4" w:space="0" w:color="auto"/>
              <w:left w:val="single" w:sz="4" w:space="0" w:color="auto"/>
              <w:bottom w:val="single" w:sz="4" w:space="0" w:color="auto"/>
              <w:right w:val="single" w:sz="4" w:space="0" w:color="auto"/>
            </w:tcBorders>
          </w:tcPr>
          <w:p w14:paraId="2D10E687" w14:textId="46120E50" w:rsidR="0025267F" w:rsidRPr="0027116B" w:rsidRDefault="0025267F" w:rsidP="004B6021">
            <w:r w:rsidRPr="0027116B">
              <w:rPr>
                <w:b/>
                <w:bCs/>
              </w:rPr>
              <w:t xml:space="preserve">Duration of exemption </w:t>
            </w:r>
            <w:r w:rsidR="0027116B">
              <w:rPr>
                <w:b/>
                <w:bCs/>
              </w:rPr>
              <w:br/>
            </w:r>
            <w:r w:rsidRPr="0027116B">
              <w:rPr>
                <w:b/>
                <w:bCs/>
              </w:rPr>
              <w:t>(if less than five years past the phase-out date)</w:t>
            </w:r>
          </w:p>
        </w:tc>
      </w:tr>
      <w:tr w:rsidR="0025267F" w:rsidRPr="00883C67" w14:paraId="58101E82" w14:textId="77777777" w:rsidTr="00B041F7">
        <w:tc>
          <w:tcPr>
            <w:tcW w:w="2410" w:type="dxa"/>
            <w:gridSpan w:val="3"/>
            <w:tcBorders>
              <w:top w:val="single" w:sz="4" w:space="0" w:color="auto"/>
              <w:left w:val="single" w:sz="4" w:space="0" w:color="auto"/>
              <w:bottom w:val="single" w:sz="4" w:space="0" w:color="auto"/>
              <w:right w:val="single" w:sz="4" w:space="0" w:color="auto"/>
            </w:tcBorders>
            <w:hideMark/>
          </w:tcPr>
          <w:p w14:paraId="175B04A9" w14:textId="710D4727" w:rsidR="0025267F" w:rsidRPr="00883C67" w:rsidRDefault="0025267F" w:rsidP="0027116B">
            <w:pPr>
              <w:rPr>
                <w:rFonts w:ascii="SimSun" w:cs="SimSun"/>
              </w:rPr>
            </w:pPr>
            <w:proofErr w:type="spellStart"/>
            <w:r w:rsidRPr="00883C67">
              <w:t>Chlor</w:t>
            </w:r>
            <w:proofErr w:type="spellEnd"/>
            <w:r w:rsidRPr="00883C67">
              <w:t>-alkali production</w:t>
            </w:r>
          </w:p>
        </w:tc>
        <w:tc>
          <w:tcPr>
            <w:tcW w:w="2976" w:type="dxa"/>
            <w:gridSpan w:val="2"/>
            <w:tcBorders>
              <w:top w:val="single" w:sz="4" w:space="0" w:color="auto"/>
              <w:left w:val="single" w:sz="4" w:space="0" w:color="auto"/>
              <w:bottom w:val="single" w:sz="4" w:space="0" w:color="auto"/>
              <w:right w:val="single" w:sz="4" w:space="0" w:color="auto"/>
            </w:tcBorders>
            <w:hideMark/>
          </w:tcPr>
          <w:p w14:paraId="19CE75B4" w14:textId="77777777" w:rsidR="0025267F" w:rsidRPr="00883C67" w:rsidRDefault="0025267F" w:rsidP="004B6021">
            <w:pPr>
              <w:rPr>
                <w:strike/>
              </w:rPr>
            </w:pPr>
          </w:p>
        </w:tc>
        <w:tc>
          <w:tcPr>
            <w:tcW w:w="2977" w:type="dxa"/>
            <w:gridSpan w:val="2"/>
            <w:tcBorders>
              <w:top w:val="single" w:sz="4" w:space="0" w:color="auto"/>
              <w:left w:val="single" w:sz="4" w:space="0" w:color="auto"/>
              <w:bottom w:val="single" w:sz="4" w:space="0" w:color="auto"/>
              <w:right w:val="single" w:sz="4" w:space="0" w:color="auto"/>
            </w:tcBorders>
          </w:tcPr>
          <w:p w14:paraId="2086379C" w14:textId="77777777" w:rsidR="0025267F" w:rsidRPr="00883C67" w:rsidRDefault="0025267F" w:rsidP="004B6021"/>
        </w:tc>
      </w:tr>
      <w:tr w:rsidR="0025267F" w:rsidRPr="00883C67" w14:paraId="779E4AC9" w14:textId="77777777" w:rsidTr="00B041F7">
        <w:tc>
          <w:tcPr>
            <w:tcW w:w="2410" w:type="dxa"/>
            <w:gridSpan w:val="3"/>
            <w:tcBorders>
              <w:top w:val="single" w:sz="4" w:space="0" w:color="auto"/>
              <w:left w:val="single" w:sz="4" w:space="0" w:color="auto"/>
              <w:bottom w:val="single" w:sz="4" w:space="0" w:color="auto"/>
              <w:right w:val="single" w:sz="4" w:space="0" w:color="auto"/>
            </w:tcBorders>
            <w:hideMark/>
          </w:tcPr>
          <w:p w14:paraId="2F5C4B4C" w14:textId="256F9E21" w:rsidR="0025267F" w:rsidRPr="00883C67" w:rsidRDefault="0025267F" w:rsidP="0027116B">
            <w:pPr>
              <w:rPr>
                <w:rFonts w:ascii="SimSun" w:cs="SimSun"/>
              </w:rPr>
            </w:pPr>
            <w:r w:rsidRPr="00883C67">
              <w:t>Acetaldehyde production in which mercury or mercury compounds are used as a catalyst</w:t>
            </w:r>
          </w:p>
        </w:tc>
        <w:tc>
          <w:tcPr>
            <w:tcW w:w="2976" w:type="dxa"/>
            <w:gridSpan w:val="2"/>
            <w:tcBorders>
              <w:top w:val="single" w:sz="4" w:space="0" w:color="auto"/>
              <w:left w:val="single" w:sz="4" w:space="0" w:color="auto"/>
              <w:bottom w:val="single" w:sz="4" w:space="0" w:color="auto"/>
              <w:right w:val="single" w:sz="4" w:space="0" w:color="auto"/>
            </w:tcBorders>
            <w:hideMark/>
          </w:tcPr>
          <w:p w14:paraId="02C17110" w14:textId="77777777" w:rsidR="0025267F" w:rsidRPr="00883C67" w:rsidRDefault="0025267F" w:rsidP="004B6021">
            <w:pPr>
              <w:rPr>
                <w:strike/>
              </w:rPr>
            </w:pPr>
          </w:p>
        </w:tc>
        <w:tc>
          <w:tcPr>
            <w:tcW w:w="2977" w:type="dxa"/>
            <w:gridSpan w:val="2"/>
            <w:tcBorders>
              <w:top w:val="single" w:sz="4" w:space="0" w:color="auto"/>
              <w:left w:val="single" w:sz="4" w:space="0" w:color="auto"/>
              <w:bottom w:val="single" w:sz="4" w:space="0" w:color="auto"/>
              <w:right w:val="single" w:sz="4" w:space="0" w:color="auto"/>
            </w:tcBorders>
          </w:tcPr>
          <w:p w14:paraId="521B2D1B" w14:textId="77777777" w:rsidR="0025267F" w:rsidRPr="00883C67" w:rsidRDefault="0025267F" w:rsidP="004B6021"/>
        </w:tc>
      </w:tr>
      <w:tr w:rsidR="0025267F" w:rsidRPr="00883C67" w14:paraId="7DD0B31F" w14:textId="77777777" w:rsidTr="00B041F7">
        <w:trPr>
          <w:trHeight w:val="259"/>
        </w:trPr>
        <w:tc>
          <w:tcPr>
            <w:tcW w:w="8363" w:type="dxa"/>
            <w:gridSpan w:val="7"/>
            <w:tcBorders>
              <w:top w:val="single" w:sz="4" w:space="0" w:color="auto"/>
              <w:left w:val="single" w:sz="4" w:space="0" w:color="auto"/>
              <w:bottom w:val="single" w:sz="4" w:space="0" w:color="auto"/>
              <w:right w:val="single" w:sz="4" w:space="0" w:color="auto"/>
            </w:tcBorders>
            <w:hideMark/>
          </w:tcPr>
          <w:p w14:paraId="0EA7FA08" w14:textId="77777777" w:rsidR="0025267F" w:rsidRPr="00883C67" w:rsidRDefault="0025267F" w:rsidP="004B6021">
            <w:pPr>
              <w:pStyle w:val="Normalnumber"/>
              <w:numPr>
                <w:ilvl w:val="0"/>
                <w:numId w:val="0"/>
              </w:numPr>
              <w:tabs>
                <w:tab w:val="left" w:pos="0"/>
              </w:tabs>
              <w:jc w:val="both"/>
            </w:pPr>
            <w:r w:rsidRPr="00883C67">
              <w:t>Please attach an explanatory statement on the need for the exemption, one statement per process category.</w:t>
            </w:r>
          </w:p>
          <w:p w14:paraId="5D2FC5DE" w14:textId="77777777" w:rsidR="0025267F" w:rsidRPr="00883C67" w:rsidRDefault="0025267F" w:rsidP="004B6021">
            <w:pPr>
              <w:pStyle w:val="Normalnumber"/>
              <w:numPr>
                <w:ilvl w:val="0"/>
                <w:numId w:val="0"/>
              </w:numPr>
              <w:tabs>
                <w:tab w:val="left" w:pos="0"/>
              </w:tabs>
              <w:jc w:val="both"/>
            </w:pPr>
            <w:r w:rsidRPr="00883C67">
              <w:t xml:space="preserve">As part of, or in addition to, the explanation of the need for the exemption, the </w:t>
            </w:r>
            <w:r w:rsidRPr="005B1FD9">
              <w:t>registering Party may</w:t>
            </w:r>
            <w:r w:rsidRPr="00883C67">
              <w:t xml:space="preserve"> include, as appropriate, the following information: </w:t>
            </w:r>
          </w:p>
          <w:p w14:paraId="0CC6C200" w14:textId="77777777" w:rsidR="0025267F" w:rsidRPr="00883C67" w:rsidRDefault="0025267F" w:rsidP="00C30D1F">
            <w:pPr>
              <w:pStyle w:val="Normalnumber"/>
              <w:numPr>
                <w:ilvl w:val="0"/>
                <w:numId w:val="22"/>
              </w:numPr>
              <w:ind w:left="1248" w:hanging="624"/>
              <w:jc w:val="both"/>
            </w:pPr>
            <w:r w:rsidRPr="00883C67">
              <w:t>any timetable or plan of action to phase out the use of mercury in facilities; and</w:t>
            </w:r>
          </w:p>
          <w:p w14:paraId="5296CA03" w14:textId="4A7EAF4C" w:rsidR="0025267F" w:rsidRPr="00883C67" w:rsidRDefault="0025267F" w:rsidP="00C30D1F">
            <w:pPr>
              <w:pStyle w:val="Normalnumber"/>
              <w:numPr>
                <w:ilvl w:val="0"/>
                <w:numId w:val="23"/>
              </w:numPr>
              <w:ind w:left="1248" w:hanging="624"/>
              <w:jc w:val="both"/>
            </w:pPr>
            <w:proofErr w:type="gramStart"/>
            <w:r w:rsidRPr="00883C67">
              <w:t>identification</w:t>
            </w:r>
            <w:proofErr w:type="gramEnd"/>
            <w:r w:rsidRPr="00883C67">
              <w:t xml:space="preserve"> of the facilities for which an exemption is being registered, including the capacity of the facilities and the expected annual use of mercury by the facilities.</w:t>
            </w:r>
          </w:p>
        </w:tc>
      </w:tr>
      <w:tr w:rsidR="0025267F" w:rsidRPr="00883C67" w14:paraId="4290D199" w14:textId="77777777" w:rsidTr="00B041F7">
        <w:trPr>
          <w:trHeight w:val="174"/>
        </w:trPr>
        <w:tc>
          <w:tcPr>
            <w:tcW w:w="2126" w:type="dxa"/>
            <w:gridSpan w:val="2"/>
            <w:tcBorders>
              <w:top w:val="single" w:sz="4" w:space="0" w:color="auto"/>
              <w:left w:val="single" w:sz="4" w:space="0" w:color="auto"/>
              <w:bottom w:val="single" w:sz="4" w:space="0" w:color="auto"/>
              <w:right w:val="single" w:sz="4" w:space="0" w:color="auto"/>
            </w:tcBorders>
            <w:hideMark/>
          </w:tcPr>
          <w:p w14:paraId="4A74AAE4" w14:textId="77777777" w:rsidR="0025267F" w:rsidRPr="00883C67" w:rsidRDefault="0025267F" w:rsidP="004B6021">
            <w:pPr>
              <w:rPr>
                <w:strike/>
              </w:rPr>
            </w:pPr>
          </w:p>
        </w:tc>
        <w:tc>
          <w:tcPr>
            <w:tcW w:w="4911" w:type="dxa"/>
            <w:gridSpan w:val="4"/>
            <w:tcBorders>
              <w:top w:val="single" w:sz="4" w:space="0" w:color="auto"/>
              <w:left w:val="single" w:sz="4" w:space="0" w:color="auto"/>
              <w:bottom w:val="single" w:sz="4" w:space="0" w:color="auto"/>
              <w:right w:val="single" w:sz="4" w:space="0" w:color="auto"/>
            </w:tcBorders>
          </w:tcPr>
          <w:p w14:paraId="78CCC5C4" w14:textId="77777777" w:rsidR="0025267F" w:rsidRPr="00883C67" w:rsidRDefault="0025267F" w:rsidP="004B6021"/>
        </w:tc>
        <w:tc>
          <w:tcPr>
            <w:tcW w:w="1326" w:type="dxa"/>
            <w:tcBorders>
              <w:top w:val="single" w:sz="4" w:space="0" w:color="auto"/>
              <w:left w:val="single" w:sz="4" w:space="0" w:color="auto"/>
              <w:bottom w:val="single" w:sz="4" w:space="0" w:color="auto"/>
              <w:right w:val="single" w:sz="4" w:space="0" w:color="auto"/>
            </w:tcBorders>
          </w:tcPr>
          <w:p w14:paraId="62CBE158" w14:textId="77777777" w:rsidR="0025267F" w:rsidRPr="00883C67" w:rsidRDefault="0025267F" w:rsidP="004B6021"/>
        </w:tc>
      </w:tr>
      <w:tr w:rsidR="0025267F" w:rsidRPr="00883C67" w14:paraId="29DCF2D8" w14:textId="77777777" w:rsidTr="00B041F7">
        <w:trPr>
          <w:trHeight w:val="427"/>
        </w:trPr>
        <w:tc>
          <w:tcPr>
            <w:tcW w:w="7037" w:type="dxa"/>
            <w:gridSpan w:val="6"/>
            <w:tcBorders>
              <w:top w:val="single" w:sz="4" w:space="0" w:color="auto"/>
              <w:left w:val="single" w:sz="4" w:space="0" w:color="auto"/>
              <w:bottom w:val="single" w:sz="4" w:space="0" w:color="auto"/>
              <w:right w:val="single" w:sz="4" w:space="0" w:color="auto"/>
            </w:tcBorders>
            <w:shd w:val="clear" w:color="auto" w:fill="000000"/>
            <w:vAlign w:val="center"/>
            <w:hideMark/>
          </w:tcPr>
          <w:p w14:paraId="48C5B23F" w14:textId="77777777" w:rsidR="0025267F" w:rsidRPr="00883C67" w:rsidRDefault="0025267F" w:rsidP="004B6021">
            <w:r w:rsidRPr="00883C67">
              <w:rPr>
                <w:b/>
                <w:bCs/>
              </w:rPr>
              <w:t>THIS NOTIFICATION IS SUBMITTED BY:</w:t>
            </w:r>
          </w:p>
        </w:tc>
        <w:tc>
          <w:tcPr>
            <w:tcW w:w="1326" w:type="dxa"/>
            <w:tcBorders>
              <w:top w:val="single" w:sz="4" w:space="0" w:color="auto"/>
              <w:left w:val="single" w:sz="4" w:space="0" w:color="auto"/>
              <w:bottom w:val="single" w:sz="4" w:space="0" w:color="auto"/>
              <w:right w:val="single" w:sz="4" w:space="0" w:color="auto"/>
            </w:tcBorders>
            <w:shd w:val="clear" w:color="auto" w:fill="000000"/>
          </w:tcPr>
          <w:p w14:paraId="635408A8" w14:textId="77777777" w:rsidR="0025267F" w:rsidRPr="00883C67" w:rsidRDefault="0025267F" w:rsidP="004B6021">
            <w:pPr>
              <w:rPr>
                <w:b/>
                <w:bCs/>
              </w:rPr>
            </w:pPr>
          </w:p>
        </w:tc>
      </w:tr>
      <w:tr w:rsidR="0025267F" w:rsidRPr="00883C67" w14:paraId="447BA250" w14:textId="77777777" w:rsidTr="00B041F7">
        <w:tc>
          <w:tcPr>
            <w:tcW w:w="1843" w:type="dxa"/>
            <w:tcBorders>
              <w:top w:val="single" w:sz="4" w:space="0" w:color="auto"/>
              <w:left w:val="single" w:sz="4" w:space="0" w:color="auto"/>
              <w:bottom w:val="single" w:sz="4" w:space="0" w:color="auto"/>
              <w:right w:val="single" w:sz="4" w:space="0" w:color="auto"/>
            </w:tcBorders>
            <w:hideMark/>
          </w:tcPr>
          <w:p w14:paraId="1C5D0BD5" w14:textId="77777777" w:rsidR="0025267F" w:rsidRPr="00883C67" w:rsidRDefault="0025267F" w:rsidP="004B6021">
            <w:r w:rsidRPr="00883C67">
              <w:t>Job title:</w:t>
            </w:r>
          </w:p>
        </w:tc>
        <w:tc>
          <w:tcPr>
            <w:tcW w:w="5194" w:type="dxa"/>
            <w:gridSpan w:val="5"/>
            <w:tcBorders>
              <w:top w:val="single" w:sz="4" w:space="0" w:color="auto"/>
              <w:left w:val="single" w:sz="4" w:space="0" w:color="auto"/>
              <w:bottom w:val="single" w:sz="4" w:space="0" w:color="auto"/>
              <w:right w:val="single" w:sz="4" w:space="0" w:color="auto"/>
            </w:tcBorders>
          </w:tcPr>
          <w:p w14:paraId="389BA92B" w14:textId="77777777" w:rsidR="0025267F" w:rsidRPr="00883C67" w:rsidRDefault="0025267F" w:rsidP="004B6021"/>
        </w:tc>
        <w:tc>
          <w:tcPr>
            <w:tcW w:w="1326" w:type="dxa"/>
            <w:tcBorders>
              <w:top w:val="single" w:sz="4" w:space="0" w:color="auto"/>
              <w:left w:val="single" w:sz="4" w:space="0" w:color="auto"/>
              <w:bottom w:val="single" w:sz="4" w:space="0" w:color="auto"/>
              <w:right w:val="single" w:sz="4" w:space="0" w:color="auto"/>
            </w:tcBorders>
          </w:tcPr>
          <w:p w14:paraId="46B5B8B4" w14:textId="77777777" w:rsidR="0025267F" w:rsidRPr="00883C67" w:rsidRDefault="0025267F" w:rsidP="004B6021"/>
        </w:tc>
      </w:tr>
      <w:tr w:rsidR="0025267F" w:rsidRPr="00883C67" w14:paraId="434BB9F5" w14:textId="77777777" w:rsidTr="00B041F7">
        <w:tc>
          <w:tcPr>
            <w:tcW w:w="1843" w:type="dxa"/>
            <w:tcBorders>
              <w:top w:val="single" w:sz="4" w:space="0" w:color="auto"/>
              <w:left w:val="single" w:sz="4" w:space="0" w:color="auto"/>
              <w:bottom w:val="single" w:sz="4" w:space="0" w:color="auto"/>
              <w:right w:val="single" w:sz="4" w:space="0" w:color="auto"/>
            </w:tcBorders>
            <w:hideMark/>
          </w:tcPr>
          <w:p w14:paraId="560EB77F" w14:textId="77777777" w:rsidR="0025267F" w:rsidRPr="00883C67" w:rsidRDefault="0025267F" w:rsidP="004B6021">
            <w:r w:rsidRPr="00883C67">
              <w:t>Institution/department:</w:t>
            </w:r>
          </w:p>
        </w:tc>
        <w:tc>
          <w:tcPr>
            <w:tcW w:w="5194" w:type="dxa"/>
            <w:gridSpan w:val="5"/>
            <w:tcBorders>
              <w:top w:val="single" w:sz="4" w:space="0" w:color="auto"/>
              <w:left w:val="single" w:sz="4" w:space="0" w:color="auto"/>
              <w:bottom w:val="single" w:sz="4" w:space="0" w:color="auto"/>
              <w:right w:val="single" w:sz="4" w:space="0" w:color="auto"/>
            </w:tcBorders>
          </w:tcPr>
          <w:p w14:paraId="0DA25436" w14:textId="77777777" w:rsidR="0025267F" w:rsidRPr="00883C67" w:rsidRDefault="0025267F" w:rsidP="004B6021"/>
        </w:tc>
        <w:tc>
          <w:tcPr>
            <w:tcW w:w="1326" w:type="dxa"/>
            <w:tcBorders>
              <w:top w:val="single" w:sz="4" w:space="0" w:color="auto"/>
              <w:left w:val="single" w:sz="4" w:space="0" w:color="auto"/>
              <w:bottom w:val="single" w:sz="4" w:space="0" w:color="auto"/>
              <w:right w:val="single" w:sz="4" w:space="0" w:color="auto"/>
            </w:tcBorders>
          </w:tcPr>
          <w:p w14:paraId="278563A0" w14:textId="77777777" w:rsidR="0025267F" w:rsidRPr="00883C67" w:rsidRDefault="0025267F" w:rsidP="004B6021"/>
        </w:tc>
      </w:tr>
      <w:tr w:rsidR="0025267F" w:rsidRPr="00883C67" w14:paraId="319F6A97" w14:textId="77777777" w:rsidTr="00B041F7">
        <w:trPr>
          <w:trHeight w:val="70"/>
        </w:trPr>
        <w:tc>
          <w:tcPr>
            <w:tcW w:w="1843" w:type="dxa"/>
            <w:tcBorders>
              <w:top w:val="single" w:sz="4" w:space="0" w:color="auto"/>
              <w:left w:val="single" w:sz="4" w:space="0" w:color="auto"/>
              <w:bottom w:val="single" w:sz="4" w:space="0" w:color="auto"/>
              <w:right w:val="single" w:sz="4" w:space="0" w:color="auto"/>
            </w:tcBorders>
            <w:hideMark/>
          </w:tcPr>
          <w:p w14:paraId="4B29B4C2" w14:textId="77777777" w:rsidR="0025267F" w:rsidRPr="00883C67" w:rsidRDefault="0025267F" w:rsidP="004B6021">
            <w:r w:rsidRPr="00883C67">
              <w:t>Address:</w:t>
            </w:r>
          </w:p>
        </w:tc>
        <w:tc>
          <w:tcPr>
            <w:tcW w:w="5194" w:type="dxa"/>
            <w:gridSpan w:val="5"/>
            <w:tcBorders>
              <w:top w:val="single" w:sz="4" w:space="0" w:color="auto"/>
              <w:left w:val="single" w:sz="4" w:space="0" w:color="auto"/>
              <w:bottom w:val="single" w:sz="4" w:space="0" w:color="auto"/>
              <w:right w:val="single" w:sz="4" w:space="0" w:color="auto"/>
            </w:tcBorders>
          </w:tcPr>
          <w:p w14:paraId="1A085EA1" w14:textId="77777777" w:rsidR="0025267F" w:rsidRPr="00883C67" w:rsidRDefault="0025267F" w:rsidP="004B6021"/>
        </w:tc>
        <w:tc>
          <w:tcPr>
            <w:tcW w:w="1326" w:type="dxa"/>
            <w:tcBorders>
              <w:top w:val="single" w:sz="4" w:space="0" w:color="auto"/>
              <w:left w:val="single" w:sz="4" w:space="0" w:color="auto"/>
              <w:bottom w:val="single" w:sz="4" w:space="0" w:color="auto"/>
              <w:right w:val="single" w:sz="4" w:space="0" w:color="auto"/>
            </w:tcBorders>
          </w:tcPr>
          <w:p w14:paraId="4E230C65" w14:textId="77777777" w:rsidR="0025267F" w:rsidRPr="00883C67" w:rsidRDefault="0025267F" w:rsidP="004B6021"/>
        </w:tc>
      </w:tr>
      <w:tr w:rsidR="0025267F" w:rsidRPr="00883C67" w14:paraId="2F9CA73C" w14:textId="77777777" w:rsidTr="00B041F7">
        <w:tc>
          <w:tcPr>
            <w:tcW w:w="1843" w:type="dxa"/>
            <w:tcBorders>
              <w:top w:val="single" w:sz="4" w:space="0" w:color="auto"/>
              <w:left w:val="single" w:sz="4" w:space="0" w:color="auto"/>
              <w:bottom w:val="single" w:sz="4" w:space="0" w:color="auto"/>
              <w:right w:val="single" w:sz="4" w:space="0" w:color="auto"/>
            </w:tcBorders>
            <w:hideMark/>
          </w:tcPr>
          <w:p w14:paraId="4BC8EBE9" w14:textId="77777777" w:rsidR="0025267F" w:rsidRPr="00883C67" w:rsidRDefault="0025267F" w:rsidP="004B6021">
            <w:r w:rsidRPr="00883C67">
              <w:t>Telephone:</w:t>
            </w:r>
          </w:p>
        </w:tc>
        <w:tc>
          <w:tcPr>
            <w:tcW w:w="3037" w:type="dxa"/>
            <w:gridSpan w:val="3"/>
            <w:tcBorders>
              <w:top w:val="single" w:sz="4" w:space="0" w:color="auto"/>
              <w:left w:val="single" w:sz="4" w:space="0" w:color="auto"/>
              <w:bottom w:val="single" w:sz="4" w:space="0" w:color="auto"/>
              <w:right w:val="single" w:sz="4" w:space="0" w:color="auto"/>
            </w:tcBorders>
            <w:hideMark/>
          </w:tcPr>
          <w:p w14:paraId="760F274D" w14:textId="77777777" w:rsidR="0025267F" w:rsidRPr="00883C67" w:rsidRDefault="0025267F" w:rsidP="004B6021">
            <w:r w:rsidRPr="00883C67">
              <w:t>Fax:</w:t>
            </w:r>
          </w:p>
        </w:tc>
        <w:tc>
          <w:tcPr>
            <w:tcW w:w="2157" w:type="dxa"/>
            <w:gridSpan w:val="2"/>
            <w:tcBorders>
              <w:top w:val="single" w:sz="4" w:space="0" w:color="auto"/>
              <w:left w:val="single" w:sz="4" w:space="0" w:color="auto"/>
              <w:bottom w:val="single" w:sz="4" w:space="0" w:color="auto"/>
              <w:right w:val="single" w:sz="4" w:space="0" w:color="auto"/>
            </w:tcBorders>
            <w:hideMark/>
          </w:tcPr>
          <w:p w14:paraId="3E63B720" w14:textId="77777777" w:rsidR="0025267F" w:rsidRPr="00883C67" w:rsidRDefault="0025267F" w:rsidP="004B6021">
            <w:r w:rsidRPr="00883C67">
              <w:t>E-mail address:</w:t>
            </w:r>
          </w:p>
        </w:tc>
        <w:tc>
          <w:tcPr>
            <w:tcW w:w="1326" w:type="dxa"/>
            <w:tcBorders>
              <w:top w:val="single" w:sz="4" w:space="0" w:color="auto"/>
              <w:left w:val="single" w:sz="4" w:space="0" w:color="auto"/>
              <w:bottom w:val="single" w:sz="4" w:space="0" w:color="auto"/>
              <w:right w:val="single" w:sz="4" w:space="0" w:color="auto"/>
            </w:tcBorders>
          </w:tcPr>
          <w:p w14:paraId="12750DBC" w14:textId="77777777" w:rsidR="0025267F" w:rsidRPr="00883C67" w:rsidRDefault="0025267F" w:rsidP="004B6021"/>
        </w:tc>
      </w:tr>
      <w:tr w:rsidR="0025267F" w:rsidRPr="00883C67" w14:paraId="23333D41" w14:textId="77777777" w:rsidTr="00B041F7">
        <w:trPr>
          <w:trHeight w:val="231"/>
        </w:trPr>
        <w:tc>
          <w:tcPr>
            <w:tcW w:w="1843" w:type="dxa"/>
            <w:tcBorders>
              <w:top w:val="single" w:sz="4" w:space="0" w:color="auto"/>
              <w:left w:val="single" w:sz="4" w:space="0" w:color="auto"/>
              <w:bottom w:val="single" w:sz="4" w:space="0" w:color="auto"/>
              <w:right w:val="single" w:sz="4" w:space="0" w:color="auto"/>
            </w:tcBorders>
            <w:hideMark/>
          </w:tcPr>
          <w:p w14:paraId="27C87CA5" w14:textId="77777777" w:rsidR="0025267F" w:rsidRPr="00883C67" w:rsidRDefault="0025267F" w:rsidP="004B6021">
            <w:r w:rsidRPr="00883C67">
              <w:t>Contact name:</w:t>
            </w:r>
          </w:p>
        </w:tc>
        <w:tc>
          <w:tcPr>
            <w:tcW w:w="3037" w:type="dxa"/>
            <w:gridSpan w:val="3"/>
            <w:tcBorders>
              <w:top w:val="single" w:sz="4" w:space="0" w:color="auto"/>
              <w:left w:val="single" w:sz="4" w:space="0" w:color="auto"/>
              <w:bottom w:val="single" w:sz="4" w:space="0" w:color="auto"/>
              <w:right w:val="single" w:sz="4" w:space="0" w:color="auto"/>
            </w:tcBorders>
          </w:tcPr>
          <w:p w14:paraId="5162833B" w14:textId="77777777" w:rsidR="0025267F" w:rsidRPr="00883C67" w:rsidRDefault="0025267F" w:rsidP="004B6021"/>
        </w:tc>
        <w:tc>
          <w:tcPr>
            <w:tcW w:w="2157" w:type="dxa"/>
            <w:gridSpan w:val="2"/>
            <w:tcBorders>
              <w:top w:val="single" w:sz="4" w:space="0" w:color="auto"/>
              <w:left w:val="single" w:sz="4" w:space="0" w:color="auto"/>
              <w:bottom w:val="single" w:sz="4" w:space="0" w:color="auto"/>
              <w:right w:val="single" w:sz="4" w:space="0" w:color="auto"/>
            </w:tcBorders>
            <w:hideMark/>
          </w:tcPr>
          <w:p w14:paraId="4B515E9A" w14:textId="77777777" w:rsidR="0025267F" w:rsidRPr="00883C67" w:rsidRDefault="0025267F" w:rsidP="004B6021">
            <w:r w:rsidRPr="00883C67">
              <w:t>Date: (</w:t>
            </w:r>
            <w:proofErr w:type="spellStart"/>
            <w:r w:rsidRPr="00883C67">
              <w:rPr>
                <w:i/>
              </w:rPr>
              <w:t>dd</w:t>
            </w:r>
            <w:proofErr w:type="spellEnd"/>
            <w:r w:rsidRPr="00883C67">
              <w:rPr>
                <w:i/>
              </w:rPr>
              <w:t>/mm/</w:t>
            </w:r>
            <w:proofErr w:type="spellStart"/>
            <w:r w:rsidRPr="00883C67">
              <w:rPr>
                <w:i/>
              </w:rPr>
              <w:t>yyyy</w:t>
            </w:r>
            <w:proofErr w:type="spellEnd"/>
            <w:r w:rsidRPr="00883C67">
              <w:t>)</w:t>
            </w:r>
          </w:p>
        </w:tc>
        <w:tc>
          <w:tcPr>
            <w:tcW w:w="1326" w:type="dxa"/>
            <w:tcBorders>
              <w:top w:val="single" w:sz="4" w:space="0" w:color="auto"/>
              <w:left w:val="single" w:sz="4" w:space="0" w:color="auto"/>
              <w:bottom w:val="single" w:sz="4" w:space="0" w:color="auto"/>
              <w:right w:val="single" w:sz="4" w:space="0" w:color="auto"/>
            </w:tcBorders>
          </w:tcPr>
          <w:p w14:paraId="0BA71091" w14:textId="77777777" w:rsidR="0025267F" w:rsidRPr="00883C67" w:rsidRDefault="0025267F" w:rsidP="004B6021"/>
        </w:tc>
      </w:tr>
      <w:tr w:rsidR="0025267F" w:rsidRPr="00883C67" w14:paraId="44BF2DCF" w14:textId="77777777" w:rsidTr="00B041F7">
        <w:trPr>
          <w:trHeight w:val="231"/>
        </w:trPr>
        <w:tc>
          <w:tcPr>
            <w:tcW w:w="8363" w:type="dxa"/>
            <w:gridSpan w:val="7"/>
            <w:tcBorders>
              <w:top w:val="single" w:sz="4" w:space="0" w:color="auto"/>
              <w:left w:val="single" w:sz="4" w:space="0" w:color="auto"/>
              <w:bottom w:val="single" w:sz="4" w:space="0" w:color="auto"/>
              <w:right w:val="single" w:sz="4" w:space="0" w:color="auto"/>
            </w:tcBorders>
          </w:tcPr>
          <w:p w14:paraId="7FC1B163" w14:textId="77777777" w:rsidR="0025267F" w:rsidRPr="00883C67" w:rsidRDefault="0025267F" w:rsidP="004B6021"/>
        </w:tc>
      </w:tr>
      <w:tr w:rsidR="0025267F" w:rsidRPr="00883C67" w14:paraId="446E6A20" w14:textId="77777777" w:rsidTr="00B041F7">
        <w:trPr>
          <w:trHeight w:val="454"/>
        </w:trPr>
        <w:tc>
          <w:tcPr>
            <w:tcW w:w="7037" w:type="dxa"/>
            <w:gridSpan w:val="6"/>
            <w:tcBorders>
              <w:top w:val="single" w:sz="4" w:space="0" w:color="auto"/>
              <w:left w:val="single" w:sz="4" w:space="0" w:color="auto"/>
              <w:bottom w:val="single" w:sz="4" w:space="0" w:color="auto"/>
              <w:right w:val="single" w:sz="4" w:space="0" w:color="auto"/>
            </w:tcBorders>
            <w:shd w:val="clear" w:color="auto" w:fill="000000"/>
            <w:vAlign w:val="center"/>
            <w:hideMark/>
          </w:tcPr>
          <w:p w14:paraId="754D2800" w14:textId="77777777" w:rsidR="0025267F" w:rsidRPr="00883C67" w:rsidRDefault="0025267F" w:rsidP="004B6021">
            <w:r w:rsidRPr="00883C67">
              <w:rPr>
                <w:b/>
              </w:rPr>
              <w:t>PLEASE RETURN THE COMPLETED FORM TO:</w:t>
            </w:r>
          </w:p>
        </w:tc>
        <w:tc>
          <w:tcPr>
            <w:tcW w:w="1326" w:type="dxa"/>
            <w:tcBorders>
              <w:top w:val="single" w:sz="4" w:space="0" w:color="auto"/>
              <w:left w:val="single" w:sz="4" w:space="0" w:color="auto"/>
              <w:bottom w:val="single" w:sz="4" w:space="0" w:color="auto"/>
              <w:right w:val="single" w:sz="4" w:space="0" w:color="auto"/>
            </w:tcBorders>
            <w:shd w:val="clear" w:color="auto" w:fill="000000"/>
          </w:tcPr>
          <w:p w14:paraId="2C0484FB" w14:textId="77777777" w:rsidR="0025267F" w:rsidRPr="00883C67" w:rsidRDefault="0025267F" w:rsidP="004B6021">
            <w:pPr>
              <w:rPr>
                <w:b/>
              </w:rPr>
            </w:pPr>
          </w:p>
        </w:tc>
      </w:tr>
      <w:tr w:rsidR="0025267F" w:rsidRPr="00886C30" w14:paraId="7E49B3D1" w14:textId="77777777" w:rsidTr="00B041F7">
        <w:trPr>
          <w:trHeight w:val="240"/>
        </w:trPr>
        <w:tc>
          <w:tcPr>
            <w:tcW w:w="4880" w:type="dxa"/>
            <w:gridSpan w:val="4"/>
            <w:tcBorders>
              <w:top w:val="single" w:sz="4" w:space="0" w:color="auto"/>
              <w:left w:val="single" w:sz="4" w:space="0" w:color="auto"/>
              <w:bottom w:val="single" w:sz="4" w:space="0" w:color="auto"/>
              <w:right w:val="single" w:sz="4" w:space="0" w:color="auto"/>
            </w:tcBorders>
            <w:vAlign w:val="center"/>
            <w:hideMark/>
          </w:tcPr>
          <w:p w14:paraId="5AEA1867" w14:textId="77777777" w:rsidR="0025267F" w:rsidRPr="00883C67" w:rsidRDefault="0025267F" w:rsidP="004B6021">
            <w:r w:rsidRPr="00883C67">
              <w:t xml:space="preserve">Secretariat of the </w:t>
            </w:r>
            <w:proofErr w:type="spellStart"/>
            <w:r w:rsidRPr="00883C67">
              <w:t>Minamata</w:t>
            </w:r>
            <w:proofErr w:type="spellEnd"/>
            <w:r w:rsidRPr="00883C67">
              <w:t xml:space="preserve"> Convention on Mercury</w:t>
            </w:r>
          </w:p>
          <w:p w14:paraId="61B70BE5" w14:textId="77777777" w:rsidR="0025267F" w:rsidRPr="00883C67" w:rsidRDefault="0025267F" w:rsidP="004B6021">
            <w:pPr>
              <w:rPr>
                <w:lang w:val="fr-CH"/>
              </w:rPr>
            </w:pPr>
            <w:r w:rsidRPr="00883C67">
              <w:rPr>
                <w:lang w:val="fr-CH"/>
              </w:rPr>
              <w:t xml:space="preserve">United Nations </w:t>
            </w:r>
            <w:proofErr w:type="spellStart"/>
            <w:r w:rsidRPr="00883C67">
              <w:rPr>
                <w:lang w:val="fr-CH"/>
              </w:rPr>
              <w:t>Environment</w:t>
            </w:r>
            <w:proofErr w:type="spellEnd"/>
            <w:r w:rsidRPr="00883C67">
              <w:rPr>
                <w:lang w:val="fr-CH"/>
              </w:rPr>
              <w:t xml:space="preserve"> Programme (UNEP)</w:t>
            </w:r>
          </w:p>
          <w:p w14:paraId="46504049" w14:textId="77777777" w:rsidR="0025267F" w:rsidRPr="00883C67" w:rsidRDefault="0025267F" w:rsidP="004B6021">
            <w:pPr>
              <w:rPr>
                <w:lang w:val="fr-CH"/>
              </w:rPr>
            </w:pPr>
            <w:r w:rsidRPr="00883C67">
              <w:rPr>
                <w:lang w:val="fr-CH"/>
              </w:rPr>
              <w:t xml:space="preserve">International </w:t>
            </w:r>
            <w:proofErr w:type="spellStart"/>
            <w:r w:rsidRPr="00883C67">
              <w:rPr>
                <w:lang w:val="fr-CH"/>
              </w:rPr>
              <w:t>Environment</w:t>
            </w:r>
            <w:proofErr w:type="spellEnd"/>
            <w:r w:rsidRPr="00883C67">
              <w:rPr>
                <w:lang w:val="fr-CH"/>
              </w:rPr>
              <w:t xml:space="preserve"> House</w:t>
            </w:r>
          </w:p>
          <w:p w14:paraId="0FBF002C" w14:textId="77777777" w:rsidR="0025267F" w:rsidRPr="00883C67" w:rsidRDefault="0025267F" w:rsidP="004B6021">
            <w:pPr>
              <w:rPr>
                <w:lang w:val="fr-CH"/>
              </w:rPr>
            </w:pPr>
            <w:r w:rsidRPr="00883C67">
              <w:rPr>
                <w:lang w:val="fr-CH"/>
              </w:rPr>
              <w:t xml:space="preserve">11–13, Chemin des Anémones, CH–1219 Châtelaine, Geneva, </w:t>
            </w:r>
            <w:proofErr w:type="spellStart"/>
            <w:r w:rsidRPr="00883C67">
              <w:rPr>
                <w:lang w:val="fr-CH"/>
              </w:rPr>
              <w:t>Switzerland</w:t>
            </w:r>
            <w:proofErr w:type="spellEnd"/>
          </w:p>
        </w:tc>
        <w:tc>
          <w:tcPr>
            <w:tcW w:w="3483" w:type="dxa"/>
            <w:gridSpan w:val="3"/>
            <w:tcBorders>
              <w:top w:val="single" w:sz="4" w:space="0" w:color="auto"/>
              <w:left w:val="single" w:sz="4" w:space="0" w:color="auto"/>
              <w:bottom w:val="single" w:sz="4" w:space="0" w:color="auto"/>
              <w:right w:val="single" w:sz="4" w:space="0" w:color="auto"/>
            </w:tcBorders>
            <w:vAlign w:val="center"/>
            <w:hideMark/>
          </w:tcPr>
          <w:p w14:paraId="2D764EAF" w14:textId="77777777" w:rsidR="0025267F" w:rsidRPr="00883C67" w:rsidRDefault="0025267F" w:rsidP="004B6021">
            <w:pPr>
              <w:rPr>
                <w:lang w:val="fr-CH"/>
              </w:rPr>
            </w:pPr>
            <w:r w:rsidRPr="00883C67">
              <w:rPr>
                <w:lang w:val="fr-CH"/>
              </w:rPr>
              <w:t>Fax: +41 22 797 3460</w:t>
            </w:r>
          </w:p>
          <w:p w14:paraId="2EB559FB" w14:textId="77777777" w:rsidR="0025267F" w:rsidRPr="00883C67" w:rsidRDefault="0025267F" w:rsidP="004B6021">
            <w:pPr>
              <w:rPr>
                <w:lang w:val="fr-CH"/>
              </w:rPr>
            </w:pPr>
            <w:r w:rsidRPr="00883C67">
              <w:rPr>
                <w:lang w:val="fr-CH"/>
              </w:rPr>
              <w:t>Email: mercury.chemicals@unep.org</w:t>
            </w:r>
          </w:p>
        </w:tc>
      </w:tr>
    </w:tbl>
    <w:p w14:paraId="3CAE962B" w14:textId="77777777" w:rsidR="0025267F" w:rsidRPr="00883C67" w:rsidRDefault="0025267F" w:rsidP="0025267F">
      <w:pPr>
        <w:pStyle w:val="Normal-pool"/>
        <w:rPr>
          <w:szCs w:val="28"/>
          <w:lang w:val="fr-CH"/>
        </w:rPr>
      </w:pPr>
      <w:r w:rsidRPr="00883C67">
        <w:rPr>
          <w:szCs w:val="28"/>
          <w:lang w:val="fr-CH"/>
        </w:rPr>
        <w:br w:type="page"/>
      </w:r>
    </w:p>
    <w:p w14:paraId="7CA98A83" w14:textId="12945592" w:rsidR="0025267F" w:rsidRPr="00883C67" w:rsidRDefault="0025267F" w:rsidP="0027116B">
      <w:pPr>
        <w:pStyle w:val="CH2"/>
        <w:jc w:val="center"/>
      </w:pPr>
      <w:r w:rsidRPr="00883C67">
        <w:t xml:space="preserve">Proposed format for the register of exemptions from the phase-out dates listed </w:t>
      </w:r>
      <w:r w:rsidR="0027116B">
        <w:br/>
      </w:r>
      <w:r w:rsidRPr="00883C67">
        <w:t>in Part I of Annex A to the</w:t>
      </w:r>
      <w:r w:rsidR="0027116B">
        <w:t xml:space="preserve"> </w:t>
      </w:r>
      <w:r w:rsidR="0027116B">
        <w:br/>
      </w:r>
      <w:proofErr w:type="spellStart"/>
      <w:r w:rsidRPr="00883C67">
        <w:t>Minamata</w:t>
      </w:r>
      <w:proofErr w:type="spellEnd"/>
      <w:r w:rsidRPr="00883C67">
        <w:t xml:space="preserve"> Convention on Mercury</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220"/>
        <w:gridCol w:w="2872"/>
        <w:gridCol w:w="1562"/>
      </w:tblGrid>
      <w:tr w:rsidR="0025267F" w:rsidRPr="00883C67" w14:paraId="0E6D3147" w14:textId="77777777" w:rsidTr="00C30D1F">
        <w:trPr>
          <w:trHeight w:val="1164"/>
          <w:tblHeader/>
        </w:trPr>
        <w:tc>
          <w:tcPr>
            <w:tcW w:w="1418" w:type="dxa"/>
            <w:tcBorders>
              <w:top w:val="single" w:sz="4" w:space="0" w:color="auto"/>
              <w:left w:val="single" w:sz="4" w:space="0" w:color="auto"/>
              <w:bottom w:val="single" w:sz="4" w:space="0" w:color="auto"/>
              <w:right w:val="single" w:sz="4" w:space="0" w:color="auto"/>
            </w:tcBorders>
            <w:hideMark/>
          </w:tcPr>
          <w:p w14:paraId="0F33B004" w14:textId="77777777" w:rsidR="0025267F" w:rsidRPr="0027116B" w:rsidRDefault="0025267F" w:rsidP="0027116B">
            <w:pPr>
              <w:pStyle w:val="NormalWeb"/>
              <w:tabs>
                <w:tab w:val="left" w:pos="0"/>
              </w:tabs>
              <w:jc w:val="center"/>
              <w:rPr>
                <w:b/>
                <w:i/>
                <w:sz w:val="20"/>
                <w:szCs w:val="20"/>
                <w:lang w:val="en-GB"/>
              </w:rPr>
            </w:pPr>
            <w:r w:rsidRPr="0027116B">
              <w:rPr>
                <w:b/>
                <w:i/>
                <w:sz w:val="20"/>
                <w:szCs w:val="20"/>
                <w:lang w:val="en-GB"/>
              </w:rPr>
              <w:t>Party</w:t>
            </w:r>
          </w:p>
        </w:tc>
        <w:tc>
          <w:tcPr>
            <w:tcW w:w="3220" w:type="dxa"/>
            <w:tcBorders>
              <w:top w:val="single" w:sz="4" w:space="0" w:color="auto"/>
              <w:left w:val="single" w:sz="4" w:space="0" w:color="auto"/>
              <w:bottom w:val="single" w:sz="4" w:space="0" w:color="auto"/>
              <w:right w:val="single" w:sz="4" w:space="0" w:color="auto"/>
            </w:tcBorders>
            <w:hideMark/>
          </w:tcPr>
          <w:p w14:paraId="4FE0D2FF" w14:textId="0C139707" w:rsidR="0025267F" w:rsidRPr="0027116B" w:rsidRDefault="0025267F" w:rsidP="0027116B">
            <w:pPr>
              <w:pStyle w:val="CommentText"/>
              <w:jc w:val="center"/>
              <w:rPr>
                <w:b/>
                <w:i/>
              </w:rPr>
            </w:pPr>
            <w:r w:rsidRPr="0027116B">
              <w:rPr>
                <w:b/>
                <w:i/>
              </w:rPr>
              <w:t>Indicate the specific category/subcategory for which the exemption is registered and whether the exemption is for manufacture, import and/or export.</w:t>
            </w:r>
          </w:p>
        </w:tc>
        <w:tc>
          <w:tcPr>
            <w:tcW w:w="2872" w:type="dxa"/>
            <w:tcBorders>
              <w:top w:val="single" w:sz="4" w:space="0" w:color="auto"/>
              <w:left w:val="single" w:sz="4" w:space="0" w:color="auto"/>
              <w:bottom w:val="single" w:sz="4" w:space="0" w:color="auto"/>
              <w:right w:val="single" w:sz="4" w:space="0" w:color="auto"/>
            </w:tcBorders>
            <w:hideMark/>
          </w:tcPr>
          <w:p w14:paraId="7F0B5AEC" w14:textId="77777777" w:rsidR="0025267F" w:rsidRPr="0027116B" w:rsidRDefault="0025267F" w:rsidP="0027116B">
            <w:pPr>
              <w:pStyle w:val="NormalWeb"/>
              <w:tabs>
                <w:tab w:val="left" w:pos="0"/>
              </w:tabs>
              <w:jc w:val="center"/>
              <w:rPr>
                <w:b/>
                <w:i/>
                <w:sz w:val="20"/>
                <w:szCs w:val="20"/>
                <w:lang w:val="en-GB"/>
              </w:rPr>
            </w:pPr>
            <w:r w:rsidRPr="0027116B">
              <w:rPr>
                <w:b/>
                <w:i/>
                <w:sz w:val="20"/>
                <w:szCs w:val="20"/>
                <w:lang w:val="en-GB"/>
              </w:rPr>
              <w:t>Explanation for the exemption</w:t>
            </w:r>
          </w:p>
          <w:p w14:paraId="71AC0B37" w14:textId="77777777" w:rsidR="0025267F" w:rsidRPr="0027116B" w:rsidRDefault="0025267F" w:rsidP="0027116B">
            <w:pPr>
              <w:pStyle w:val="NormalWeb"/>
              <w:tabs>
                <w:tab w:val="left" w:pos="0"/>
              </w:tabs>
              <w:jc w:val="center"/>
              <w:rPr>
                <w:i/>
                <w:sz w:val="20"/>
                <w:szCs w:val="20"/>
                <w:lang w:val="en-GB"/>
              </w:rPr>
            </w:pPr>
            <w:r w:rsidRPr="0027116B">
              <w:rPr>
                <w:b/>
                <w:i/>
                <w:sz w:val="20"/>
                <w:szCs w:val="20"/>
                <w:lang w:val="en-GB"/>
              </w:rPr>
              <w:t>As provided</w:t>
            </w:r>
            <w:r w:rsidRPr="0027116B">
              <w:rPr>
                <w:i/>
                <w:sz w:val="20"/>
                <w:szCs w:val="20"/>
                <w:lang w:val="en-GB"/>
              </w:rPr>
              <w:t xml:space="preserve"> (this would be a hyperlink to the statement as provided by the Party)</w:t>
            </w:r>
          </w:p>
        </w:tc>
        <w:tc>
          <w:tcPr>
            <w:tcW w:w="1562" w:type="dxa"/>
            <w:tcBorders>
              <w:top w:val="single" w:sz="4" w:space="0" w:color="auto"/>
              <w:left w:val="single" w:sz="4" w:space="0" w:color="auto"/>
              <w:bottom w:val="single" w:sz="4" w:space="0" w:color="auto"/>
              <w:right w:val="single" w:sz="4" w:space="0" w:color="auto"/>
            </w:tcBorders>
            <w:hideMark/>
          </w:tcPr>
          <w:p w14:paraId="70372401" w14:textId="77777777" w:rsidR="0025267F" w:rsidRPr="0027116B" w:rsidRDefault="0025267F" w:rsidP="0027116B">
            <w:pPr>
              <w:pStyle w:val="NormalWeb"/>
              <w:tabs>
                <w:tab w:val="left" w:pos="0"/>
              </w:tabs>
              <w:jc w:val="center"/>
              <w:rPr>
                <w:b/>
                <w:i/>
                <w:sz w:val="20"/>
                <w:szCs w:val="20"/>
                <w:lang w:val="en-GB"/>
              </w:rPr>
            </w:pPr>
            <w:r w:rsidRPr="0027116B">
              <w:rPr>
                <w:b/>
                <w:i/>
                <w:sz w:val="20"/>
                <w:szCs w:val="20"/>
                <w:lang w:val="en-GB"/>
              </w:rPr>
              <w:t xml:space="preserve">Expiry date for the </w:t>
            </w:r>
            <w:proofErr w:type="spellStart"/>
            <w:r w:rsidRPr="0027116B">
              <w:rPr>
                <w:b/>
                <w:i/>
                <w:sz w:val="20"/>
                <w:szCs w:val="20"/>
                <w:lang w:val="en-GB"/>
              </w:rPr>
              <w:t>exemption</w:t>
            </w:r>
            <w:r w:rsidRPr="0027116B">
              <w:rPr>
                <w:b/>
                <w:i/>
                <w:sz w:val="20"/>
                <w:szCs w:val="20"/>
                <w:vertAlign w:val="superscript"/>
                <w:lang w:val="en-GB"/>
              </w:rPr>
              <w:t>a</w:t>
            </w:r>
            <w:proofErr w:type="spellEnd"/>
          </w:p>
        </w:tc>
      </w:tr>
    </w:tbl>
    <w:p w14:paraId="0E082E76" w14:textId="77777777" w:rsidR="0025267F" w:rsidRPr="00883C67" w:rsidRDefault="0025267F" w:rsidP="00C30D1F">
      <w:pPr>
        <w:pStyle w:val="ZZAnxheader"/>
        <w:tabs>
          <w:tab w:val="clear" w:pos="1247"/>
          <w:tab w:val="left" w:pos="0"/>
        </w:tabs>
        <w:spacing w:before="120"/>
        <w:ind w:left="1247"/>
        <w:rPr>
          <w:b w:val="0"/>
          <w:sz w:val="16"/>
          <w:szCs w:val="16"/>
        </w:rPr>
      </w:pPr>
      <w:r w:rsidRPr="00883C67">
        <w:rPr>
          <w:b w:val="0"/>
          <w:sz w:val="16"/>
          <w:szCs w:val="16"/>
          <w:vertAlign w:val="superscript"/>
        </w:rPr>
        <w:t xml:space="preserve">a  </w:t>
      </w:r>
      <w:r w:rsidRPr="00883C67">
        <w:rPr>
          <w:b w:val="0"/>
          <w:sz w:val="16"/>
          <w:szCs w:val="16"/>
        </w:rPr>
        <w:t>Unless otherwise indicated by the Party, all exemptions expire five years after the relevant phase-out date listed in Part I of Annex A.</w:t>
      </w:r>
    </w:p>
    <w:p w14:paraId="6AEB2B26" w14:textId="77777777" w:rsidR="0025267F" w:rsidRPr="00883C67" w:rsidRDefault="0025267F" w:rsidP="00C30D1F">
      <w:pPr>
        <w:pStyle w:val="Normal-pool"/>
        <w:ind w:left="1247"/>
      </w:pPr>
    </w:p>
    <w:p w14:paraId="5AE3392E" w14:textId="77777777" w:rsidR="0025267F" w:rsidRPr="00883C67" w:rsidRDefault="0025267F" w:rsidP="00C30D1F">
      <w:pPr>
        <w:pStyle w:val="Normal-pool"/>
        <w:ind w:left="1247"/>
      </w:pPr>
    </w:p>
    <w:p w14:paraId="5A157499" w14:textId="77777777" w:rsidR="0025267F" w:rsidRPr="00883C67" w:rsidRDefault="0025267F" w:rsidP="00C30D1F">
      <w:pPr>
        <w:pStyle w:val="Normal-pool"/>
        <w:ind w:left="1247"/>
      </w:pPr>
    </w:p>
    <w:p w14:paraId="62420831" w14:textId="3B5DE906" w:rsidR="0025267F" w:rsidRPr="00883C67" w:rsidRDefault="0025267F" w:rsidP="0027116B">
      <w:pPr>
        <w:pStyle w:val="CH2"/>
        <w:jc w:val="center"/>
      </w:pPr>
      <w:r w:rsidRPr="0027116B">
        <w:t xml:space="preserve">Proposed format for the register of exemptions from the phase-out dates listed in </w:t>
      </w:r>
      <w:r w:rsidR="00C30D1F">
        <w:br/>
      </w:r>
      <w:r w:rsidRPr="0027116B">
        <w:t xml:space="preserve">Part I of Annex B to the </w:t>
      </w:r>
      <w:r w:rsidR="00C30D1F">
        <w:br/>
      </w:r>
      <w:proofErr w:type="spellStart"/>
      <w:r w:rsidRPr="0027116B">
        <w:t>Minamata</w:t>
      </w:r>
      <w:proofErr w:type="spellEnd"/>
      <w:r w:rsidRPr="0027116B">
        <w:t xml:space="preserve"> Convention on Mercury</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220"/>
        <w:gridCol w:w="2872"/>
        <w:gridCol w:w="1562"/>
      </w:tblGrid>
      <w:tr w:rsidR="0025267F" w:rsidRPr="00883C67" w14:paraId="37A564C1" w14:textId="77777777" w:rsidTr="00C30D1F">
        <w:trPr>
          <w:trHeight w:val="955"/>
          <w:tblHeader/>
        </w:trPr>
        <w:tc>
          <w:tcPr>
            <w:tcW w:w="1418" w:type="dxa"/>
            <w:tcBorders>
              <w:top w:val="single" w:sz="4" w:space="0" w:color="auto"/>
              <w:left w:val="single" w:sz="4" w:space="0" w:color="auto"/>
              <w:bottom w:val="single" w:sz="4" w:space="0" w:color="auto"/>
              <w:right w:val="single" w:sz="4" w:space="0" w:color="auto"/>
            </w:tcBorders>
            <w:hideMark/>
          </w:tcPr>
          <w:p w14:paraId="1A4126FB" w14:textId="77777777" w:rsidR="0025267F" w:rsidRPr="0027116B" w:rsidRDefault="0025267F" w:rsidP="0027116B">
            <w:pPr>
              <w:pStyle w:val="NormalWeb"/>
              <w:tabs>
                <w:tab w:val="left" w:pos="0"/>
              </w:tabs>
              <w:jc w:val="center"/>
              <w:rPr>
                <w:b/>
                <w:i/>
                <w:sz w:val="20"/>
                <w:szCs w:val="20"/>
                <w:lang w:val="en-GB"/>
              </w:rPr>
            </w:pPr>
            <w:r w:rsidRPr="0027116B">
              <w:rPr>
                <w:b/>
                <w:i/>
                <w:sz w:val="20"/>
                <w:szCs w:val="20"/>
                <w:lang w:val="en-GB"/>
              </w:rPr>
              <w:t>Party</w:t>
            </w:r>
          </w:p>
        </w:tc>
        <w:tc>
          <w:tcPr>
            <w:tcW w:w="3220" w:type="dxa"/>
            <w:tcBorders>
              <w:top w:val="single" w:sz="4" w:space="0" w:color="auto"/>
              <w:left w:val="single" w:sz="4" w:space="0" w:color="auto"/>
              <w:bottom w:val="single" w:sz="4" w:space="0" w:color="auto"/>
              <w:right w:val="single" w:sz="4" w:space="0" w:color="auto"/>
            </w:tcBorders>
            <w:hideMark/>
          </w:tcPr>
          <w:p w14:paraId="0531632E" w14:textId="310ED01F" w:rsidR="0025267F" w:rsidRPr="0027116B" w:rsidRDefault="0025267F" w:rsidP="0027116B">
            <w:pPr>
              <w:pStyle w:val="CommentText"/>
              <w:jc w:val="center"/>
              <w:rPr>
                <w:b/>
                <w:i/>
              </w:rPr>
            </w:pPr>
            <w:r w:rsidRPr="0027116B">
              <w:rPr>
                <w:b/>
                <w:i/>
              </w:rPr>
              <w:t>Specific category/subcategory for which an exemption is registered</w:t>
            </w:r>
          </w:p>
        </w:tc>
        <w:tc>
          <w:tcPr>
            <w:tcW w:w="2872" w:type="dxa"/>
            <w:tcBorders>
              <w:top w:val="single" w:sz="4" w:space="0" w:color="auto"/>
              <w:left w:val="single" w:sz="4" w:space="0" w:color="auto"/>
              <w:bottom w:val="single" w:sz="4" w:space="0" w:color="auto"/>
              <w:right w:val="single" w:sz="4" w:space="0" w:color="auto"/>
            </w:tcBorders>
            <w:hideMark/>
          </w:tcPr>
          <w:p w14:paraId="52B69FE5" w14:textId="77777777" w:rsidR="0025267F" w:rsidRPr="0027116B" w:rsidRDefault="0025267F" w:rsidP="0027116B">
            <w:pPr>
              <w:pStyle w:val="NormalWeb"/>
              <w:tabs>
                <w:tab w:val="left" w:pos="0"/>
              </w:tabs>
              <w:jc w:val="center"/>
              <w:rPr>
                <w:b/>
                <w:i/>
                <w:sz w:val="20"/>
                <w:szCs w:val="20"/>
                <w:lang w:val="en-GB"/>
              </w:rPr>
            </w:pPr>
            <w:r w:rsidRPr="0027116B">
              <w:rPr>
                <w:b/>
                <w:i/>
                <w:sz w:val="20"/>
                <w:szCs w:val="20"/>
                <w:lang w:val="en-GB"/>
              </w:rPr>
              <w:t>Explanation for the exemption</w:t>
            </w:r>
          </w:p>
          <w:p w14:paraId="4320F945" w14:textId="77777777" w:rsidR="0025267F" w:rsidRPr="0027116B" w:rsidRDefault="0025267F" w:rsidP="0027116B">
            <w:pPr>
              <w:pStyle w:val="NormalWeb"/>
              <w:tabs>
                <w:tab w:val="left" w:pos="0"/>
              </w:tabs>
              <w:jc w:val="center"/>
              <w:rPr>
                <w:i/>
                <w:sz w:val="20"/>
                <w:szCs w:val="20"/>
                <w:lang w:val="en-GB"/>
              </w:rPr>
            </w:pPr>
            <w:r w:rsidRPr="0027116B">
              <w:rPr>
                <w:b/>
                <w:i/>
                <w:sz w:val="20"/>
                <w:szCs w:val="20"/>
                <w:lang w:val="en-GB"/>
              </w:rPr>
              <w:t>As provided</w:t>
            </w:r>
            <w:r w:rsidRPr="0027116B">
              <w:rPr>
                <w:i/>
                <w:sz w:val="20"/>
                <w:szCs w:val="20"/>
                <w:lang w:val="en-GB"/>
              </w:rPr>
              <w:t xml:space="preserve"> (this would then be a hyperlink to the statement as provided by the Party)</w:t>
            </w:r>
          </w:p>
        </w:tc>
        <w:tc>
          <w:tcPr>
            <w:tcW w:w="1562" w:type="dxa"/>
            <w:tcBorders>
              <w:top w:val="single" w:sz="4" w:space="0" w:color="auto"/>
              <w:left w:val="single" w:sz="4" w:space="0" w:color="auto"/>
              <w:bottom w:val="single" w:sz="4" w:space="0" w:color="auto"/>
              <w:right w:val="single" w:sz="4" w:space="0" w:color="auto"/>
            </w:tcBorders>
            <w:hideMark/>
          </w:tcPr>
          <w:p w14:paraId="6307A72D" w14:textId="77777777" w:rsidR="0025267F" w:rsidRPr="0027116B" w:rsidRDefault="0025267F" w:rsidP="0027116B">
            <w:pPr>
              <w:pStyle w:val="NormalWeb"/>
              <w:tabs>
                <w:tab w:val="left" w:pos="0"/>
              </w:tabs>
              <w:jc w:val="center"/>
              <w:rPr>
                <w:b/>
                <w:i/>
                <w:sz w:val="20"/>
                <w:szCs w:val="20"/>
                <w:lang w:val="en-GB"/>
              </w:rPr>
            </w:pPr>
            <w:r w:rsidRPr="0027116B">
              <w:rPr>
                <w:b/>
                <w:i/>
                <w:sz w:val="20"/>
                <w:szCs w:val="20"/>
                <w:lang w:val="en-GB"/>
              </w:rPr>
              <w:t xml:space="preserve">Expiry date for the </w:t>
            </w:r>
            <w:proofErr w:type="spellStart"/>
            <w:r w:rsidRPr="0027116B">
              <w:rPr>
                <w:b/>
                <w:i/>
                <w:sz w:val="20"/>
                <w:szCs w:val="20"/>
                <w:lang w:val="en-GB"/>
              </w:rPr>
              <w:t>exemption</w:t>
            </w:r>
            <w:r w:rsidRPr="0027116B">
              <w:rPr>
                <w:b/>
                <w:i/>
                <w:sz w:val="20"/>
                <w:szCs w:val="20"/>
                <w:vertAlign w:val="superscript"/>
                <w:lang w:val="en-GB"/>
              </w:rPr>
              <w:t>a</w:t>
            </w:r>
            <w:proofErr w:type="spellEnd"/>
          </w:p>
        </w:tc>
      </w:tr>
    </w:tbl>
    <w:p w14:paraId="571C52F2" w14:textId="624E331B" w:rsidR="00483E03" w:rsidRPr="00C30D1F" w:rsidRDefault="0025267F" w:rsidP="00C30D1F">
      <w:pPr>
        <w:pStyle w:val="ZZAnxheader"/>
        <w:tabs>
          <w:tab w:val="clear" w:pos="1247"/>
          <w:tab w:val="left" w:pos="0"/>
        </w:tabs>
        <w:spacing w:before="120"/>
        <w:ind w:left="1247"/>
        <w:rPr>
          <w:b w:val="0"/>
          <w:sz w:val="16"/>
          <w:szCs w:val="16"/>
        </w:rPr>
      </w:pPr>
      <w:r w:rsidRPr="00C30D1F">
        <w:rPr>
          <w:b w:val="0"/>
          <w:sz w:val="16"/>
          <w:szCs w:val="16"/>
          <w:vertAlign w:val="superscript"/>
        </w:rPr>
        <w:t xml:space="preserve">a </w:t>
      </w:r>
      <w:r w:rsidRPr="00C30D1F">
        <w:rPr>
          <w:b w:val="0"/>
          <w:sz w:val="16"/>
          <w:szCs w:val="16"/>
        </w:rPr>
        <w:t>Unless otherwise indicated by the Party, all exemptions expire five years after the relevant phase-out date listed in Part I of Annex 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832C7" w:rsidRPr="00C6062B" w14:paraId="4FD71714" w14:textId="77777777" w:rsidTr="000832C7">
        <w:tc>
          <w:tcPr>
            <w:tcW w:w="1942" w:type="dxa"/>
          </w:tcPr>
          <w:p w14:paraId="74A6F6D0" w14:textId="77777777" w:rsidR="000832C7" w:rsidRPr="00C6062B" w:rsidRDefault="000832C7" w:rsidP="000832C7">
            <w:pPr>
              <w:pStyle w:val="Normal-pool"/>
              <w:spacing w:before="520"/>
            </w:pPr>
          </w:p>
        </w:tc>
        <w:tc>
          <w:tcPr>
            <w:tcW w:w="1942" w:type="dxa"/>
          </w:tcPr>
          <w:p w14:paraId="44576ECA" w14:textId="77777777" w:rsidR="000832C7" w:rsidRPr="00C6062B" w:rsidRDefault="000832C7" w:rsidP="000832C7">
            <w:pPr>
              <w:pStyle w:val="Normal-pool"/>
              <w:spacing w:before="520"/>
            </w:pPr>
          </w:p>
        </w:tc>
        <w:tc>
          <w:tcPr>
            <w:tcW w:w="1942" w:type="dxa"/>
            <w:tcBorders>
              <w:bottom w:val="single" w:sz="4" w:space="0" w:color="auto"/>
            </w:tcBorders>
          </w:tcPr>
          <w:p w14:paraId="69422481" w14:textId="77777777" w:rsidR="000832C7" w:rsidRPr="00C6062B" w:rsidRDefault="000832C7" w:rsidP="000832C7">
            <w:pPr>
              <w:pStyle w:val="Normal-pool"/>
              <w:spacing w:before="520"/>
            </w:pPr>
          </w:p>
        </w:tc>
        <w:tc>
          <w:tcPr>
            <w:tcW w:w="1943" w:type="dxa"/>
          </w:tcPr>
          <w:p w14:paraId="297F6300" w14:textId="77777777" w:rsidR="000832C7" w:rsidRPr="00C6062B" w:rsidRDefault="000832C7" w:rsidP="000832C7">
            <w:pPr>
              <w:pStyle w:val="Normal-pool"/>
              <w:spacing w:before="520"/>
            </w:pPr>
          </w:p>
        </w:tc>
        <w:tc>
          <w:tcPr>
            <w:tcW w:w="1943" w:type="dxa"/>
          </w:tcPr>
          <w:p w14:paraId="1705AD53" w14:textId="77777777" w:rsidR="000832C7" w:rsidRPr="00C6062B" w:rsidRDefault="000832C7" w:rsidP="000832C7">
            <w:pPr>
              <w:pStyle w:val="Normal-pool"/>
              <w:spacing w:before="520"/>
            </w:pPr>
          </w:p>
        </w:tc>
      </w:tr>
    </w:tbl>
    <w:p w14:paraId="099D3083" w14:textId="77777777" w:rsidR="00F83855" w:rsidRPr="00C6062B" w:rsidRDefault="00F83855" w:rsidP="000832C7">
      <w:pPr>
        <w:pStyle w:val="Normal-pool"/>
      </w:pPr>
    </w:p>
    <w:sectPr w:rsidR="00F83855" w:rsidRPr="00C6062B"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1E38" w14:textId="77777777" w:rsidR="004B6021" w:rsidRDefault="004B6021">
      <w:r>
        <w:separator/>
      </w:r>
    </w:p>
  </w:endnote>
  <w:endnote w:type="continuationSeparator" w:id="0">
    <w:p w14:paraId="5649738A" w14:textId="77777777" w:rsidR="004B6021" w:rsidRDefault="004B6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4B6021" w:rsidRDefault="004B6021">
    <w:pPr>
      <w:pStyle w:val="Footer"/>
    </w:pPr>
    <w:r>
      <w:rPr>
        <w:rStyle w:val="PageNumber"/>
      </w:rPr>
      <w:fldChar w:fldCharType="begin"/>
    </w:r>
    <w:r>
      <w:rPr>
        <w:rStyle w:val="PageNumber"/>
      </w:rPr>
      <w:instrText xml:space="preserve"> PAGE </w:instrText>
    </w:r>
    <w:r>
      <w:rPr>
        <w:rStyle w:val="PageNumber"/>
      </w:rPr>
      <w:fldChar w:fldCharType="separate"/>
    </w:r>
    <w:r w:rsidR="00D95A11">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4B6021" w:rsidRDefault="004B602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D95A11">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2BD40C38" w:rsidR="004B6021" w:rsidRDefault="004B6021">
    <w:pPr>
      <w:pStyle w:val="Footer"/>
    </w:pPr>
    <w:r>
      <w:t>K1703727</w:t>
    </w:r>
    <w:r>
      <w:tab/>
    </w:r>
    <w:r w:rsidR="00D95A11">
      <w:t>0906</w:t>
    </w:r>
    <w: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B78CA" w14:textId="77777777" w:rsidR="004B6021" w:rsidRDefault="004B6021" w:rsidP="00851756">
      <w:pPr>
        <w:spacing w:before="60"/>
        <w:ind w:left="624"/>
      </w:pPr>
      <w:r>
        <w:separator/>
      </w:r>
    </w:p>
  </w:footnote>
  <w:footnote w:type="continuationSeparator" w:id="0">
    <w:p w14:paraId="6291E906" w14:textId="77777777" w:rsidR="004B6021" w:rsidRDefault="004B6021">
      <w:r>
        <w:continuationSeparator/>
      </w:r>
    </w:p>
  </w:footnote>
  <w:footnote w:id="1">
    <w:p w14:paraId="5AD20420" w14:textId="77777777" w:rsidR="004B6021" w:rsidRPr="001176CB" w:rsidRDefault="004B6021" w:rsidP="00775D8D">
      <w:pPr>
        <w:tabs>
          <w:tab w:val="left" w:pos="624"/>
        </w:tabs>
        <w:spacing w:before="20" w:after="40"/>
        <w:ind w:left="1247"/>
        <w:rPr>
          <w:sz w:val="18"/>
          <w:szCs w:val="18"/>
        </w:rPr>
      </w:pPr>
      <w:proofErr w:type="gramStart"/>
      <w:r w:rsidRPr="001176CB">
        <w:rPr>
          <w:sz w:val="18"/>
          <w:szCs w:val="18"/>
        </w:rPr>
        <w:t>* UNEP/MC/COP.1/1.</w:t>
      </w:r>
      <w:proofErr w:type="gramEnd"/>
    </w:p>
  </w:footnote>
  <w:footnote w:id="2">
    <w:p w14:paraId="23C15E33" w14:textId="77777777" w:rsidR="004B6021" w:rsidRPr="0025267F" w:rsidRDefault="004B6021" w:rsidP="0025267F">
      <w:pPr>
        <w:pStyle w:val="FootnoteText"/>
        <w:rPr>
          <w:szCs w:val="18"/>
          <w:lang w:val="en-GB"/>
        </w:rPr>
      </w:pPr>
      <w:r w:rsidRPr="0025267F">
        <w:rPr>
          <w:rStyle w:val="FootnoteReference"/>
          <w:sz w:val="18"/>
        </w:rPr>
        <w:footnoteRef/>
      </w:r>
      <w:r w:rsidRPr="0025267F">
        <w:rPr>
          <w:szCs w:val="18"/>
          <w:lang w:val="en-GB"/>
        </w:rPr>
        <w:t xml:space="preserve"> The intention is not to cover cosmetics, soaps or creams with trace contaminants of mercury.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6C09B00F" w:rsidR="004B6021" w:rsidRPr="00CA5CA9" w:rsidRDefault="004B6021"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4AB42C94" w:rsidR="004B6021" w:rsidRPr="00CA5CA9" w:rsidRDefault="004B6021" w:rsidP="001A04AA">
    <w:pPr>
      <w:pStyle w:val="Header"/>
      <w:jc w:val="right"/>
      <w:rPr>
        <w:szCs w:val="18"/>
      </w:rPr>
    </w:pPr>
    <w:r w:rsidRPr="00312543">
      <w:rPr>
        <w:bCs/>
        <w:szCs w:val="18"/>
      </w:rPr>
      <w:t>UNEP/MC/COP.1/</w:t>
    </w:r>
    <w:r>
      <w:rPr>
        <w:bCs/>
        <w:szCs w:val="18"/>
      </w:rPr>
      <w:t>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61253907" w:rsidR="004B6021" w:rsidRDefault="004B6021"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nsid w:val="4B361008"/>
    <w:multiLevelType w:val="hybridMultilevel"/>
    <w:tmpl w:val="753298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DA16BB0"/>
    <w:multiLevelType w:val="hybridMultilevel"/>
    <w:tmpl w:val="1878FCE4"/>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6596715F"/>
    <w:multiLevelType w:val="hybridMultilevel"/>
    <w:tmpl w:val="213A2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4">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9"/>
  </w:num>
  <w:num w:numId="2">
    <w:abstractNumId w:val="1"/>
  </w:num>
  <w:num w:numId="3">
    <w:abstractNumId w:val="4"/>
  </w:num>
  <w:num w:numId="4">
    <w:abstractNumId w:val="9"/>
  </w:num>
  <w:num w:numId="5">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5"/>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8"/>
  </w:num>
  <w:num w:numId="19">
    <w:abstractNumId w:val="9"/>
    <w:lvlOverride w:ilvl="1">
      <w:lvl w:ilvl="1">
        <w:start w:val="1"/>
        <w:numFmt w:val="lowerLetter"/>
        <w:lvlText w:val="(%2)"/>
        <w:lvlJc w:val="left"/>
        <w:pPr>
          <w:tabs>
            <w:tab w:val="num" w:pos="1134"/>
          </w:tabs>
          <w:ind w:left="1247" w:firstLine="567"/>
        </w:pPr>
        <w:rPr>
          <w:rFonts w:hint="default"/>
        </w:rPr>
      </w:lvl>
    </w:lvlOverride>
  </w:num>
  <w:num w:numId="20">
    <w:abstractNumId w:val="10"/>
  </w:num>
  <w:num w:numId="21">
    <w:abstractNumId w:val="7"/>
  </w:num>
  <w:num w:numId="22">
    <w:abstractNumId w:val="3"/>
  </w:num>
  <w:num w:numId="23">
    <w:abstractNumId w:val="13"/>
  </w:num>
  <w:num w:numId="24">
    <w:abstractNumId w:val="12"/>
  </w:num>
  <w:num w:numId="25">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5"/>
  </w:num>
  <w:num w:numId="27">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6"/>
  </w:num>
  <w:num w:numId="31">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BE"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92"/>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1A2"/>
    <w:rsid w:val="00000E4A"/>
    <w:rsid w:val="000016E8"/>
    <w:rsid w:val="000024A3"/>
    <w:rsid w:val="000149E6"/>
    <w:rsid w:val="00023DA9"/>
    <w:rsid w:val="000247B0"/>
    <w:rsid w:val="0002502C"/>
    <w:rsid w:val="00026997"/>
    <w:rsid w:val="00026A08"/>
    <w:rsid w:val="00032E4E"/>
    <w:rsid w:val="00033E0B"/>
    <w:rsid w:val="00035EDE"/>
    <w:rsid w:val="000509B4"/>
    <w:rsid w:val="00051063"/>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1BA9"/>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267F"/>
    <w:rsid w:val="00255632"/>
    <w:rsid w:val="0026018E"/>
    <w:rsid w:val="002623CD"/>
    <w:rsid w:val="0027116B"/>
    <w:rsid w:val="00274D37"/>
    <w:rsid w:val="00277CE2"/>
    <w:rsid w:val="0028635C"/>
    <w:rsid w:val="00286740"/>
    <w:rsid w:val="00291EAE"/>
    <w:rsid w:val="002929D8"/>
    <w:rsid w:val="0029570E"/>
    <w:rsid w:val="002A0509"/>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B6021"/>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D4"/>
    <w:rsid w:val="005D6E8C"/>
    <w:rsid w:val="005D77D2"/>
    <w:rsid w:val="005E05A1"/>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6C30"/>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456CD"/>
    <w:rsid w:val="00950977"/>
    <w:rsid w:val="00951A7B"/>
    <w:rsid w:val="009541FC"/>
    <w:rsid w:val="009564A6"/>
    <w:rsid w:val="00960425"/>
    <w:rsid w:val="009612DC"/>
    <w:rsid w:val="00966124"/>
    <w:rsid w:val="00966A53"/>
    <w:rsid w:val="00967621"/>
    <w:rsid w:val="00967E6A"/>
    <w:rsid w:val="009907B9"/>
    <w:rsid w:val="00990918"/>
    <w:rsid w:val="009A3A83"/>
    <w:rsid w:val="009B0D04"/>
    <w:rsid w:val="009B1C44"/>
    <w:rsid w:val="009B30FD"/>
    <w:rsid w:val="009B4A0F"/>
    <w:rsid w:val="009B697B"/>
    <w:rsid w:val="009C11D2"/>
    <w:rsid w:val="009C3362"/>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2707"/>
    <w:rsid w:val="00A232EE"/>
    <w:rsid w:val="00A243E5"/>
    <w:rsid w:val="00A2589A"/>
    <w:rsid w:val="00A414F6"/>
    <w:rsid w:val="00A4175F"/>
    <w:rsid w:val="00A43A67"/>
    <w:rsid w:val="00A44411"/>
    <w:rsid w:val="00A469FA"/>
    <w:rsid w:val="00A518C4"/>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41F7"/>
    <w:rsid w:val="00B06C64"/>
    <w:rsid w:val="00B11CAC"/>
    <w:rsid w:val="00B15A29"/>
    <w:rsid w:val="00B17A26"/>
    <w:rsid w:val="00B22C93"/>
    <w:rsid w:val="00B27589"/>
    <w:rsid w:val="00B405B7"/>
    <w:rsid w:val="00B45A38"/>
    <w:rsid w:val="00B52222"/>
    <w:rsid w:val="00B52581"/>
    <w:rsid w:val="00B531DA"/>
    <w:rsid w:val="00B53E6C"/>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D1F"/>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02A4"/>
    <w:rsid w:val="00D37EBA"/>
    <w:rsid w:val="00D411B5"/>
    <w:rsid w:val="00D44172"/>
    <w:rsid w:val="00D47BE3"/>
    <w:rsid w:val="00D63B8C"/>
    <w:rsid w:val="00D651E4"/>
    <w:rsid w:val="00D739CC"/>
    <w:rsid w:val="00D8093D"/>
    <w:rsid w:val="00D8108C"/>
    <w:rsid w:val="00D842AE"/>
    <w:rsid w:val="00D9211C"/>
    <w:rsid w:val="00D92DE0"/>
    <w:rsid w:val="00D92FEF"/>
    <w:rsid w:val="00D93A0F"/>
    <w:rsid w:val="00D9579D"/>
    <w:rsid w:val="00D95A11"/>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495C"/>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0D87"/>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2"/>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62F91-68DB-4829-985F-6A6A97C6D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A71DB5EF.dotm</Template>
  <TotalTime>65</TotalTime>
  <Pages>7</Pages>
  <Words>1767</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6</cp:revision>
  <cp:lastPrinted>2017-04-03T09:04:00Z</cp:lastPrinted>
  <dcterms:created xsi:type="dcterms:W3CDTF">2017-05-31T07:48:00Z</dcterms:created>
  <dcterms:modified xsi:type="dcterms:W3CDTF">2017-06-09T06:50:00Z</dcterms:modified>
</cp:coreProperties>
</file>